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06/relationships/ui/userCustomization" Target="userCustomization/customUI.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sz w:val="24"/>
        </w:rPr>
        <w:id w:val="15553799"/>
        <w:docPartObj>
          <w:docPartGallery w:val="Cover Pages"/>
          <w:docPartUnique/>
        </w:docPartObj>
      </w:sdtPr>
      <w:sdtEndPr/>
      <w:sdtContent>
        <w:p w14:paraId="204514BE" w14:textId="77777777" w:rsidR="00F86347" w:rsidRDefault="00F86347"/>
        <w:p w14:paraId="204514BF" w14:textId="1F54D675" w:rsidR="00297DC8" w:rsidRPr="00887178" w:rsidRDefault="00042393" w:rsidP="00887178">
          <w:pPr>
            <w:pStyle w:val="BasicTextCentered"/>
            <w:jc w:val="left"/>
          </w:pPr>
          <w:r>
            <w:rPr>
              <w:noProof/>
            </w:rPr>
            <mc:AlternateContent>
              <mc:Choice Requires="wps">
                <w:drawing>
                  <wp:anchor distT="0" distB="0" distL="114300" distR="114300" simplePos="0" relativeHeight="251664384" behindDoc="0" locked="0" layoutInCell="1" allowOverlap="1" wp14:anchorId="20451544" wp14:editId="209DA5A7">
                    <wp:simplePos x="0" y="0"/>
                    <wp:positionH relativeFrom="column">
                      <wp:posOffset>-15930</wp:posOffset>
                    </wp:positionH>
                    <wp:positionV relativeFrom="paragraph">
                      <wp:posOffset>1470577</wp:posOffset>
                    </wp:positionV>
                    <wp:extent cx="5911215" cy="2850708"/>
                    <wp:effectExtent l="0" t="0" r="0" b="6985"/>
                    <wp:wrapNone/>
                    <wp:docPr id="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1215" cy="2850708"/>
                            </a:xfrm>
                            <a:prstGeom prst="rect">
                              <a:avLst/>
                            </a:prstGeom>
                            <a:noFill/>
                            <a:ln>
                              <a:noFill/>
                            </a:ln>
                            <a:extLst>
                              <a:ext uri="{909E8E84-426E-40DD-AFC4-6F175D3DCCD1}">
                                <a14:hiddenFill xmlns:a14="http://schemas.microsoft.com/office/drawing/2010/main">
                                  <a:solidFill>
                                    <a:schemeClr val="bg1">
                                      <a:lumMod val="95000"/>
                                      <a:lumOff val="0"/>
                                      <a:alpha val="7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451562" w14:textId="7CBD9589" w:rsidR="00CC1481" w:rsidRDefault="000D4C21" w:rsidP="00463BC7">
                                <w:pPr>
                                  <w:pStyle w:val="BasicTextCentered"/>
                                </w:pPr>
                                <w:r>
                                  <w:t>Vorname Mittelname Nachname</w:t>
                                </w:r>
                              </w:p>
                              <w:p w14:paraId="20451563" w14:textId="3842A4DC" w:rsidR="00CC1481" w:rsidRDefault="00CC1481" w:rsidP="00463BC7">
                                <w:pPr>
                                  <w:pStyle w:val="BasicTextCentered"/>
                                </w:pPr>
                              </w:p>
                              <w:p w14:paraId="20451564" w14:textId="163D0AAF" w:rsidR="00CC1481" w:rsidRDefault="00CC1481" w:rsidP="00463BC7">
                                <w:pPr>
                                  <w:pStyle w:val="BasicTextCentered"/>
                                </w:pPr>
                                <w:r>
                                  <w:rPr>
                                    <w:rStyle w:val="BasicCharBold"/>
                                  </w:rPr>
                                  <w:t xml:space="preserve">Exemplarische Umsetzungen und formale Kriterien </w:t>
                                </w:r>
                                <w:r>
                                  <w:rPr>
                                    <w:rStyle w:val="BasicCharBold"/>
                                  </w:rPr>
                                  <w:br/>
                                  <w:t>für die Gestaltung wissenschaftlicher Arbeiten</w:t>
                                </w:r>
                              </w:p>
                              <w:p w14:paraId="20451565" w14:textId="77777777" w:rsidR="00CC1481" w:rsidRDefault="00CC1481" w:rsidP="00463BC7">
                                <w:pPr>
                                  <w:spacing w:after="200" w:line="276" w:lineRule="auto"/>
                                  <w:jc w:val="center"/>
                                </w:pPr>
                              </w:p>
                              <w:p w14:paraId="20451566" w14:textId="77777777" w:rsidR="00CC1481" w:rsidRDefault="00CC1481" w:rsidP="00463BC7">
                                <w:pPr>
                                  <w:pStyle w:val="BasicTextCentered"/>
                                </w:pPr>
                              </w:p>
                              <w:p w14:paraId="20451567" w14:textId="77777777" w:rsidR="00CC1481" w:rsidRDefault="00CC1481" w:rsidP="00463BC7">
                                <w:pPr>
                                  <w:pStyle w:val="BasicTextCentered"/>
                                </w:pPr>
                              </w:p>
                              <w:p w14:paraId="20451568" w14:textId="478CFF3C" w:rsidR="00CC1481" w:rsidRDefault="00CC1481" w:rsidP="00463BC7">
                                <w:pPr>
                                  <w:pStyle w:val="BasicTextCentered"/>
                                </w:pPr>
                                <w:r>
                                  <w:rPr>
                                    <w:rStyle w:val="BasicCharBold"/>
                                  </w:rPr>
                                  <w:t xml:space="preserve">Ausarbeitung </w:t>
                                </w:r>
                                <w:r w:rsidR="00E6765A">
                                  <w:rPr>
                                    <w:rStyle w:val="BasicCharBold"/>
                                  </w:rPr>
                                  <w:t xml:space="preserve">/ Seminararbeit </w:t>
                                </w:r>
                                <w:r>
                                  <w:rPr>
                                    <w:rStyle w:val="BasicCharBold"/>
                                  </w:rPr>
                                  <w:t>/ Bachelorarbeit / Masterarbeit / Diplomhausarbeit</w:t>
                                </w:r>
                              </w:p>
                              <w:p w14:paraId="20451569" w14:textId="77777777" w:rsidR="00CC1481" w:rsidRDefault="00CC1481" w:rsidP="00463BC7">
                                <w:pPr>
                                  <w:pStyle w:val="BasicTextCentered"/>
                                </w:pPr>
                                <w:r>
                                  <w:rPr>
                                    <w:rStyle w:val="BasicCharItalic"/>
                                  </w:rPr>
                                  <w:t>Bei Seminararbeiten noch mit Zusatz:</w:t>
                                </w:r>
                                <w:r>
                                  <w:t xml:space="preserve"> im Rahmen des…</w:t>
                                </w:r>
                              </w:p>
                              <w:p w14:paraId="2045156A" w14:textId="77777777" w:rsidR="00CC1481" w:rsidRDefault="00CC1481" w:rsidP="00463BC7">
                                <w:pPr>
                                  <w:pStyle w:val="BasicTextCentered"/>
                                </w:pPr>
                              </w:p>
                              <w:p w14:paraId="2045156B" w14:textId="38036284" w:rsidR="00CC1481" w:rsidRDefault="00CC1481" w:rsidP="00463BC7">
                                <w:pPr>
                                  <w:pStyle w:val="BasicTextCentered"/>
                                </w:pPr>
                                <w:r>
                                  <w:t>am Lehrstuhl für Wirtschaftsinformatik</w:t>
                                </w:r>
                                <w:r w:rsidR="00351A3C">
                                  <w:t>,</w:t>
                                </w:r>
                                <w:r>
                                  <w:t xml:space="preserve"> </w:t>
                                </w:r>
                                <w:r w:rsidR="00DF250D">
                                  <w:t>insb. Betriebliche Informationssysteme</w:t>
                                </w:r>
                              </w:p>
                              <w:p w14:paraId="74E7314D" w14:textId="3D2C4DCA" w:rsidR="00042393" w:rsidRDefault="00042393" w:rsidP="00463BC7">
                                <w:pPr>
                                  <w:pStyle w:val="BasicTextCentered"/>
                                </w:pPr>
                                <w:r>
                                  <w:t>(Universität Paderborn)</w:t>
                                </w:r>
                              </w:p>
                              <w:p w14:paraId="2045156C" w14:textId="77777777" w:rsidR="00CC1481" w:rsidRDefault="00CC1481" w:rsidP="00463BC7">
                                <w:pPr>
                                  <w:spacing w:after="200" w:line="276" w:lineRule="auto"/>
                                </w:pPr>
                              </w:p>
                              <w:p w14:paraId="2045156D" w14:textId="77777777" w:rsidR="00CC1481" w:rsidRDefault="00CC148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0451544" id="_x0000_t202" coordsize="21600,21600" o:spt="202" path="m,l,21600r21600,l21600,xe">
                    <v:stroke joinstyle="miter"/>
                    <v:path gradientshapeok="t" o:connecttype="rect"/>
                  </v:shapetype>
                  <v:shape id="Text Box 9" o:spid="_x0000_s1026" type="#_x0000_t202" style="position:absolute;margin-left:-1.25pt;margin-top:115.8pt;width:465.45pt;height:224.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" filled="f" fillcolor="#f2f2f2 [3052]" stroked="f">
                    <v:fill opacity="46003f"/>
                    <v:textbox>
                      <w:txbxContent>
                        <w:p w14:paraId="20451562" w14:textId="7CBD9589" w:rsidR="00CC1481" w:rsidRDefault="000D4C21" w:rsidP="00463BC7">
                          <w:pPr>
                            <w:pStyle w:val="BasicTextCentered"/>
                          </w:pPr>
                          <w:r>
                            <w:t>Vorname Mittelname Nachname</w:t>
                          </w:r>
                        </w:p>
                        <w:p w14:paraId="20451563" w14:textId="3842A4DC" w:rsidR="00CC1481" w:rsidRDefault="00CC1481" w:rsidP="00463BC7">
                          <w:pPr>
                            <w:pStyle w:val="BasicTextCentered"/>
                          </w:pPr>
                        </w:p>
                        <w:p w14:paraId="20451564" w14:textId="163D0AAF" w:rsidR="00CC1481" w:rsidRDefault="00CC1481" w:rsidP="00463BC7">
                          <w:pPr>
                            <w:pStyle w:val="BasicTextCentered"/>
                          </w:pPr>
                          <w:r>
                            <w:rPr>
                              <w:rStyle w:val="BasicCharBold"/>
                            </w:rPr>
                            <w:t xml:space="preserve">Exemplarische Umsetzungen und formale Kriterien </w:t>
                          </w:r>
                          <w:r>
                            <w:rPr>
                              <w:rStyle w:val="BasicCharBold"/>
                            </w:rPr>
                            <w:br/>
                            <w:t>für die Gestaltung wissenschaftlicher Arbeiten</w:t>
                          </w:r>
                        </w:p>
                        <w:p w14:paraId="20451565" w14:textId="77777777" w:rsidR="00CC1481" w:rsidRDefault="00CC1481" w:rsidP="00463BC7">
                          <w:pPr>
                            <w:spacing w:after="200" w:line="276" w:lineRule="auto"/>
                            <w:jc w:val="center"/>
                          </w:pPr>
                        </w:p>
                        <w:p w14:paraId="20451566" w14:textId="77777777" w:rsidR="00CC1481" w:rsidRDefault="00CC1481" w:rsidP="00463BC7">
                          <w:pPr>
                            <w:pStyle w:val="BasicTextCentered"/>
                          </w:pPr>
                        </w:p>
                        <w:p w14:paraId="20451567" w14:textId="77777777" w:rsidR="00CC1481" w:rsidRDefault="00CC1481" w:rsidP="00463BC7">
                          <w:pPr>
                            <w:pStyle w:val="BasicTextCentered"/>
                          </w:pPr>
                        </w:p>
                        <w:p w14:paraId="20451568" w14:textId="478CFF3C" w:rsidR="00CC1481" w:rsidRDefault="00CC1481" w:rsidP="00463BC7">
                          <w:pPr>
                            <w:pStyle w:val="BasicTextCentered"/>
                          </w:pPr>
                          <w:r>
                            <w:rPr>
                              <w:rStyle w:val="BasicCharBold"/>
                            </w:rPr>
                            <w:t xml:space="preserve">Ausarbeitung </w:t>
                          </w:r>
                          <w:r w:rsidR="00E6765A">
                            <w:rPr>
                              <w:rStyle w:val="BasicCharBold"/>
                            </w:rPr>
                            <w:t xml:space="preserve">/ Seminararbeit </w:t>
                          </w:r>
                          <w:r>
                            <w:rPr>
                              <w:rStyle w:val="BasicCharBold"/>
                            </w:rPr>
                            <w:t>/ Bachelorarbeit / Masterarbeit / Diplomhausarbeit</w:t>
                          </w:r>
                        </w:p>
                        <w:p w14:paraId="20451569" w14:textId="77777777" w:rsidR="00CC1481" w:rsidRDefault="00CC1481" w:rsidP="00463BC7">
                          <w:pPr>
                            <w:pStyle w:val="BasicTextCentered"/>
                          </w:pPr>
                          <w:r>
                            <w:rPr>
                              <w:rStyle w:val="BasicCharItalic"/>
                            </w:rPr>
                            <w:t>Bei Seminararbeiten noch mit Zusatz:</w:t>
                          </w:r>
                          <w:r>
                            <w:t xml:space="preserve"> im Rahmen des…</w:t>
                          </w:r>
                        </w:p>
                        <w:p w14:paraId="2045156A" w14:textId="77777777" w:rsidR="00CC1481" w:rsidRDefault="00CC1481" w:rsidP="00463BC7">
                          <w:pPr>
                            <w:pStyle w:val="BasicTextCentered"/>
                          </w:pPr>
                        </w:p>
                        <w:p w14:paraId="2045156B" w14:textId="38036284" w:rsidR="00CC1481" w:rsidRDefault="00CC1481" w:rsidP="00463BC7">
                          <w:pPr>
                            <w:pStyle w:val="BasicTextCentered"/>
                          </w:pPr>
                          <w:r>
                            <w:t>am Lehrstuhl für Wirtschaftsinformatik</w:t>
                          </w:r>
                          <w:r w:rsidR="00351A3C">
                            <w:t>,</w:t>
                          </w:r>
                          <w:r>
                            <w:t xml:space="preserve"> </w:t>
                          </w:r>
                          <w:r w:rsidR="00DF250D">
                            <w:t>insb. Betriebliche Informationssysteme</w:t>
                          </w:r>
                        </w:p>
                        <w:p w14:paraId="74E7314D" w14:textId="3D2C4DCA" w:rsidR="00042393" w:rsidRDefault="00042393" w:rsidP="00463BC7">
                          <w:pPr>
                            <w:pStyle w:val="BasicTextCentered"/>
                          </w:pPr>
                          <w:r>
                            <w:t>(Universität Paderborn)</w:t>
                          </w:r>
                        </w:p>
                        <w:p w14:paraId="2045156C" w14:textId="77777777" w:rsidR="00CC1481" w:rsidRDefault="00CC1481" w:rsidP="00463BC7">
                          <w:pPr>
                            <w:spacing w:after="200" w:line="276" w:lineRule="auto"/>
                          </w:pPr>
                        </w:p>
                        <w:p w14:paraId="2045156D" w14:textId="77777777" w:rsidR="00CC1481" w:rsidRDefault="00CC1481"/>
                      </w:txbxContent>
                    </v:textbox>
                  </v:shape>
                </w:pict>
              </mc:Fallback>
            </mc:AlternateContent>
          </w:r>
          <w:r w:rsidR="00047959">
            <w:rPr>
              <w:noProof/>
            </w:rPr>
            <mc:AlternateContent>
              <mc:Choice Requires="wps">
                <w:drawing>
                  <wp:anchor distT="0" distB="0" distL="114300" distR="114300" simplePos="0" relativeHeight="251666432" behindDoc="0" locked="0" layoutInCell="1" allowOverlap="1" wp14:anchorId="20451542" wp14:editId="709B53AE">
                    <wp:simplePos x="0" y="0"/>
                    <wp:positionH relativeFrom="margin">
                      <wp:posOffset>823294</wp:posOffset>
                    </wp:positionH>
                    <wp:positionV relativeFrom="paragraph">
                      <wp:posOffset>6221785</wp:posOffset>
                    </wp:positionV>
                    <wp:extent cx="4109085" cy="2696966"/>
                    <wp:effectExtent l="0" t="0" r="5715" b="8255"/>
                    <wp:wrapNone/>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9085" cy="269696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45155C" w14:textId="61130A17" w:rsidR="00CC1481" w:rsidRDefault="002B329E" w:rsidP="00463BC7">
                                <w:pPr>
                                  <w:pStyle w:val="BasicTextIndentation"/>
                                </w:pPr>
                                <w:r>
                                  <w:t>Betreuer</w:t>
                                </w:r>
                                <w:r w:rsidR="00CC1481">
                                  <w:t>:</w:t>
                                </w:r>
                                <w:r w:rsidR="00CC1481">
                                  <w:tab/>
                                </w:r>
                                <w:r w:rsidR="00532C42">
                                  <w:tab/>
                                </w:r>
                                <w:r w:rsidR="00CC1481">
                                  <w:t xml:space="preserve">Prof. </w:t>
                                </w:r>
                                <w:r w:rsidR="00DF250D">
                                  <w:t>Dr. Daniel Beverungen</w:t>
                                </w:r>
                              </w:p>
                              <w:p w14:paraId="7469EAC8" w14:textId="295C7357" w:rsidR="00D73E14" w:rsidRDefault="00532C42" w:rsidP="00463BC7">
                                <w:pPr>
                                  <w:pStyle w:val="BasicTextIndentation"/>
                                </w:pPr>
                                <w:r>
                                  <w:t>wiss. Mitarbeiter:</w:t>
                                </w:r>
                                <w:r>
                                  <w:tab/>
                                </w:r>
                                <w:r>
                                  <w:tab/>
                                </w:r>
                                <w:r w:rsidR="00424CFF">
                                  <w:t>Vorname Mittelname Nachname</w:t>
                                </w:r>
                              </w:p>
                              <w:p w14:paraId="2045155D" w14:textId="77777777" w:rsidR="00CC1481" w:rsidRDefault="00CC1481" w:rsidP="00463BC7">
                                <w:pPr>
                                  <w:pStyle w:val="BasicTextIndentation"/>
                                </w:pPr>
                              </w:p>
                              <w:p w14:paraId="2045155E" w14:textId="1C86F159" w:rsidR="00CC1481" w:rsidRDefault="00CC1481" w:rsidP="00087388">
                                <w:pPr>
                                  <w:pStyle w:val="BasicTextIndentation"/>
                                  <w:ind w:left="2123" w:hanging="2123"/>
                                </w:pPr>
                                <w:r>
                                  <w:t>vorgelegt von:</w:t>
                                </w:r>
                                <w:r>
                                  <w:tab/>
                                </w:r>
                                <w:r w:rsidR="00424CFF">
                                  <w:tab/>
                                </w:r>
                                <w:r w:rsidR="009B3456">
                                  <w:t>Vorname Mittelname</w:t>
                                </w:r>
                                <w:r w:rsidR="00CD2404">
                                  <w:t xml:space="preserve"> Nachname</w:t>
                                </w:r>
                                <w:r>
                                  <w:br/>
                                  <w:t>Semesteranschrift</w:t>
                                </w:r>
                                <w:r>
                                  <w:br/>
                                  <w:t>PLZ Wohnort</w:t>
                                </w:r>
                                <w:r>
                                  <w:br/>
                                  <w:t>Telefonnummer</w:t>
                                </w:r>
                                <w:r>
                                  <w:br/>
                                </w:r>
                                <w:hyperlink r:id="rId8" w:history="1">
                                  <w:r w:rsidR="00467CC1" w:rsidRPr="003F4C75">
                                    <w:rPr>
                                      <w:rStyle w:val="Hyperlink"/>
                                      <w:lang w:val="sv-SE"/>
                                    </w:rPr>
                                    <w:t>student@campus.uni-paderborn.de</w:t>
                                  </w:r>
                                </w:hyperlink>
                              </w:p>
                              <w:p w14:paraId="3496BEC5" w14:textId="56561759" w:rsidR="005D70D0" w:rsidRDefault="005D70D0" w:rsidP="00087388">
                                <w:pPr>
                                  <w:pStyle w:val="BasicTextIndentation"/>
                                  <w:ind w:left="2123" w:hanging="2123"/>
                                </w:pPr>
                              </w:p>
                              <w:p w14:paraId="3FCA828E" w14:textId="612866B3" w:rsidR="00AB13FB" w:rsidRDefault="00AB13FB" w:rsidP="00087388">
                                <w:pPr>
                                  <w:pStyle w:val="BasicTextIndentation"/>
                                  <w:ind w:left="2123" w:hanging="2123"/>
                                </w:pPr>
                                <w:r>
                                  <w:t>Studiengang:</w:t>
                                </w:r>
                                <w:r>
                                  <w:tab/>
                                  <w:t>B. Sc. Wirtschaftsinformatik</w:t>
                                </w:r>
                              </w:p>
                              <w:p w14:paraId="1CCDBCFF" w14:textId="77777777" w:rsidR="00AB13FB" w:rsidRDefault="00AB13FB" w:rsidP="00087388">
                                <w:pPr>
                                  <w:pStyle w:val="BasicTextIndentation"/>
                                  <w:ind w:left="2123" w:hanging="2123"/>
                                </w:pPr>
                              </w:p>
                              <w:p w14:paraId="2045155F" w14:textId="597771D0" w:rsidR="00CC1481" w:rsidRDefault="000C094E" w:rsidP="00463BC7">
                                <w:pPr>
                                  <w:pStyle w:val="BasicTextIndentation"/>
                                </w:pPr>
                                <w:r>
                                  <w:t>Matrikelnummer:</w:t>
                                </w:r>
                                <w:r>
                                  <w:tab/>
                                </w:r>
                                <w:r>
                                  <w:tab/>
                                </w:r>
                                <w:r w:rsidR="0021094C">
                                  <w:t>1234</w:t>
                                </w:r>
                                <w:r w:rsidR="00AB13FB">
                                  <w:t>567</w:t>
                                </w:r>
                              </w:p>
                              <w:p w14:paraId="27E10FC1" w14:textId="77777777" w:rsidR="000C094E" w:rsidRDefault="000C094E" w:rsidP="00463BC7">
                                <w:pPr>
                                  <w:pStyle w:val="BasicTextIndentation"/>
                                </w:pPr>
                              </w:p>
                              <w:p w14:paraId="20451560" w14:textId="25256D5B" w:rsidR="00CC1481" w:rsidRDefault="00CC1481" w:rsidP="00463BC7">
                                <w:pPr>
                                  <w:pStyle w:val="BasicTextIndentation"/>
                                </w:pPr>
                                <w:r>
                                  <w:t>Abgabetermin:</w:t>
                                </w:r>
                                <w:r>
                                  <w:tab/>
                                </w:r>
                                <w:r w:rsidR="00087388">
                                  <w:tab/>
                                </w:r>
                                <w:r>
                                  <w:t>JJJJ-MM-TT</w:t>
                                </w:r>
                              </w:p>
                              <w:p w14:paraId="20451561" w14:textId="77777777" w:rsidR="00CC1481" w:rsidRDefault="00CC148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0451542" id="Text Box 10" o:spid="_x0000_s1027" type="#_x0000_t202" style="position:absolute;margin-left:64.85pt;margin-top:489.9pt;width:323.55pt;height:212.3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" stroked="f">
                    <v:textbox>
                      <w:txbxContent>
                        <w:p w14:paraId="2045155C" w14:textId="61130A17" w:rsidR="00CC1481" w:rsidRDefault="002B329E" w:rsidP="00463BC7">
                          <w:pPr>
                            <w:pStyle w:val="BasicTextIndentation"/>
                          </w:pPr>
                          <w:r>
                            <w:t>Betreuer</w:t>
                          </w:r>
                          <w:r w:rsidR="00CC1481">
                            <w:t>:</w:t>
                          </w:r>
                          <w:r w:rsidR="00CC1481">
                            <w:tab/>
                          </w:r>
                          <w:r w:rsidR="00532C42">
                            <w:tab/>
                          </w:r>
                          <w:r w:rsidR="00CC1481">
                            <w:t xml:space="preserve">Prof. </w:t>
                          </w:r>
                          <w:r w:rsidR="00DF250D">
                            <w:t>Dr. Daniel Beverungen</w:t>
                          </w:r>
                        </w:p>
                        <w:p w14:paraId="7469EAC8" w14:textId="295C7357" w:rsidR="00D73E14" w:rsidRDefault="00532C42" w:rsidP="00463BC7">
                          <w:pPr>
                            <w:pStyle w:val="BasicTextIndentation"/>
                          </w:pPr>
                          <w:r>
                            <w:t>wiss. Mitarbeiter:</w:t>
                          </w:r>
                          <w:r>
                            <w:tab/>
                          </w:r>
                          <w:r>
                            <w:tab/>
                          </w:r>
                          <w:r w:rsidR="00424CFF">
                            <w:t>Vorname Mittelname Nachname</w:t>
                          </w:r>
                        </w:p>
                        <w:p w14:paraId="2045155D" w14:textId="77777777" w:rsidR="00CC1481" w:rsidRDefault="00CC1481" w:rsidP="00463BC7">
                          <w:pPr>
                            <w:pStyle w:val="BasicTextIndentation"/>
                          </w:pPr>
                        </w:p>
                        <w:p w14:paraId="2045155E" w14:textId="1C86F159" w:rsidR="00CC1481" w:rsidRDefault="00CC1481" w:rsidP="00087388">
                          <w:pPr>
                            <w:pStyle w:val="BasicTextIndentation"/>
                            <w:ind w:left="2123" w:hanging="2123"/>
                          </w:pPr>
                          <w:r>
                            <w:t>vorgelegt von:</w:t>
                          </w:r>
                          <w:r>
                            <w:tab/>
                          </w:r>
                          <w:r w:rsidR="00424CFF">
                            <w:tab/>
                          </w:r>
                          <w:r w:rsidR="009B3456">
                            <w:t>Vorname Mittelname</w:t>
                          </w:r>
                          <w:r w:rsidR="00CD2404">
                            <w:t xml:space="preserve"> Nachname</w:t>
                          </w:r>
                          <w:r>
                            <w:br/>
                            <w:t>Semesteranschrift</w:t>
                          </w:r>
                          <w:r>
                            <w:br/>
                            <w:t>PLZ Wohnort</w:t>
                          </w:r>
                          <w:r>
                            <w:br/>
                            <w:t>Telefonnummer</w:t>
                          </w:r>
                          <w:r>
                            <w:br/>
                          </w:r>
                          <w:hyperlink r:id="rId9" w:history="1">
                            <w:r w:rsidR="00467CC1" w:rsidRPr="003F4C75">
                              <w:rPr>
                                <w:rStyle w:val="Hyperlink"/>
                                <w:lang w:val="sv-SE"/>
                              </w:rPr>
                              <w:t>student@campus.uni-paderborn.de</w:t>
                            </w:r>
                          </w:hyperlink>
                        </w:p>
                        <w:p w14:paraId="3496BEC5" w14:textId="56561759" w:rsidR="005D70D0" w:rsidRDefault="005D70D0" w:rsidP="00087388">
                          <w:pPr>
                            <w:pStyle w:val="BasicTextIndentation"/>
                            <w:ind w:left="2123" w:hanging="2123"/>
                          </w:pPr>
                        </w:p>
                        <w:p w14:paraId="3FCA828E" w14:textId="612866B3" w:rsidR="00AB13FB" w:rsidRDefault="00AB13FB" w:rsidP="00087388">
                          <w:pPr>
                            <w:pStyle w:val="BasicTextIndentation"/>
                            <w:ind w:left="2123" w:hanging="2123"/>
                          </w:pPr>
                          <w:r>
                            <w:t>Studiengang:</w:t>
                          </w:r>
                          <w:r>
                            <w:tab/>
                            <w:t>B. Sc. Wirtschaftsinformatik</w:t>
                          </w:r>
                        </w:p>
                        <w:p w14:paraId="1CCDBCFF" w14:textId="77777777" w:rsidR="00AB13FB" w:rsidRDefault="00AB13FB" w:rsidP="00087388">
                          <w:pPr>
                            <w:pStyle w:val="BasicTextIndentation"/>
                            <w:ind w:left="2123" w:hanging="2123"/>
                          </w:pPr>
                        </w:p>
                        <w:p w14:paraId="2045155F" w14:textId="597771D0" w:rsidR="00CC1481" w:rsidRDefault="000C094E" w:rsidP="00463BC7">
                          <w:pPr>
                            <w:pStyle w:val="BasicTextIndentation"/>
                          </w:pPr>
                          <w:r>
                            <w:t>Matrikelnummer:</w:t>
                          </w:r>
                          <w:r>
                            <w:tab/>
                          </w:r>
                          <w:r>
                            <w:tab/>
                          </w:r>
                          <w:r w:rsidR="0021094C">
                            <w:t>1234</w:t>
                          </w:r>
                          <w:r w:rsidR="00AB13FB">
                            <w:t>567</w:t>
                          </w:r>
                        </w:p>
                        <w:p w14:paraId="27E10FC1" w14:textId="77777777" w:rsidR="000C094E" w:rsidRDefault="000C094E" w:rsidP="00463BC7">
                          <w:pPr>
                            <w:pStyle w:val="BasicTextIndentation"/>
                          </w:pPr>
                        </w:p>
                        <w:p w14:paraId="20451560" w14:textId="25256D5B" w:rsidR="00CC1481" w:rsidRDefault="00CC1481" w:rsidP="00463BC7">
                          <w:pPr>
                            <w:pStyle w:val="BasicTextIndentation"/>
                          </w:pPr>
                          <w:r>
                            <w:t>Abgabetermin:</w:t>
                          </w:r>
                          <w:r>
                            <w:tab/>
                          </w:r>
                          <w:r w:rsidR="00087388">
                            <w:tab/>
                          </w:r>
                          <w:r>
                            <w:t>JJJJ-MM-TT</w:t>
                          </w:r>
                        </w:p>
                        <w:p w14:paraId="20451561" w14:textId="77777777" w:rsidR="00CC1481" w:rsidRDefault="00CC1481"/>
                      </w:txbxContent>
                    </v:textbox>
                    <w10:wrap anchorx="margin"/>
                  </v:shape>
                </w:pict>
              </mc:Fallback>
            </mc:AlternateContent>
          </w:r>
          <w:r w:rsidR="00F86347">
            <w:br w:type="page"/>
          </w:r>
        </w:p>
      </w:sdtContent>
    </w:sdt>
    <w:p w14:paraId="204514C0" w14:textId="77777777" w:rsidR="00297DC8" w:rsidRDefault="00297DC8" w:rsidP="00D85134">
      <w:pPr>
        <w:pStyle w:val="BasicTextHeading1look-alike"/>
        <w:numPr>
          <w:ilvl w:val="0"/>
          <w:numId w:val="0"/>
        </w:numPr>
      </w:pPr>
      <w:r w:rsidRPr="00D85134">
        <w:lastRenderedPageBreak/>
        <w:t>Inhaltsverzeichnis</w:t>
      </w:r>
    </w:p>
    <w:p w14:paraId="39DFF5F1" w14:textId="6551DCE5" w:rsidR="00A37F80" w:rsidRDefault="00DB0A32">
      <w:pPr>
        <w:pStyle w:val="Verzeichnis1"/>
        <w:rPr>
          <w:rFonts w:asciiTheme="minorHAnsi" w:eastAsiaTheme="minorEastAsia" w:hAnsiTheme="minorHAnsi" w:cstheme="minorBidi"/>
          <w:sz w:val="22"/>
          <w:szCs w:val="22"/>
          <w:lang w:val="en-US" w:eastAsia="en-US"/>
        </w:rPr>
      </w:pPr>
      <w:r>
        <w:rPr>
          <w:i/>
        </w:rPr>
        <w:fldChar w:fldCharType="begin"/>
      </w:r>
      <w:r w:rsidR="00E8643D">
        <w:rPr>
          <w:i/>
        </w:rPr>
        <w:instrText xml:space="preserve"> TOC \o "1-4" \h \z \t "Überschrift 8;2;Überschrift 9;3;Grundtext (wie Überschr1);1" </w:instrText>
      </w:r>
      <w:r>
        <w:rPr>
          <w:i/>
        </w:rPr>
        <w:fldChar w:fldCharType="separate"/>
      </w:r>
      <w:hyperlink w:anchor="_Toc30515273" w:history="1">
        <w:r w:rsidR="00A37F80" w:rsidRPr="0067089D">
          <w:rPr>
            <w:rStyle w:val="Hyperlink"/>
          </w:rPr>
          <w:t>Abbildungsverzeichnis</w:t>
        </w:r>
        <w:r w:rsidR="00A37F80">
          <w:rPr>
            <w:webHidden/>
          </w:rPr>
          <w:tab/>
        </w:r>
        <w:r w:rsidR="00A37F80">
          <w:rPr>
            <w:webHidden/>
          </w:rPr>
          <w:fldChar w:fldCharType="begin"/>
        </w:r>
        <w:r w:rsidR="00A37F80">
          <w:rPr>
            <w:webHidden/>
          </w:rPr>
          <w:instrText xml:space="preserve"> PAGEREF _Toc30515273 \h </w:instrText>
        </w:r>
        <w:r w:rsidR="00A37F80">
          <w:rPr>
            <w:webHidden/>
          </w:rPr>
        </w:r>
        <w:r w:rsidR="00A37F80">
          <w:rPr>
            <w:webHidden/>
          </w:rPr>
          <w:fldChar w:fldCharType="separate"/>
        </w:r>
        <w:r w:rsidR="00A37F80">
          <w:rPr>
            <w:webHidden/>
          </w:rPr>
          <w:t>3</w:t>
        </w:r>
        <w:r w:rsidR="00A37F80">
          <w:rPr>
            <w:webHidden/>
          </w:rPr>
          <w:fldChar w:fldCharType="end"/>
        </w:r>
      </w:hyperlink>
    </w:p>
    <w:p w14:paraId="5FEAE5CE" w14:textId="30F968AB" w:rsidR="00A37F80" w:rsidRDefault="00822156">
      <w:pPr>
        <w:pStyle w:val="Verzeichnis1"/>
        <w:rPr>
          <w:rFonts w:asciiTheme="minorHAnsi" w:eastAsiaTheme="minorEastAsia" w:hAnsiTheme="minorHAnsi" w:cstheme="minorBidi"/>
          <w:sz w:val="22"/>
          <w:szCs w:val="22"/>
          <w:lang w:val="en-US" w:eastAsia="en-US"/>
        </w:rPr>
      </w:pPr>
      <w:hyperlink w:anchor="_Toc30515274" w:history="1">
        <w:r w:rsidR="00A37F80" w:rsidRPr="0067089D">
          <w:rPr>
            <w:rStyle w:val="Hyperlink"/>
          </w:rPr>
          <w:t>Tabellenverzeichnis</w:t>
        </w:r>
        <w:r w:rsidR="00A37F80">
          <w:rPr>
            <w:webHidden/>
          </w:rPr>
          <w:tab/>
        </w:r>
        <w:r w:rsidR="00A37F80">
          <w:rPr>
            <w:webHidden/>
          </w:rPr>
          <w:fldChar w:fldCharType="begin"/>
        </w:r>
        <w:r w:rsidR="00A37F80">
          <w:rPr>
            <w:webHidden/>
          </w:rPr>
          <w:instrText xml:space="preserve"> PAGEREF _Toc30515274 \h </w:instrText>
        </w:r>
        <w:r w:rsidR="00A37F80">
          <w:rPr>
            <w:webHidden/>
          </w:rPr>
        </w:r>
        <w:r w:rsidR="00A37F80">
          <w:rPr>
            <w:webHidden/>
          </w:rPr>
          <w:fldChar w:fldCharType="separate"/>
        </w:r>
        <w:r w:rsidR="00A37F80">
          <w:rPr>
            <w:webHidden/>
          </w:rPr>
          <w:t>4</w:t>
        </w:r>
        <w:r w:rsidR="00A37F80">
          <w:rPr>
            <w:webHidden/>
          </w:rPr>
          <w:fldChar w:fldCharType="end"/>
        </w:r>
      </w:hyperlink>
    </w:p>
    <w:p w14:paraId="517F0612" w14:textId="17101653" w:rsidR="00A37F80" w:rsidRDefault="00822156">
      <w:pPr>
        <w:pStyle w:val="Verzeichnis1"/>
        <w:rPr>
          <w:rFonts w:asciiTheme="minorHAnsi" w:eastAsiaTheme="minorEastAsia" w:hAnsiTheme="minorHAnsi" w:cstheme="minorBidi"/>
          <w:sz w:val="22"/>
          <w:szCs w:val="22"/>
          <w:lang w:val="en-US" w:eastAsia="en-US"/>
        </w:rPr>
      </w:pPr>
      <w:hyperlink w:anchor="_Toc30515275" w:history="1">
        <w:r w:rsidR="00A37F80" w:rsidRPr="0067089D">
          <w:rPr>
            <w:rStyle w:val="Hyperlink"/>
          </w:rPr>
          <w:t>Abkürzungsverzeichnis</w:t>
        </w:r>
        <w:r w:rsidR="00A37F80">
          <w:rPr>
            <w:webHidden/>
          </w:rPr>
          <w:tab/>
        </w:r>
        <w:r w:rsidR="00A37F80">
          <w:rPr>
            <w:webHidden/>
          </w:rPr>
          <w:fldChar w:fldCharType="begin"/>
        </w:r>
        <w:r w:rsidR="00A37F80">
          <w:rPr>
            <w:webHidden/>
          </w:rPr>
          <w:instrText xml:space="preserve"> PAGEREF _Toc30515275 \h </w:instrText>
        </w:r>
        <w:r w:rsidR="00A37F80">
          <w:rPr>
            <w:webHidden/>
          </w:rPr>
        </w:r>
        <w:r w:rsidR="00A37F80">
          <w:rPr>
            <w:webHidden/>
          </w:rPr>
          <w:fldChar w:fldCharType="separate"/>
        </w:r>
        <w:r w:rsidR="00A37F80">
          <w:rPr>
            <w:webHidden/>
          </w:rPr>
          <w:t>5</w:t>
        </w:r>
        <w:r w:rsidR="00A37F80">
          <w:rPr>
            <w:webHidden/>
          </w:rPr>
          <w:fldChar w:fldCharType="end"/>
        </w:r>
      </w:hyperlink>
    </w:p>
    <w:p w14:paraId="1118D282" w14:textId="0140CF05" w:rsidR="00A37F80" w:rsidRDefault="00822156">
      <w:pPr>
        <w:pStyle w:val="Verzeichnis1"/>
        <w:rPr>
          <w:rFonts w:asciiTheme="minorHAnsi" w:eastAsiaTheme="minorEastAsia" w:hAnsiTheme="minorHAnsi" w:cstheme="minorBidi"/>
          <w:sz w:val="22"/>
          <w:szCs w:val="22"/>
          <w:lang w:val="en-US" w:eastAsia="en-US"/>
        </w:rPr>
      </w:pPr>
      <w:hyperlink w:anchor="_Toc30515276" w:history="1">
        <w:r w:rsidR="00A37F80" w:rsidRPr="0067089D">
          <w:rPr>
            <w:rStyle w:val="Hyperlink"/>
          </w:rPr>
          <w:t>Symbolverzeichnis</w:t>
        </w:r>
        <w:r w:rsidR="00A37F80">
          <w:rPr>
            <w:webHidden/>
          </w:rPr>
          <w:tab/>
        </w:r>
        <w:r w:rsidR="00A37F80">
          <w:rPr>
            <w:webHidden/>
          </w:rPr>
          <w:fldChar w:fldCharType="begin"/>
        </w:r>
        <w:r w:rsidR="00A37F80">
          <w:rPr>
            <w:webHidden/>
          </w:rPr>
          <w:instrText xml:space="preserve"> PAGEREF _Toc30515276 \h </w:instrText>
        </w:r>
        <w:r w:rsidR="00A37F80">
          <w:rPr>
            <w:webHidden/>
          </w:rPr>
        </w:r>
        <w:r w:rsidR="00A37F80">
          <w:rPr>
            <w:webHidden/>
          </w:rPr>
          <w:fldChar w:fldCharType="separate"/>
        </w:r>
        <w:r w:rsidR="00A37F80">
          <w:rPr>
            <w:webHidden/>
          </w:rPr>
          <w:t>6</w:t>
        </w:r>
        <w:r w:rsidR="00A37F80">
          <w:rPr>
            <w:webHidden/>
          </w:rPr>
          <w:fldChar w:fldCharType="end"/>
        </w:r>
      </w:hyperlink>
    </w:p>
    <w:p w14:paraId="00508345" w14:textId="305B63B2" w:rsidR="00A37F80" w:rsidRDefault="00822156">
      <w:pPr>
        <w:pStyle w:val="Verzeichnis1"/>
        <w:rPr>
          <w:rFonts w:asciiTheme="minorHAnsi" w:eastAsiaTheme="minorEastAsia" w:hAnsiTheme="minorHAnsi" w:cstheme="minorBidi"/>
          <w:sz w:val="22"/>
          <w:szCs w:val="22"/>
          <w:lang w:val="en-US" w:eastAsia="en-US"/>
        </w:rPr>
      </w:pPr>
      <w:hyperlink w:anchor="_Toc30515277" w:history="1">
        <w:r w:rsidR="00A37F80" w:rsidRPr="0067089D">
          <w:rPr>
            <w:rStyle w:val="Hyperlink"/>
          </w:rPr>
          <w:t>Rechtliche Hinweise</w:t>
        </w:r>
        <w:r w:rsidR="00A37F80">
          <w:rPr>
            <w:webHidden/>
          </w:rPr>
          <w:tab/>
        </w:r>
        <w:r w:rsidR="00A37F80">
          <w:rPr>
            <w:webHidden/>
          </w:rPr>
          <w:fldChar w:fldCharType="begin"/>
        </w:r>
        <w:r w:rsidR="00A37F80">
          <w:rPr>
            <w:webHidden/>
          </w:rPr>
          <w:instrText xml:space="preserve"> PAGEREF _Toc30515277 \h </w:instrText>
        </w:r>
        <w:r w:rsidR="00A37F80">
          <w:rPr>
            <w:webHidden/>
          </w:rPr>
        </w:r>
        <w:r w:rsidR="00A37F80">
          <w:rPr>
            <w:webHidden/>
          </w:rPr>
          <w:fldChar w:fldCharType="separate"/>
        </w:r>
        <w:r w:rsidR="00A37F80">
          <w:rPr>
            <w:webHidden/>
          </w:rPr>
          <w:t>7</w:t>
        </w:r>
        <w:r w:rsidR="00A37F80">
          <w:rPr>
            <w:webHidden/>
          </w:rPr>
          <w:fldChar w:fldCharType="end"/>
        </w:r>
      </w:hyperlink>
    </w:p>
    <w:p w14:paraId="2BC8B0D4" w14:textId="1D090184" w:rsidR="00A37F80" w:rsidRDefault="00822156">
      <w:pPr>
        <w:pStyle w:val="Verzeichnis1"/>
        <w:rPr>
          <w:rFonts w:asciiTheme="minorHAnsi" w:eastAsiaTheme="minorEastAsia" w:hAnsiTheme="minorHAnsi" w:cstheme="minorBidi"/>
          <w:sz w:val="22"/>
          <w:szCs w:val="22"/>
          <w:lang w:val="en-US" w:eastAsia="en-US"/>
        </w:rPr>
      </w:pPr>
      <w:hyperlink w:anchor="_Toc30515278" w:history="1">
        <w:r w:rsidR="00A37F80" w:rsidRPr="0067089D">
          <w:rPr>
            <w:rStyle w:val="Hyperlink"/>
          </w:rPr>
          <w:t>1</w:t>
        </w:r>
        <w:r w:rsidR="00A37F80">
          <w:rPr>
            <w:rFonts w:asciiTheme="minorHAnsi" w:eastAsiaTheme="minorEastAsia" w:hAnsiTheme="minorHAnsi" w:cstheme="minorBidi"/>
            <w:sz w:val="22"/>
            <w:szCs w:val="22"/>
            <w:lang w:val="en-US" w:eastAsia="en-US"/>
          </w:rPr>
          <w:tab/>
        </w:r>
        <w:r w:rsidR="00A37F80" w:rsidRPr="0067089D">
          <w:rPr>
            <w:rStyle w:val="Hyperlink"/>
          </w:rPr>
          <w:t>Einleitung</w:t>
        </w:r>
        <w:r w:rsidR="00A37F80">
          <w:rPr>
            <w:webHidden/>
          </w:rPr>
          <w:tab/>
        </w:r>
        <w:r w:rsidR="00A37F80">
          <w:rPr>
            <w:webHidden/>
          </w:rPr>
          <w:fldChar w:fldCharType="begin"/>
        </w:r>
        <w:r w:rsidR="00A37F80">
          <w:rPr>
            <w:webHidden/>
          </w:rPr>
          <w:instrText xml:space="preserve"> PAGEREF _Toc30515278 \h </w:instrText>
        </w:r>
        <w:r w:rsidR="00A37F80">
          <w:rPr>
            <w:webHidden/>
          </w:rPr>
        </w:r>
        <w:r w:rsidR="00A37F80">
          <w:rPr>
            <w:webHidden/>
          </w:rPr>
          <w:fldChar w:fldCharType="separate"/>
        </w:r>
        <w:r w:rsidR="00A37F80">
          <w:rPr>
            <w:webHidden/>
          </w:rPr>
          <w:t>8</w:t>
        </w:r>
        <w:r w:rsidR="00A37F80">
          <w:rPr>
            <w:webHidden/>
          </w:rPr>
          <w:fldChar w:fldCharType="end"/>
        </w:r>
      </w:hyperlink>
    </w:p>
    <w:p w14:paraId="4D3488C9" w14:textId="76600A77" w:rsidR="00A37F80" w:rsidRDefault="00822156">
      <w:pPr>
        <w:pStyle w:val="Verzeichnis1"/>
        <w:rPr>
          <w:rFonts w:asciiTheme="minorHAnsi" w:eastAsiaTheme="minorEastAsia" w:hAnsiTheme="minorHAnsi" w:cstheme="minorBidi"/>
          <w:sz w:val="22"/>
          <w:szCs w:val="22"/>
          <w:lang w:val="en-US" w:eastAsia="en-US"/>
        </w:rPr>
      </w:pPr>
      <w:hyperlink w:anchor="_Toc30515279" w:history="1">
        <w:r w:rsidR="00A37F80" w:rsidRPr="0067089D">
          <w:rPr>
            <w:rStyle w:val="Hyperlink"/>
          </w:rPr>
          <w:t>2</w:t>
        </w:r>
        <w:r w:rsidR="00A37F80">
          <w:rPr>
            <w:rFonts w:asciiTheme="minorHAnsi" w:eastAsiaTheme="minorEastAsia" w:hAnsiTheme="minorHAnsi" w:cstheme="minorBidi"/>
            <w:sz w:val="22"/>
            <w:szCs w:val="22"/>
            <w:lang w:val="en-US" w:eastAsia="en-US"/>
          </w:rPr>
          <w:tab/>
        </w:r>
        <w:r w:rsidR="00A37F80" w:rsidRPr="0067089D">
          <w:rPr>
            <w:rStyle w:val="Hyperlink"/>
          </w:rPr>
          <w:t>Erster Abschnitt des Hauptteils</w:t>
        </w:r>
        <w:r w:rsidR="00A37F80">
          <w:rPr>
            <w:webHidden/>
          </w:rPr>
          <w:tab/>
        </w:r>
        <w:r w:rsidR="00A37F80">
          <w:rPr>
            <w:webHidden/>
          </w:rPr>
          <w:fldChar w:fldCharType="begin"/>
        </w:r>
        <w:r w:rsidR="00A37F80">
          <w:rPr>
            <w:webHidden/>
          </w:rPr>
          <w:instrText xml:space="preserve"> PAGEREF _Toc30515279 \h </w:instrText>
        </w:r>
        <w:r w:rsidR="00A37F80">
          <w:rPr>
            <w:webHidden/>
          </w:rPr>
        </w:r>
        <w:r w:rsidR="00A37F80">
          <w:rPr>
            <w:webHidden/>
          </w:rPr>
          <w:fldChar w:fldCharType="separate"/>
        </w:r>
        <w:r w:rsidR="00A37F80">
          <w:rPr>
            <w:webHidden/>
          </w:rPr>
          <w:t>9</w:t>
        </w:r>
        <w:r w:rsidR="00A37F80">
          <w:rPr>
            <w:webHidden/>
          </w:rPr>
          <w:fldChar w:fldCharType="end"/>
        </w:r>
      </w:hyperlink>
    </w:p>
    <w:p w14:paraId="73707217" w14:textId="74796257" w:rsidR="00A37F80" w:rsidRDefault="00822156">
      <w:pPr>
        <w:pStyle w:val="Verzeichnis2"/>
        <w:tabs>
          <w:tab w:val="left" w:pos="1276"/>
        </w:tabs>
        <w:rPr>
          <w:rFonts w:asciiTheme="minorHAnsi" w:eastAsiaTheme="minorEastAsia" w:hAnsiTheme="minorHAnsi" w:cstheme="minorBidi"/>
          <w:sz w:val="22"/>
          <w:szCs w:val="22"/>
          <w:lang w:val="en-US" w:eastAsia="en-US"/>
        </w:rPr>
      </w:pPr>
      <w:hyperlink w:anchor="_Toc30515280" w:history="1">
        <w:r w:rsidR="00A37F80" w:rsidRPr="0067089D">
          <w:rPr>
            <w:rStyle w:val="Hyperlink"/>
          </w:rPr>
          <w:t>2.1</w:t>
        </w:r>
        <w:r w:rsidR="00A37F80">
          <w:rPr>
            <w:rFonts w:asciiTheme="minorHAnsi" w:eastAsiaTheme="minorEastAsia" w:hAnsiTheme="minorHAnsi" w:cstheme="minorBidi"/>
            <w:sz w:val="22"/>
            <w:szCs w:val="22"/>
            <w:lang w:val="en-US" w:eastAsia="en-US"/>
          </w:rPr>
          <w:tab/>
        </w:r>
        <w:r w:rsidR="00A37F80" w:rsidRPr="0067089D">
          <w:rPr>
            <w:rStyle w:val="Hyperlink"/>
          </w:rPr>
          <w:t>Erster Unterabschnitt</w:t>
        </w:r>
        <w:r w:rsidR="00A37F80">
          <w:rPr>
            <w:webHidden/>
          </w:rPr>
          <w:tab/>
        </w:r>
        <w:r w:rsidR="00A37F80">
          <w:rPr>
            <w:webHidden/>
          </w:rPr>
          <w:fldChar w:fldCharType="begin"/>
        </w:r>
        <w:r w:rsidR="00A37F80">
          <w:rPr>
            <w:webHidden/>
          </w:rPr>
          <w:instrText xml:space="preserve"> PAGEREF _Toc30515280 \h </w:instrText>
        </w:r>
        <w:r w:rsidR="00A37F80">
          <w:rPr>
            <w:webHidden/>
          </w:rPr>
        </w:r>
        <w:r w:rsidR="00A37F80">
          <w:rPr>
            <w:webHidden/>
          </w:rPr>
          <w:fldChar w:fldCharType="separate"/>
        </w:r>
        <w:r w:rsidR="00A37F80">
          <w:rPr>
            <w:webHidden/>
          </w:rPr>
          <w:t>9</w:t>
        </w:r>
        <w:r w:rsidR="00A37F80">
          <w:rPr>
            <w:webHidden/>
          </w:rPr>
          <w:fldChar w:fldCharType="end"/>
        </w:r>
      </w:hyperlink>
    </w:p>
    <w:p w14:paraId="3BD5CBD9" w14:textId="5AC6D8F9" w:rsidR="00A37F80" w:rsidRDefault="00822156">
      <w:pPr>
        <w:pStyle w:val="Verzeichnis3"/>
        <w:tabs>
          <w:tab w:val="left" w:pos="1985"/>
        </w:tabs>
        <w:rPr>
          <w:rFonts w:asciiTheme="minorHAnsi" w:eastAsiaTheme="minorEastAsia" w:hAnsiTheme="minorHAnsi" w:cstheme="minorBidi"/>
          <w:sz w:val="22"/>
          <w:szCs w:val="22"/>
          <w:lang w:val="en-US" w:eastAsia="en-US"/>
        </w:rPr>
      </w:pPr>
      <w:hyperlink w:anchor="_Toc30515281" w:history="1">
        <w:r w:rsidR="00A37F80" w:rsidRPr="0067089D">
          <w:rPr>
            <w:rStyle w:val="Hyperlink"/>
          </w:rPr>
          <w:t>2.1.1</w:t>
        </w:r>
        <w:r w:rsidR="00A37F80">
          <w:rPr>
            <w:rFonts w:asciiTheme="minorHAnsi" w:eastAsiaTheme="minorEastAsia" w:hAnsiTheme="minorHAnsi" w:cstheme="minorBidi"/>
            <w:sz w:val="22"/>
            <w:szCs w:val="22"/>
            <w:lang w:val="en-US" w:eastAsia="en-US"/>
          </w:rPr>
          <w:tab/>
        </w:r>
        <w:r w:rsidR="00A37F80" w:rsidRPr="0067089D">
          <w:rPr>
            <w:rStyle w:val="Hyperlink"/>
          </w:rPr>
          <w:t>Erster Unterabschnitt auf dritter Ebene</w:t>
        </w:r>
        <w:r w:rsidR="00A37F80">
          <w:rPr>
            <w:webHidden/>
          </w:rPr>
          <w:tab/>
        </w:r>
        <w:r w:rsidR="00A37F80">
          <w:rPr>
            <w:webHidden/>
          </w:rPr>
          <w:fldChar w:fldCharType="begin"/>
        </w:r>
        <w:r w:rsidR="00A37F80">
          <w:rPr>
            <w:webHidden/>
          </w:rPr>
          <w:instrText xml:space="preserve"> PAGEREF _Toc30515281 \h </w:instrText>
        </w:r>
        <w:r w:rsidR="00A37F80">
          <w:rPr>
            <w:webHidden/>
          </w:rPr>
        </w:r>
        <w:r w:rsidR="00A37F80">
          <w:rPr>
            <w:webHidden/>
          </w:rPr>
          <w:fldChar w:fldCharType="separate"/>
        </w:r>
        <w:r w:rsidR="00A37F80">
          <w:rPr>
            <w:webHidden/>
          </w:rPr>
          <w:t>9</w:t>
        </w:r>
        <w:r w:rsidR="00A37F80">
          <w:rPr>
            <w:webHidden/>
          </w:rPr>
          <w:fldChar w:fldCharType="end"/>
        </w:r>
      </w:hyperlink>
    </w:p>
    <w:p w14:paraId="13FA2877" w14:textId="1F6876F0" w:rsidR="00A37F80" w:rsidRDefault="00822156">
      <w:pPr>
        <w:pStyle w:val="Verzeichnis3"/>
        <w:tabs>
          <w:tab w:val="left" w:pos="1985"/>
        </w:tabs>
        <w:rPr>
          <w:rFonts w:asciiTheme="minorHAnsi" w:eastAsiaTheme="minorEastAsia" w:hAnsiTheme="minorHAnsi" w:cstheme="minorBidi"/>
          <w:sz w:val="22"/>
          <w:szCs w:val="22"/>
          <w:lang w:val="en-US" w:eastAsia="en-US"/>
        </w:rPr>
      </w:pPr>
      <w:hyperlink w:anchor="_Toc30515282" w:history="1">
        <w:r w:rsidR="00A37F80" w:rsidRPr="0067089D">
          <w:rPr>
            <w:rStyle w:val="Hyperlink"/>
          </w:rPr>
          <w:t>2.1.2</w:t>
        </w:r>
        <w:r w:rsidR="00A37F80">
          <w:rPr>
            <w:rFonts w:asciiTheme="minorHAnsi" w:eastAsiaTheme="minorEastAsia" w:hAnsiTheme="minorHAnsi" w:cstheme="minorBidi"/>
            <w:sz w:val="22"/>
            <w:szCs w:val="22"/>
            <w:lang w:val="en-US" w:eastAsia="en-US"/>
          </w:rPr>
          <w:tab/>
        </w:r>
        <w:r w:rsidR="00A37F80" w:rsidRPr="0067089D">
          <w:rPr>
            <w:rStyle w:val="Hyperlink"/>
          </w:rPr>
          <w:t>Zweiter Unterabschnitt auf dritter Ebene</w:t>
        </w:r>
        <w:r w:rsidR="00A37F80">
          <w:rPr>
            <w:webHidden/>
          </w:rPr>
          <w:tab/>
        </w:r>
        <w:r w:rsidR="00A37F80">
          <w:rPr>
            <w:webHidden/>
          </w:rPr>
          <w:fldChar w:fldCharType="begin"/>
        </w:r>
        <w:r w:rsidR="00A37F80">
          <w:rPr>
            <w:webHidden/>
          </w:rPr>
          <w:instrText xml:space="preserve"> PAGEREF _Toc30515282 \h </w:instrText>
        </w:r>
        <w:r w:rsidR="00A37F80">
          <w:rPr>
            <w:webHidden/>
          </w:rPr>
        </w:r>
        <w:r w:rsidR="00A37F80">
          <w:rPr>
            <w:webHidden/>
          </w:rPr>
          <w:fldChar w:fldCharType="separate"/>
        </w:r>
        <w:r w:rsidR="00A37F80">
          <w:rPr>
            <w:webHidden/>
          </w:rPr>
          <w:t>9</w:t>
        </w:r>
        <w:r w:rsidR="00A37F80">
          <w:rPr>
            <w:webHidden/>
          </w:rPr>
          <w:fldChar w:fldCharType="end"/>
        </w:r>
      </w:hyperlink>
    </w:p>
    <w:p w14:paraId="7EEF0E88" w14:textId="741B24A5" w:rsidR="00A37F80" w:rsidRDefault="00822156">
      <w:pPr>
        <w:pStyle w:val="Verzeichnis2"/>
        <w:tabs>
          <w:tab w:val="left" w:pos="1276"/>
        </w:tabs>
        <w:rPr>
          <w:rFonts w:asciiTheme="minorHAnsi" w:eastAsiaTheme="minorEastAsia" w:hAnsiTheme="minorHAnsi" w:cstheme="minorBidi"/>
          <w:sz w:val="22"/>
          <w:szCs w:val="22"/>
          <w:lang w:val="en-US" w:eastAsia="en-US"/>
        </w:rPr>
      </w:pPr>
      <w:hyperlink w:anchor="_Toc30515283" w:history="1">
        <w:r w:rsidR="00A37F80" w:rsidRPr="0067089D">
          <w:rPr>
            <w:rStyle w:val="Hyperlink"/>
          </w:rPr>
          <w:t>2.2</w:t>
        </w:r>
        <w:r w:rsidR="00A37F80">
          <w:rPr>
            <w:rFonts w:asciiTheme="minorHAnsi" w:eastAsiaTheme="minorEastAsia" w:hAnsiTheme="minorHAnsi" w:cstheme="minorBidi"/>
            <w:sz w:val="22"/>
            <w:szCs w:val="22"/>
            <w:lang w:val="en-US" w:eastAsia="en-US"/>
          </w:rPr>
          <w:tab/>
        </w:r>
        <w:r w:rsidR="00A37F80" w:rsidRPr="0067089D">
          <w:rPr>
            <w:rStyle w:val="Hyperlink"/>
          </w:rPr>
          <w:t>Zweiter Unterabschnitt</w:t>
        </w:r>
        <w:r w:rsidR="00A37F80">
          <w:rPr>
            <w:webHidden/>
          </w:rPr>
          <w:tab/>
        </w:r>
        <w:r w:rsidR="00A37F80">
          <w:rPr>
            <w:webHidden/>
          </w:rPr>
          <w:fldChar w:fldCharType="begin"/>
        </w:r>
        <w:r w:rsidR="00A37F80">
          <w:rPr>
            <w:webHidden/>
          </w:rPr>
          <w:instrText xml:space="preserve"> PAGEREF _Toc30515283 \h </w:instrText>
        </w:r>
        <w:r w:rsidR="00A37F80">
          <w:rPr>
            <w:webHidden/>
          </w:rPr>
        </w:r>
        <w:r w:rsidR="00A37F80">
          <w:rPr>
            <w:webHidden/>
          </w:rPr>
          <w:fldChar w:fldCharType="separate"/>
        </w:r>
        <w:r w:rsidR="00A37F80">
          <w:rPr>
            <w:webHidden/>
          </w:rPr>
          <w:t>9</w:t>
        </w:r>
        <w:r w:rsidR="00A37F80">
          <w:rPr>
            <w:webHidden/>
          </w:rPr>
          <w:fldChar w:fldCharType="end"/>
        </w:r>
      </w:hyperlink>
    </w:p>
    <w:p w14:paraId="340D652D" w14:textId="320CC018" w:rsidR="00A37F80" w:rsidRDefault="00822156">
      <w:pPr>
        <w:pStyle w:val="Verzeichnis1"/>
        <w:rPr>
          <w:rFonts w:asciiTheme="minorHAnsi" w:eastAsiaTheme="minorEastAsia" w:hAnsiTheme="minorHAnsi" w:cstheme="minorBidi"/>
          <w:sz w:val="22"/>
          <w:szCs w:val="22"/>
          <w:lang w:val="en-US" w:eastAsia="en-US"/>
        </w:rPr>
      </w:pPr>
      <w:hyperlink w:anchor="_Toc30515284" w:history="1">
        <w:r w:rsidR="00A37F80" w:rsidRPr="0067089D">
          <w:rPr>
            <w:rStyle w:val="Hyperlink"/>
          </w:rPr>
          <w:t>3</w:t>
        </w:r>
        <w:r w:rsidR="00A37F80">
          <w:rPr>
            <w:rFonts w:asciiTheme="minorHAnsi" w:eastAsiaTheme="minorEastAsia" w:hAnsiTheme="minorHAnsi" w:cstheme="minorBidi"/>
            <w:sz w:val="22"/>
            <w:szCs w:val="22"/>
            <w:lang w:val="en-US" w:eastAsia="en-US"/>
          </w:rPr>
          <w:tab/>
        </w:r>
        <w:r w:rsidR="00A37F80" w:rsidRPr="0067089D">
          <w:rPr>
            <w:rStyle w:val="Hyperlink"/>
          </w:rPr>
          <w:t>Erste Schritte der Abschlussarbeit</w:t>
        </w:r>
        <w:r w:rsidR="00A37F80">
          <w:rPr>
            <w:webHidden/>
          </w:rPr>
          <w:tab/>
        </w:r>
        <w:r w:rsidR="00A37F80">
          <w:rPr>
            <w:webHidden/>
          </w:rPr>
          <w:fldChar w:fldCharType="begin"/>
        </w:r>
        <w:r w:rsidR="00A37F80">
          <w:rPr>
            <w:webHidden/>
          </w:rPr>
          <w:instrText xml:space="preserve"> PAGEREF _Toc30515284 \h </w:instrText>
        </w:r>
        <w:r w:rsidR="00A37F80">
          <w:rPr>
            <w:webHidden/>
          </w:rPr>
        </w:r>
        <w:r w:rsidR="00A37F80">
          <w:rPr>
            <w:webHidden/>
          </w:rPr>
          <w:fldChar w:fldCharType="separate"/>
        </w:r>
        <w:r w:rsidR="00A37F80">
          <w:rPr>
            <w:webHidden/>
          </w:rPr>
          <w:t>11</w:t>
        </w:r>
        <w:r w:rsidR="00A37F80">
          <w:rPr>
            <w:webHidden/>
          </w:rPr>
          <w:fldChar w:fldCharType="end"/>
        </w:r>
      </w:hyperlink>
    </w:p>
    <w:p w14:paraId="00EF4D3D" w14:textId="18B99896" w:rsidR="00A37F80" w:rsidRDefault="00822156">
      <w:pPr>
        <w:pStyle w:val="Verzeichnis1"/>
        <w:rPr>
          <w:rFonts w:asciiTheme="minorHAnsi" w:eastAsiaTheme="minorEastAsia" w:hAnsiTheme="minorHAnsi" w:cstheme="minorBidi"/>
          <w:sz w:val="22"/>
          <w:szCs w:val="22"/>
          <w:lang w:val="en-US" w:eastAsia="en-US"/>
        </w:rPr>
      </w:pPr>
      <w:hyperlink w:anchor="_Toc30515285" w:history="1">
        <w:r w:rsidR="00A37F80" w:rsidRPr="0067089D">
          <w:rPr>
            <w:rStyle w:val="Hyperlink"/>
          </w:rPr>
          <w:t>4</w:t>
        </w:r>
        <w:r w:rsidR="00A37F80">
          <w:rPr>
            <w:rFonts w:asciiTheme="minorHAnsi" w:eastAsiaTheme="minorEastAsia" w:hAnsiTheme="minorHAnsi" w:cstheme="minorBidi"/>
            <w:sz w:val="22"/>
            <w:szCs w:val="22"/>
            <w:lang w:val="en-US" w:eastAsia="en-US"/>
          </w:rPr>
          <w:tab/>
        </w:r>
        <w:r w:rsidR="00A37F80" w:rsidRPr="0067089D">
          <w:rPr>
            <w:rStyle w:val="Hyperlink"/>
          </w:rPr>
          <w:t>Verwendung von Abbildungen</w:t>
        </w:r>
        <w:r w:rsidR="00A37F80">
          <w:rPr>
            <w:webHidden/>
          </w:rPr>
          <w:tab/>
        </w:r>
        <w:r w:rsidR="00A37F80">
          <w:rPr>
            <w:webHidden/>
          </w:rPr>
          <w:fldChar w:fldCharType="begin"/>
        </w:r>
        <w:r w:rsidR="00A37F80">
          <w:rPr>
            <w:webHidden/>
          </w:rPr>
          <w:instrText xml:space="preserve"> PAGEREF _Toc30515285 \h </w:instrText>
        </w:r>
        <w:r w:rsidR="00A37F80">
          <w:rPr>
            <w:webHidden/>
          </w:rPr>
        </w:r>
        <w:r w:rsidR="00A37F80">
          <w:rPr>
            <w:webHidden/>
          </w:rPr>
          <w:fldChar w:fldCharType="separate"/>
        </w:r>
        <w:r w:rsidR="00A37F80">
          <w:rPr>
            <w:webHidden/>
          </w:rPr>
          <w:t>12</w:t>
        </w:r>
        <w:r w:rsidR="00A37F80">
          <w:rPr>
            <w:webHidden/>
          </w:rPr>
          <w:fldChar w:fldCharType="end"/>
        </w:r>
      </w:hyperlink>
    </w:p>
    <w:p w14:paraId="7772C11F" w14:textId="608ED906" w:rsidR="00A37F80" w:rsidRDefault="00822156">
      <w:pPr>
        <w:pStyle w:val="Verzeichnis1"/>
        <w:rPr>
          <w:rFonts w:asciiTheme="minorHAnsi" w:eastAsiaTheme="minorEastAsia" w:hAnsiTheme="minorHAnsi" w:cstheme="minorBidi"/>
          <w:sz w:val="22"/>
          <w:szCs w:val="22"/>
          <w:lang w:val="en-US" w:eastAsia="en-US"/>
        </w:rPr>
      </w:pPr>
      <w:hyperlink w:anchor="_Toc30515286" w:history="1">
        <w:r w:rsidR="00A37F80" w:rsidRPr="0067089D">
          <w:rPr>
            <w:rStyle w:val="Hyperlink"/>
          </w:rPr>
          <w:t>5</w:t>
        </w:r>
        <w:r w:rsidR="00A37F80">
          <w:rPr>
            <w:rFonts w:asciiTheme="minorHAnsi" w:eastAsiaTheme="minorEastAsia" w:hAnsiTheme="minorHAnsi" w:cstheme="minorBidi"/>
            <w:sz w:val="22"/>
            <w:szCs w:val="22"/>
            <w:lang w:val="en-US" w:eastAsia="en-US"/>
          </w:rPr>
          <w:tab/>
        </w:r>
        <w:r w:rsidR="00A37F80" w:rsidRPr="0067089D">
          <w:rPr>
            <w:rStyle w:val="Hyperlink"/>
          </w:rPr>
          <w:t>Verwendung von Tabellen</w:t>
        </w:r>
        <w:r w:rsidR="00A37F80">
          <w:rPr>
            <w:webHidden/>
          </w:rPr>
          <w:tab/>
        </w:r>
        <w:r w:rsidR="00A37F80">
          <w:rPr>
            <w:webHidden/>
          </w:rPr>
          <w:fldChar w:fldCharType="begin"/>
        </w:r>
        <w:r w:rsidR="00A37F80">
          <w:rPr>
            <w:webHidden/>
          </w:rPr>
          <w:instrText xml:space="preserve"> PAGEREF _Toc30515286 \h </w:instrText>
        </w:r>
        <w:r w:rsidR="00A37F80">
          <w:rPr>
            <w:webHidden/>
          </w:rPr>
        </w:r>
        <w:r w:rsidR="00A37F80">
          <w:rPr>
            <w:webHidden/>
          </w:rPr>
          <w:fldChar w:fldCharType="separate"/>
        </w:r>
        <w:r w:rsidR="00A37F80">
          <w:rPr>
            <w:webHidden/>
          </w:rPr>
          <w:t>14</w:t>
        </w:r>
        <w:r w:rsidR="00A37F80">
          <w:rPr>
            <w:webHidden/>
          </w:rPr>
          <w:fldChar w:fldCharType="end"/>
        </w:r>
      </w:hyperlink>
    </w:p>
    <w:p w14:paraId="0867C9A9" w14:textId="281195D2" w:rsidR="00A37F80" w:rsidRDefault="00822156">
      <w:pPr>
        <w:pStyle w:val="Verzeichnis1"/>
        <w:rPr>
          <w:rFonts w:asciiTheme="minorHAnsi" w:eastAsiaTheme="minorEastAsia" w:hAnsiTheme="minorHAnsi" w:cstheme="minorBidi"/>
          <w:sz w:val="22"/>
          <w:szCs w:val="22"/>
          <w:lang w:val="en-US" w:eastAsia="en-US"/>
        </w:rPr>
      </w:pPr>
      <w:hyperlink w:anchor="_Toc30515287" w:history="1">
        <w:r w:rsidR="00A37F80" w:rsidRPr="0067089D">
          <w:rPr>
            <w:rStyle w:val="Hyperlink"/>
          </w:rPr>
          <w:t>6</w:t>
        </w:r>
        <w:r w:rsidR="00A37F80">
          <w:rPr>
            <w:rFonts w:asciiTheme="minorHAnsi" w:eastAsiaTheme="minorEastAsia" w:hAnsiTheme="minorHAnsi" w:cstheme="minorBidi"/>
            <w:sz w:val="22"/>
            <w:szCs w:val="22"/>
            <w:lang w:val="en-US" w:eastAsia="en-US"/>
          </w:rPr>
          <w:tab/>
        </w:r>
        <w:r w:rsidR="00A37F80" w:rsidRPr="0067089D">
          <w:rPr>
            <w:rStyle w:val="Hyperlink"/>
          </w:rPr>
          <w:t>Zitation</w:t>
        </w:r>
        <w:r w:rsidR="00A37F80">
          <w:rPr>
            <w:webHidden/>
          </w:rPr>
          <w:tab/>
        </w:r>
        <w:r w:rsidR="00A37F80">
          <w:rPr>
            <w:webHidden/>
          </w:rPr>
          <w:fldChar w:fldCharType="begin"/>
        </w:r>
        <w:r w:rsidR="00A37F80">
          <w:rPr>
            <w:webHidden/>
          </w:rPr>
          <w:instrText xml:space="preserve"> PAGEREF _Toc30515287 \h </w:instrText>
        </w:r>
        <w:r w:rsidR="00A37F80">
          <w:rPr>
            <w:webHidden/>
          </w:rPr>
        </w:r>
        <w:r w:rsidR="00A37F80">
          <w:rPr>
            <w:webHidden/>
          </w:rPr>
          <w:fldChar w:fldCharType="separate"/>
        </w:r>
        <w:r w:rsidR="00A37F80">
          <w:rPr>
            <w:webHidden/>
          </w:rPr>
          <w:t>15</w:t>
        </w:r>
        <w:r w:rsidR="00A37F80">
          <w:rPr>
            <w:webHidden/>
          </w:rPr>
          <w:fldChar w:fldCharType="end"/>
        </w:r>
      </w:hyperlink>
    </w:p>
    <w:p w14:paraId="10B0201B" w14:textId="62C0DC2E" w:rsidR="00A37F80" w:rsidRDefault="00822156">
      <w:pPr>
        <w:pStyle w:val="Verzeichnis2"/>
        <w:tabs>
          <w:tab w:val="left" w:pos="1276"/>
        </w:tabs>
        <w:rPr>
          <w:rFonts w:asciiTheme="minorHAnsi" w:eastAsiaTheme="minorEastAsia" w:hAnsiTheme="minorHAnsi" w:cstheme="minorBidi"/>
          <w:sz w:val="22"/>
          <w:szCs w:val="22"/>
          <w:lang w:val="en-US" w:eastAsia="en-US"/>
        </w:rPr>
      </w:pPr>
      <w:hyperlink w:anchor="_Toc30515288" w:history="1">
        <w:r w:rsidR="00A37F80" w:rsidRPr="0067089D">
          <w:rPr>
            <w:rStyle w:val="Hyperlink"/>
          </w:rPr>
          <w:t>6.1</w:t>
        </w:r>
        <w:r w:rsidR="00A37F80">
          <w:rPr>
            <w:rFonts w:asciiTheme="minorHAnsi" w:eastAsiaTheme="minorEastAsia" w:hAnsiTheme="minorHAnsi" w:cstheme="minorBidi"/>
            <w:sz w:val="22"/>
            <w:szCs w:val="22"/>
            <w:lang w:val="en-US" w:eastAsia="en-US"/>
          </w:rPr>
          <w:tab/>
        </w:r>
        <w:r w:rsidR="00A37F80" w:rsidRPr="0067089D">
          <w:rPr>
            <w:rStyle w:val="Hyperlink"/>
          </w:rPr>
          <w:t>MISQ Stil</w:t>
        </w:r>
        <w:r w:rsidR="00A37F80">
          <w:rPr>
            <w:webHidden/>
          </w:rPr>
          <w:tab/>
        </w:r>
        <w:r w:rsidR="00A37F80">
          <w:rPr>
            <w:webHidden/>
          </w:rPr>
          <w:fldChar w:fldCharType="begin"/>
        </w:r>
        <w:r w:rsidR="00A37F80">
          <w:rPr>
            <w:webHidden/>
          </w:rPr>
          <w:instrText xml:space="preserve"> PAGEREF _Toc30515288 \h </w:instrText>
        </w:r>
        <w:r w:rsidR="00A37F80">
          <w:rPr>
            <w:webHidden/>
          </w:rPr>
        </w:r>
        <w:r w:rsidR="00A37F80">
          <w:rPr>
            <w:webHidden/>
          </w:rPr>
          <w:fldChar w:fldCharType="separate"/>
        </w:r>
        <w:r w:rsidR="00A37F80">
          <w:rPr>
            <w:webHidden/>
          </w:rPr>
          <w:t>15</w:t>
        </w:r>
        <w:r w:rsidR="00A37F80">
          <w:rPr>
            <w:webHidden/>
          </w:rPr>
          <w:fldChar w:fldCharType="end"/>
        </w:r>
      </w:hyperlink>
    </w:p>
    <w:p w14:paraId="4FCC58C4" w14:textId="65FBCEEC" w:rsidR="00A37F80" w:rsidRDefault="00822156">
      <w:pPr>
        <w:pStyle w:val="Verzeichnis2"/>
        <w:tabs>
          <w:tab w:val="left" w:pos="1276"/>
        </w:tabs>
        <w:rPr>
          <w:rFonts w:asciiTheme="minorHAnsi" w:eastAsiaTheme="minorEastAsia" w:hAnsiTheme="minorHAnsi" w:cstheme="minorBidi"/>
          <w:sz w:val="22"/>
          <w:szCs w:val="22"/>
          <w:lang w:val="en-US" w:eastAsia="en-US"/>
        </w:rPr>
      </w:pPr>
      <w:hyperlink w:anchor="_Toc30515289" w:history="1">
        <w:r w:rsidR="00A37F80" w:rsidRPr="0067089D">
          <w:rPr>
            <w:rStyle w:val="Hyperlink"/>
          </w:rPr>
          <w:t>6.2</w:t>
        </w:r>
        <w:r w:rsidR="00A37F80">
          <w:rPr>
            <w:rFonts w:asciiTheme="minorHAnsi" w:eastAsiaTheme="minorEastAsia" w:hAnsiTheme="minorHAnsi" w:cstheme="minorBidi"/>
            <w:sz w:val="22"/>
            <w:szCs w:val="22"/>
            <w:lang w:val="en-US" w:eastAsia="en-US"/>
          </w:rPr>
          <w:tab/>
        </w:r>
        <w:r w:rsidR="00A37F80" w:rsidRPr="0067089D">
          <w:rPr>
            <w:rStyle w:val="Hyperlink"/>
          </w:rPr>
          <w:t>Beispiele</w:t>
        </w:r>
        <w:r w:rsidR="00A37F80">
          <w:rPr>
            <w:webHidden/>
          </w:rPr>
          <w:tab/>
        </w:r>
        <w:r w:rsidR="00A37F80">
          <w:rPr>
            <w:webHidden/>
          </w:rPr>
          <w:fldChar w:fldCharType="begin"/>
        </w:r>
        <w:r w:rsidR="00A37F80">
          <w:rPr>
            <w:webHidden/>
          </w:rPr>
          <w:instrText xml:space="preserve"> PAGEREF _Toc30515289 \h </w:instrText>
        </w:r>
        <w:r w:rsidR="00A37F80">
          <w:rPr>
            <w:webHidden/>
          </w:rPr>
        </w:r>
        <w:r w:rsidR="00A37F80">
          <w:rPr>
            <w:webHidden/>
          </w:rPr>
          <w:fldChar w:fldCharType="separate"/>
        </w:r>
        <w:r w:rsidR="00A37F80">
          <w:rPr>
            <w:webHidden/>
          </w:rPr>
          <w:t>15</w:t>
        </w:r>
        <w:r w:rsidR="00A37F80">
          <w:rPr>
            <w:webHidden/>
          </w:rPr>
          <w:fldChar w:fldCharType="end"/>
        </w:r>
      </w:hyperlink>
    </w:p>
    <w:p w14:paraId="6D763071" w14:textId="589BF28C" w:rsidR="00A37F80" w:rsidRDefault="00822156">
      <w:pPr>
        <w:pStyle w:val="Verzeichnis1"/>
        <w:rPr>
          <w:rFonts w:asciiTheme="minorHAnsi" w:eastAsiaTheme="minorEastAsia" w:hAnsiTheme="minorHAnsi" w:cstheme="minorBidi"/>
          <w:sz w:val="22"/>
          <w:szCs w:val="22"/>
          <w:lang w:val="en-US" w:eastAsia="en-US"/>
        </w:rPr>
      </w:pPr>
      <w:hyperlink w:anchor="_Toc30515290" w:history="1">
        <w:r w:rsidR="00A37F80" w:rsidRPr="0067089D">
          <w:rPr>
            <w:rStyle w:val="Hyperlink"/>
          </w:rPr>
          <w:t>7</w:t>
        </w:r>
        <w:r w:rsidR="00A37F80">
          <w:rPr>
            <w:rFonts w:asciiTheme="minorHAnsi" w:eastAsiaTheme="minorEastAsia" w:hAnsiTheme="minorHAnsi" w:cstheme="minorBidi"/>
            <w:sz w:val="22"/>
            <w:szCs w:val="22"/>
            <w:lang w:val="en-US" w:eastAsia="en-US"/>
          </w:rPr>
          <w:tab/>
        </w:r>
        <w:r w:rsidR="00A37F80" w:rsidRPr="0067089D">
          <w:rPr>
            <w:rStyle w:val="Hyperlink"/>
          </w:rPr>
          <w:t>Schlussteil</w:t>
        </w:r>
        <w:r w:rsidR="00A37F80">
          <w:rPr>
            <w:webHidden/>
          </w:rPr>
          <w:tab/>
        </w:r>
        <w:r w:rsidR="00A37F80">
          <w:rPr>
            <w:webHidden/>
          </w:rPr>
          <w:fldChar w:fldCharType="begin"/>
        </w:r>
        <w:r w:rsidR="00A37F80">
          <w:rPr>
            <w:webHidden/>
          </w:rPr>
          <w:instrText xml:space="preserve"> PAGEREF _Toc30515290 \h </w:instrText>
        </w:r>
        <w:r w:rsidR="00A37F80">
          <w:rPr>
            <w:webHidden/>
          </w:rPr>
        </w:r>
        <w:r w:rsidR="00A37F80">
          <w:rPr>
            <w:webHidden/>
          </w:rPr>
          <w:fldChar w:fldCharType="separate"/>
        </w:r>
        <w:r w:rsidR="00A37F80">
          <w:rPr>
            <w:webHidden/>
          </w:rPr>
          <w:t>17</w:t>
        </w:r>
        <w:r w:rsidR="00A37F80">
          <w:rPr>
            <w:webHidden/>
          </w:rPr>
          <w:fldChar w:fldCharType="end"/>
        </w:r>
      </w:hyperlink>
    </w:p>
    <w:p w14:paraId="6A2D45B3" w14:textId="70B429E8" w:rsidR="00A37F80" w:rsidRDefault="00822156">
      <w:pPr>
        <w:pStyle w:val="Verzeichnis1"/>
        <w:rPr>
          <w:rFonts w:asciiTheme="minorHAnsi" w:eastAsiaTheme="minorEastAsia" w:hAnsiTheme="minorHAnsi" w:cstheme="minorBidi"/>
          <w:sz w:val="22"/>
          <w:szCs w:val="22"/>
          <w:lang w:val="en-US" w:eastAsia="en-US"/>
        </w:rPr>
      </w:pPr>
      <w:hyperlink w:anchor="_Toc30515291" w:history="1">
        <w:r w:rsidR="00A37F80" w:rsidRPr="0067089D">
          <w:rPr>
            <w:rStyle w:val="Hyperlink"/>
          </w:rPr>
          <w:t>8</w:t>
        </w:r>
        <w:r w:rsidR="00A37F80">
          <w:rPr>
            <w:rFonts w:asciiTheme="minorHAnsi" w:eastAsiaTheme="minorEastAsia" w:hAnsiTheme="minorHAnsi" w:cstheme="minorBidi"/>
            <w:sz w:val="22"/>
            <w:szCs w:val="22"/>
            <w:lang w:val="en-US" w:eastAsia="en-US"/>
          </w:rPr>
          <w:tab/>
        </w:r>
        <w:r w:rsidR="00A37F80" w:rsidRPr="0067089D">
          <w:rPr>
            <w:rStyle w:val="Hyperlink"/>
          </w:rPr>
          <w:t>Bewertung der Arbeit</w:t>
        </w:r>
        <w:r w:rsidR="00A37F80">
          <w:rPr>
            <w:webHidden/>
          </w:rPr>
          <w:tab/>
        </w:r>
        <w:r w:rsidR="00A37F80">
          <w:rPr>
            <w:webHidden/>
          </w:rPr>
          <w:fldChar w:fldCharType="begin"/>
        </w:r>
        <w:r w:rsidR="00A37F80">
          <w:rPr>
            <w:webHidden/>
          </w:rPr>
          <w:instrText xml:space="preserve"> PAGEREF _Toc30515291 \h </w:instrText>
        </w:r>
        <w:r w:rsidR="00A37F80">
          <w:rPr>
            <w:webHidden/>
          </w:rPr>
        </w:r>
        <w:r w:rsidR="00A37F80">
          <w:rPr>
            <w:webHidden/>
          </w:rPr>
          <w:fldChar w:fldCharType="separate"/>
        </w:r>
        <w:r w:rsidR="00A37F80">
          <w:rPr>
            <w:webHidden/>
          </w:rPr>
          <w:t>18</w:t>
        </w:r>
        <w:r w:rsidR="00A37F80">
          <w:rPr>
            <w:webHidden/>
          </w:rPr>
          <w:fldChar w:fldCharType="end"/>
        </w:r>
      </w:hyperlink>
    </w:p>
    <w:p w14:paraId="65D7DE88" w14:textId="2ADA8C22" w:rsidR="00A37F80" w:rsidRDefault="00822156">
      <w:pPr>
        <w:pStyle w:val="Verzeichnis1"/>
        <w:rPr>
          <w:rFonts w:asciiTheme="minorHAnsi" w:eastAsiaTheme="minorEastAsia" w:hAnsiTheme="minorHAnsi" w:cstheme="minorBidi"/>
          <w:sz w:val="22"/>
          <w:szCs w:val="22"/>
          <w:lang w:val="en-US" w:eastAsia="en-US"/>
        </w:rPr>
      </w:pPr>
      <w:hyperlink w:anchor="_Toc30515292" w:history="1">
        <w:r w:rsidR="00A37F80" w:rsidRPr="0067089D">
          <w:rPr>
            <w:rStyle w:val="Hyperlink"/>
          </w:rPr>
          <w:t>Literaturverzeichnis</w:t>
        </w:r>
        <w:r w:rsidR="00A37F80">
          <w:rPr>
            <w:webHidden/>
          </w:rPr>
          <w:tab/>
        </w:r>
        <w:r w:rsidR="00A37F80">
          <w:rPr>
            <w:webHidden/>
          </w:rPr>
          <w:fldChar w:fldCharType="begin"/>
        </w:r>
        <w:r w:rsidR="00A37F80">
          <w:rPr>
            <w:webHidden/>
          </w:rPr>
          <w:instrText xml:space="preserve"> PAGEREF _Toc30515292 \h </w:instrText>
        </w:r>
        <w:r w:rsidR="00A37F80">
          <w:rPr>
            <w:webHidden/>
          </w:rPr>
        </w:r>
        <w:r w:rsidR="00A37F80">
          <w:rPr>
            <w:webHidden/>
          </w:rPr>
          <w:fldChar w:fldCharType="separate"/>
        </w:r>
        <w:r w:rsidR="00A37F80">
          <w:rPr>
            <w:webHidden/>
          </w:rPr>
          <w:t>19</w:t>
        </w:r>
        <w:r w:rsidR="00A37F80">
          <w:rPr>
            <w:webHidden/>
          </w:rPr>
          <w:fldChar w:fldCharType="end"/>
        </w:r>
      </w:hyperlink>
    </w:p>
    <w:p w14:paraId="258106F0" w14:textId="2CBAB3F5" w:rsidR="00A37F80" w:rsidRDefault="00822156">
      <w:pPr>
        <w:pStyle w:val="Verzeichnis1"/>
        <w:rPr>
          <w:rFonts w:asciiTheme="minorHAnsi" w:eastAsiaTheme="minorEastAsia" w:hAnsiTheme="minorHAnsi" w:cstheme="minorBidi"/>
          <w:sz w:val="22"/>
          <w:szCs w:val="22"/>
          <w:lang w:val="en-US" w:eastAsia="en-US"/>
        </w:rPr>
      </w:pPr>
      <w:hyperlink w:anchor="_Toc30515293" w:history="1">
        <w:r w:rsidR="00A37F80" w:rsidRPr="0067089D">
          <w:rPr>
            <w:rStyle w:val="Hyperlink"/>
          </w:rPr>
          <w:t>Anhang</w:t>
        </w:r>
        <w:r w:rsidR="00A37F80">
          <w:rPr>
            <w:webHidden/>
          </w:rPr>
          <w:tab/>
        </w:r>
        <w:r w:rsidR="00A37F80">
          <w:rPr>
            <w:webHidden/>
          </w:rPr>
          <w:fldChar w:fldCharType="begin"/>
        </w:r>
        <w:r w:rsidR="00A37F80">
          <w:rPr>
            <w:webHidden/>
          </w:rPr>
          <w:instrText xml:space="preserve"> PAGEREF _Toc30515293 \h </w:instrText>
        </w:r>
        <w:r w:rsidR="00A37F80">
          <w:rPr>
            <w:webHidden/>
          </w:rPr>
        </w:r>
        <w:r w:rsidR="00A37F80">
          <w:rPr>
            <w:webHidden/>
          </w:rPr>
          <w:fldChar w:fldCharType="separate"/>
        </w:r>
        <w:r w:rsidR="00A37F80">
          <w:rPr>
            <w:webHidden/>
          </w:rPr>
          <w:t>20</w:t>
        </w:r>
        <w:r w:rsidR="00A37F80">
          <w:rPr>
            <w:webHidden/>
          </w:rPr>
          <w:fldChar w:fldCharType="end"/>
        </w:r>
      </w:hyperlink>
    </w:p>
    <w:p w14:paraId="61F3DE82" w14:textId="49FCB727" w:rsidR="00A37F80" w:rsidRDefault="00822156">
      <w:pPr>
        <w:pStyle w:val="Verzeichnis2"/>
        <w:tabs>
          <w:tab w:val="left" w:pos="709"/>
        </w:tabs>
        <w:rPr>
          <w:rFonts w:asciiTheme="minorHAnsi" w:eastAsiaTheme="minorEastAsia" w:hAnsiTheme="minorHAnsi" w:cstheme="minorBidi"/>
          <w:sz w:val="22"/>
          <w:szCs w:val="22"/>
          <w:lang w:val="en-US" w:eastAsia="en-US"/>
        </w:rPr>
      </w:pPr>
      <w:hyperlink w:anchor="_Toc30515294" w:history="1">
        <w:r w:rsidR="00A37F80" w:rsidRPr="0067089D">
          <w:rPr>
            <w:rStyle w:val="Hyperlink"/>
          </w:rPr>
          <w:t>A</w:t>
        </w:r>
        <w:r w:rsidR="00A37F80">
          <w:rPr>
            <w:rFonts w:asciiTheme="minorHAnsi" w:eastAsiaTheme="minorEastAsia" w:hAnsiTheme="minorHAnsi" w:cstheme="minorBidi"/>
            <w:sz w:val="22"/>
            <w:szCs w:val="22"/>
            <w:lang w:val="en-US" w:eastAsia="en-US"/>
          </w:rPr>
          <w:tab/>
        </w:r>
        <w:r w:rsidR="00A37F80" w:rsidRPr="0067089D">
          <w:rPr>
            <w:rStyle w:val="Hyperlink"/>
          </w:rPr>
          <w:t>Literaturdatenquellen</w:t>
        </w:r>
        <w:r w:rsidR="00A37F80">
          <w:rPr>
            <w:webHidden/>
          </w:rPr>
          <w:tab/>
        </w:r>
        <w:r w:rsidR="00A37F80">
          <w:rPr>
            <w:webHidden/>
          </w:rPr>
          <w:fldChar w:fldCharType="begin"/>
        </w:r>
        <w:r w:rsidR="00A37F80">
          <w:rPr>
            <w:webHidden/>
          </w:rPr>
          <w:instrText xml:space="preserve"> PAGEREF _Toc30515294 \h </w:instrText>
        </w:r>
        <w:r w:rsidR="00A37F80">
          <w:rPr>
            <w:webHidden/>
          </w:rPr>
        </w:r>
        <w:r w:rsidR="00A37F80">
          <w:rPr>
            <w:webHidden/>
          </w:rPr>
          <w:fldChar w:fldCharType="separate"/>
        </w:r>
        <w:r w:rsidR="00A37F80">
          <w:rPr>
            <w:webHidden/>
          </w:rPr>
          <w:t>20</w:t>
        </w:r>
        <w:r w:rsidR="00A37F80">
          <w:rPr>
            <w:webHidden/>
          </w:rPr>
          <w:fldChar w:fldCharType="end"/>
        </w:r>
      </w:hyperlink>
    </w:p>
    <w:p w14:paraId="63ABF957" w14:textId="134313A1" w:rsidR="00A37F80" w:rsidRDefault="00822156">
      <w:pPr>
        <w:pStyle w:val="Verzeichnis2"/>
        <w:tabs>
          <w:tab w:val="left" w:pos="709"/>
        </w:tabs>
        <w:rPr>
          <w:rFonts w:asciiTheme="minorHAnsi" w:eastAsiaTheme="minorEastAsia" w:hAnsiTheme="minorHAnsi" w:cstheme="minorBidi"/>
          <w:sz w:val="22"/>
          <w:szCs w:val="22"/>
          <w:lang w:val="en-US" w:eastAsia="en-US"/>
        </w:rPr>
      </w:pPr>
      <w:hyperlink w:anchor="_Toc30515295" w:history="1">
        <w:r w:rsidR="00A37F80" w:rsidRPr="0067089D">
          <w:rPr>
            <w:rStyle w:val="Hyperlink"/>
          </w:rPr>
          <w:t>B</w:t>
        </w:r>
        <w:r w:rsidR="00A37F80">
          <w:rPr>
            <w:rFonts w:asciiTheme="minorHAnsi" w:eastAsiaTheme="minorEastAsia" w:hAnsiTheme="minorHAnsi" w:cstheme="minorBidi"/>
            <w:sz w:val="22"/>
            <w:szCs w:val="22"/>
            <w:lang w:val="en-US" w:eastAsia="en-US"/>
          </w:rPr>
          <w:tab/>
        </w:r>
        <w:r w:rsidR="00A37F80" w:rsidRPr="0067089D">
          <w:rPr>
            <w:rStyle w:val="Hyperlink"/>
          </w:rPr>
          <w:t>Forschungsmethoden</w:t>
        </w:r>
        <w:r w:rsidR="00A37F80">
          <w:rPr>
            <w:webHidden/>
          </w:rPr>
          <w:tab/>
        </w:r>
        <w:r w:rsidR="00A37F80">
          <w:rPr>
            <w:webHidden/>
          </w:rPr>
          <w:fldChar w:fldCharType="begin"/>
        </w:r>
        <w:r w:rsidR="00A37F80">
          <w:rPr>
            <w:webHidden/>
          </w:rPr>
          <w:instrText xml:space="preserve"> PAGEREF _Toc30515295 \h </w:instrText>
        </w:r>
        <w:r w:rsidR="00A37F80">
          <w:rPr>
            <w:webHidden/>
          </w:rPr>
        </w:r>
        <w:r w:rsidR="00A37F80">
          <w:rPr>
            <w:webHidden/>
          </w:rPr>
          <w:fldChar w:fldCharType="separate"/>
        </w:r>
        <w:r w:rsidR="00A37F80">
          <w:rPr>
            <w:webHidden/>
          </w:rPr>
          <w:t>20</w:t>
        </w:r>
        <w:r w:rsidR="00A37F80">
          <w:rPr>
            <w:webHidden/>
          </w:rPr>
          <w:fldChar w:fldCharType="end"/>
        </w:r>
      </w:hyperlink>
    </w:p>
    <w:p w14:paraId="204514CF" w14:textId="48608520" w:rsidR="00E8643D" w:rsidRPr="00E8643D" w:rsidRDefault="00DB0A32" w:rsidP="00E8643D">
      <w:pPr>
        <w:pStyle w:val="BasicText"/>
      </w:pPr>
      <w:r>
        <w:rPr>
          <w:noProof/>
        </w:rPr>
        <w:fldChar w:fldCharType="end"/>
      </w:r>
    </w:p>
    <w:p w14:paraId="204514D0" w14:textId="77777777" w:rsidR="00297DC8" w:rsidRDefault="00297DC8" w:rsidP="00D85134">
      <w:pPr>
        <w:pStyle w:val="berschrift1"/>
        <w:numPr>
          <w:ilvl w:val="0"/>
          <w:numId w:val="0"/>
        </w:numPr>
      </w:pPr>
      <w:bookmarkStart w:id="0" w:name="_Toc30515273"/>
      <w:r>
        <w:lastRenderedPageBreak/>
        <w:t>Abbildungsverzeichnis</w:t>
      </w:r>
      <w:bookmarkEnd w:id="0"/>
    </w:p>
    <w:bookmarkStart w:id="1" w:name="AbbildungsVerzGesamt"/>
    <w:p w14:paraId="190A7025" w14:textId="3A506C2A" w:rsidR="00A60C52" w:rsidRPr="004F537B" w:rsidRDefault="00DB0A32">
      <w:pPr>
        <w:pStyle w:val="Abbildungsverzeichnis"/>
        <w:rPr>
          <w:rFonts w:asciiTheme="minorHAnsi" w:eastAsiaTheme="minorEastAsia" w:hAnsiTheme="minorHAnsi" w:cstheme="minorBidi"/>
          <w:noProof/>
          <w:sz w:val="22"/>
          <w:szCs w:val="22"/>
        </w:rPr>
      </w:pPr>
      <w:r>
        <w:fldChar w:fldCharType="begin"/>
      </w:r>
      <w:r w:rsidR="00EC6FC8" w:rsidRPr="004F537B">
        <w:instrText xml:space="preserve"> TOC \c "Abb." </w:instrText>
      </w:r>
      <w:r>
        <w:fldChar w:fldCharType="separate"/>
      </w:r>
      <w:r w:rsidR="00A60C52" w:rsidRPr="004F537B">
        <w:rPr>
          <w:noProof/>
        </w:rPr>
        <w:t>Abb. 3.1</w:t>
      </w:r>
      <w:r w:rsidR="00A60C52" w:rsidRPr="004F537B">
        <w:rPr>
          <w:rFonts w:asciiTheme="minorHAnsi" w:eastAsiaTheme="minorEastAsia" w:hAnsiTheme="minorHAnsi" w:cstheme="minorBidi"/>
          <w:noProof/>
          <w:sz w:val="22"/>
          <w:szCs w:val="22"/>
        </w:rPr>
        <w:tab/>
      </w:r>
      <w:r w:rsidR="00A60C52" w:rsidRPr="004F537B">
        <w:rPr>
          <w:noProof/>
        </w:rPr>
        <w:t>Layoutoptionen in Word 2003</w:t>
      </w:r>
      <w:r w:rsidR="00A60C52" w:rsidRPr="004F537B">
        <w:rPr>
          <w:noProof/>
        </w:rPr>
        <w:tab/>
      </w:r>
      <w:r w:rsidR="00A60C52">
        <w:rPr>
          <w:noProof/>
        </w:rPr>
        <w:fldChar w:fldCharType="begin"/>
      </w:r>
      <w:r w:rsidR="00A60C52" w:rsidRPr="004F537B">
        <w:rPr>
          <w:noProof/>
        </w:rPr>
        <w:instrText xml:space="preserve"> PAGEREF _Toc29821689 \h </w:instrText>
      </w:r>
      <w:r w:rsidR="00A60C52">
        <w:rPr>
          <w:noProof/>
        </w:rPr>
      </w:r>
      <w:r w:rsidR="00A60C52">
        <w:rPr>
          <w:noProof/>
        </w:rPr>
        <w:fldChar w:fldCharType="separate"/>
      </w:r>
      <w:r w:rsidR="00A60C52" w:rsidRPr="004F537B">
        <w:rPr>
          <w:noProof/>
        </w:rPr>
        <w:t>11</w:t>
      </w:r>
      <w:r w:rsidR="00A60C52">
        <w:rPr>
          <w:noProof/>
        </w:rPr>
        <w:fldChar w:fldCharType="end"/>
      </w:r>
    </w:p>
    <w:p w14:paraId="407CFA02" w14:textId="2F7A444E" w:rsidR="00A60C52" w:rsidRPr="004F537B" w:rsidRDefault="00A60C52">
      <w:pPr>
        <w:pStyle w:val="Abbildungsverzeichnis"/>
        <w:rPr>
          <w:rFonts w:asciiTheme="minorHAnsi" w:eastAsiaTheme="minorEastAsia" w:hAnsiTheme="minorHAnsi" w:cstheme="minorBidi"/>
          <w:noProof/>
          <w:sz w:val="22"/>
          <w:szCs w:val="22"/>
        </w:rPr>
      </w:pPr>
      <w:r w:rsidRPr="004F537B">
        <w:rPr>
          <w:noProof/>
        </w:rPr>
        <w:t>Abb. 3.2</w:t>
      </w:r>
      <w:r w:rsidRPr="004F537B">
        <w:rPr>
          <w:rFonts w:asciiTheme="minorHAnsi" w:eastAsiaTheme="minorEastAsia" w:hAnsiTheme="minorHAnsi" w:cstheme="minorBidi"/>
          <w:noProof/>
          <w:sz w:val="22"/>
          <w:szCs w:val="22"/>
        </w:rPr>
        <w:tab/>
      </w:r>
      <w:r w:rsidRPr="004F537B">
        <w:rPr>
          <w:noProof/>
        </w:rPr>
        <w:t>Makros in Word 2019</w:t>
      </w:r>
      <w:r w:rsidRPr="004F537B">
        <w:rPr>
          <w:noProof/>
        </w:rPr>
        <w:tab/>
      </w:r>
      <w:r>
        <w:rPr>
          <w:noProof/>
        </w:rPr>
        <w:fldChar w:fldCharType="begin"/>
      </w:r>
      <w:r w:rsidRPr="004F537B">
        <w:rPr>
          <w:noProof/>
        </w:rPr>
        <w:instrText xml:space="preserve"> PAGEREF _Toc29821690 \h </w:instrText>
      </w:r>
      <w:r>
        <w:rPr>
          <w:noProof/>
        </w:rPr>
      </w:r>
      <w:r>
        <w:rPr>
          <w:noProof/>
        </w:rPr>
        <w:fldChar w:fldCharType="separate"/>
      </w:r>
      <w:r w:rsidRPr="004F537B">
        <w:rPr>
          <w:noProof/>
        </w:rPr>
        <w:t>12</w:t>
      </w:r>
      <w:r>
        <w:rPr>
          <w:noProof/>
        </w:rPr>
        <w:fldChar w:fldCharType="end"/>
      </w:r>
    </w:p>
    <w:p w14:paraId="204514D1" w14:textId="158FEBE8" w:rsidR="00EC6FC8" w:rsidRPr="004F537B" w:rsidRDefault="00DB0A32" w:rsidP="00EC6FC8">
      <w:pPr>
        <w:pStyle w:val="BasicText"/>
      </w:pPr>
      <w:r>
        <w:fldChar w:fldCharType="end"/>
      </w:r>
      <w:bookmarkEnd w:id="1"/>
    </w:p>
    <w:p w14:paraId="204514D2" w14:textId="77777777" w:rsidR="00297DC8" w:rsidRDefault="00C565B8" w:rsidP="00D85134">
      <w:pPr>
        <w:pStyle w:val="berschrift1"/>
        <w:numPr>
          <w:ilvl w:val="0"/>
          <w:numId w:val="0"/>
        </w:numPr>
      </w:pPr>
      <w:bookmarkStart w:id="2" w:name="_Toc30515274"/>
      <w:r>
        <w:lastRenderedPageBreak/>
        <w:t>Tabellenverzeichnis</w:t>
      </w:r>
      <w:bookmarkEnd w:id="2"/>
    </w:p>
    <w:bookmarkStart w:id="3" w:name="TabellenVerzGesamt"/>
    <w:p w14:paraId="14B06968" w14:textId="767A032F" w:rsidR="00A60C52" w:rsidRDefault="00DB0A32">
      <w:pPr>
        <w:pStyle w:val="Abbildungsverzeichnis"/>
        <w:rPr>
          <w:rFonts w:asciiTheme="minorHAnsi" w:eastAsiaTheme="minorEastAsia" w:hAnsiTheme="minorHAnsi" w:cstheme="minorBidi"/>
          <w:noProof/>
          <w:sz w:val="22"/>
          <w:szCs w:val="22"/>
        </w:rPr>
      </w:pPr>
      <w:r>
        <w:fldChar w:fldCharType="begin"/>
      </w:r>
      <w:r w:rsidR="00EC6FC8">
        <w:instrText xml:space="preserve"> TOC \c "Tab." </w:instrText>
      </w:r>
      <w:r>
        <w:fldChar w:fldCharType="separate"/>
      </w:r>
      <w:r w:rsidR="00A60C52">
        <w:rPr>
          <w:noProof/>
        </w:rPr>
        <w:t>Tab. 3.1</w:t>
      </w:r>
      <w:r w:rsidR="00A60C52">
        <w:rPr>
          <w:rFonts w:asciiTheme="minorHAnsi" w:eastAsiaTheme="minorEastAsia" w:hAnsiTheme="minorHAnsi" w:cstheme="minorBidi"/>
          <w:noProof/>
          <w:sz w:val="22"/>
          <w:szCs w:val="22"/>
        </w:rPr>
        <w:tab/>
      </w:r>
      <w:r w:rsidR="00A60C52" w:rsidRPr="00E039D3">
        <w:rPr>
          <w:noProof/>
        </w:rPr>
        <w:t>Quellenangaben bei Abbildungen</w:t>
      </w:r>
      <w:r w:rsidR="00A60C52">
        <w:rPr>
          <w:noProof/>
        </w:rPr>
        <w:tab/>
      </w:r>
      <w:r w:rsidR="00A60C52">
        <w:rPr>
          <w:noProof/>
        </w:rPr>
        <w:fldChar w:fldCharType="begin"/>
      </w:r>
      <w:r w:rsidR="00A60C52">
        <w:rPr>
          <w:noProof/>
        </w:rPr>
        <w:instrText xml:space="preserve"> PAGEREF _Toc29821691 \h </w:instrText>
      </w:r>
      <w:r w:rsidR="00A60C52">
        <w:rPr>
          <w:noProof/>
        </w:rPr>
      </w:r>
      <w:r w:rsidR="00A60C52">
        <w:rPr>
          <w:noProof/>
        </w:rPr>
        <w:fldChar w:fldCharType="separate"/>
      </w:r>
      <w:r w:rsidR="00A60C52">
        <w:rPr>
          <w:noProof/>
        </w:rPr>
        <w:t>12</w:t>
      </w:r>
      <w:r w:rsidR="00A60C52">
        <w:rPr>
          <w:noProof/>
        </w:rPr>
        <w:fldChar w:fldCharType="end"/>
      </w:r>
    </w:p>
    <w:p w14:paraId="204514D3" w14:textId="4EC87440" w:rsidR="00EC6FC8" w:rsidRPr="00EC6FC8" w:rsidRDefault="00DB0A32" w:rsidP="00EC6FC8">
      <w:pPr>
        <w:pStyle w:val="BasicText"/>
      </w:pPr>
      <w:r>
        <w:fldChar w:fldCharType="end"/>
      </w:r>
      <w:bookmarkEnd w:id="3"/>
    </w:p>
    <w:p w14:paraId="204514D4" w14:textId="77777777" w:rsidR="00C565B8" w:rsidRDefault="00C565B8" w:rsidP="00D85134">
      <w:pPr>
        <w:pStyle w:val="berschrift1"/>
        <w:numPr>
          <w:ilvl w:val="0"/>
          <w:numId w:val="0"/>
        </w:numPr>
      </w:pPr>
      <w:bookmarkStart w:id="4" w:name="_Toc30515275"/>
      <w:r>
        <w:lastRenderedPageBreak/>
        <w:t>Abkürzungsverzeichnis</w:t>
      </w:r>
      <w:bookmarkEnd w:id="4"/>
    </w:p>
    <w:p w14:paraId="204514D5" w14:textId="77777777" w:rsidR="00C565B8" w:rsidRDefault="00C565B8" w:rsidP="00C565B8">
      <w:pPr>
        <w:pStyle w:val="BasicTextIndentation"/>
      </w:pPr>
      <w:r>
        <w:t>BBN</w:t>
      </w:r>
      <w:r>
        <w:tab/>
        <w:t>Bundeseinheitliche Betriebsnummer</w:t>
      </w:r>
    </w:p>
    <w:p w14:paraId="204514D6" w14:textId="77777777" w:rsidR="00C565B8" w:rsidRPr="00703F9D" w:rsidRDefault="00C565B8" w:rsidP="00C565B8">
      <w:pPr>
        <w:pStyle w:val="BasicTextIndentation"/>
      </w:pPr>
      <w:r w:rsidRPr="00703F9D">
        <w:t>CCG</w:t>
      </w:r>
      <w:r w:rsidRPr="00703F9D">
        <w:tab/>
        <w:t>Centrale für Coorganisation</w:t>
      </w:r>
    </w:p>
    <w:p w14:paraId="204514D7" w14:textId="77777777" w:rsidR="00C565B8" w:rsidRDefault="00C565B8" w:rsidP="00C565B8">
      <w:pPr>
        <w:pStyle w:val="BasicTextIndentation"/>
      </w:pPr>
      <w:r>
        <w:t>DFÜ</w:t>
      </w:r>
      <w:r>
        <w:tab/>
        <w:t>Datenfernübertragung</w:t>
      </w:r>
    </w:p>
    <w:p w14:paraId="204514D8" w14:textId="77777777" w:rsidR="00C565B8" w:rsidRPr="00C565B8" w:rsidRDefault="00C565B8" w:rsidP="00C565B8">
      <w:pPr>
        <w:pStyle w:val="BasicTextIndentation"/>
      </w:pPr>
      <w:r w:rsidRPr="00C565B8">
        <w:t>dpi</w:t>
      </w:r>
      <w:r w:rsidRPr="00C565B8">
        <w:tab/>
      </w:r>
      <w:r w:rsidRPr="00C565B8">
        <w:rPr>
          <w:rStyle w:val="BasicCharEN"/>
          <w:lang w:val="de-DE"/>
        </w:rPr>
        <w:t>dots per inch</w:t>
      </w:r>
    </w:p>
    <w:p w14:paraId="204514D9" w14:textId="77777777" w:rsidR="00C565B8" w:rsidRPr="00406A0A" w:rsidRDefault="00C565B8" w:rsidP="00C565B8">
      <w:pPr>
        <w:pStyle w:val="BasicTextIndentation"/>
      </w:pPr>
      <w:r w:rsidRPr="00406A0A">
        <w:t>EAN</w:t>
      </w:r>
      <w:r w:rsidRPr="00406A0A">
        <w:tab/>
        <w:t>Europäische Artikelnumerierung</w:t>
      </w:r>
    </w:p>
    <w:p w14:paraId="204514DA" w14:textId="77777777" w:rsidR="00C565B8" w:rsidRDefault="00C565B8" w:rsidP="00C565B8">
      <w:pPr>
        <w:pStyle w:val="BasicTextIndentation"/>
      </w:pPr>
      <w:r>
        <w:t>GoM</w:t>
      </w:r>
      <w:r>
        <w:tab/>
        <w:t>Grundsätze ordnungsmäßiger Modellierung</w:t>
      </w:r>
    </w:p>
    <w:p w14:paraId="204514DB" w14:textId="77777777" w:rsidR="00C565B8" w:rsidRPr="00C565B8" w:rsidRDefault="00C565B8" w:rsidP="00C565B8">
      <w:pPr>
        <w:pStyle w:val="BasicTextIndentation"/>
        <w:rPr>
          <w:lang w:val="en-US"/>
        </w:rPr>
      </w:pPr>
      <w:r w:rsidRPr="001B7B70">
        <w:rPr>
          <w:rStyle w:val="BasicCharEN"/>
        </w:rPr>
        <w:t>VBA</w:t>
      </w:r>
      <w:r w:rsidRPr="001B7B70">
        <w:rPr>
          <w:rStyle w:val="BasicCharEN"/>
        </w:rPr>
        <w:tab/>
        <w:t>Visual Basic for Applications</w:t>
      </w:r>
    </w:p>
    <w:p w14:paraId="204514DC" w14:textId="77777777" w:rsidR="00C565B8" w:rsidRPr="00C565B8" w:rsidRDefault="00C565B8" w:rsidP="00C565B8">
      <w:pPr>
        <w:pStyle w:val="BasicTextIndentation"/>
        <w:rPr>
          <w:lang w:val="en-US"/>
        </w:rPr>
      </w:pPr>
      <w:r w:rsidRPr="00C565B8">
        <w:rPr>
          <w:lang w:val="en-US"/>
        </w:rPr>
        <w:t>WWS</w:t>
      </w:r>
      <w:r w:rsidRPr="00C565B8">
        <w:rPr>
          <w:lang w:val="en-US"/>
        </w:rPr>
        <w:tab/>
        <w:t>Warenwirtschaftssystem</w:t>
      </w:r>
    </w:p>
    <w:p w14:paraId="204514DD" w14:textId="77777777" w:rsidR="00C565B8" w:rsidRDefault="00C565B8" w:rsidP="00C565B8">
      <w:pPr>
        <w:pStyle w:val="BasicTextIndentation"/>
        <w:rPr>
          <w:rStyle w:val="BasicCharNoLanguage"/>
        </w:rPr>
      </w:pPr>
      <w:r>
        <w:rPr>
          <w:rStyle w:val="BasicCharNoLanguage"/>
        </w:rPr>
        <w:t>ZfB</w:t>
      </w:r>
      <w:r>
        <w:rPr>
          <w:rStyle w:val="BasicCharNoLanguage"/>
        </w:rPr>
        <w:tab/>
        <w:t>Zeitschrift für Betriebswirtschaft</w:t>
      </w:r>
    </w:p>
    <w:p w14:paraId="204514DE" w14:textId="77777777" w:rsidR="00C565B8" w:rsidRDefault="00C565B8" w:rsidP="00C565B8">
      <w:pPr>
        <w:pStyle w:val="BasicTextIndentation"/>
        <w:rPr>
          <w:rStyle w:val="BasicCharNoLanguage"/>
        </w:rPr>
      </w:pPr>
      <w:r>
        <w:rPr>
          <w:rStyle w:val="BasicCharNoLanguage"/>
        </w:rPr>
        <w:t>ZuO</w:t>
      </w:r>
      <w:r>
        <w:rPr>
          <w:rStyle w:val="BasicCharNoLanguage"/>
        </w:rPr>
        <w:tab/>
        <w:t>Zuordnung</w:t>
      </w:r>
    </w:p>
    <w:p w14:paraId="204514DF" w14:textId="77777777" w:rsidR="00C565B8" w:rsidRDefault="00C565B8" w:rsidP="00C565B8">
      <w:pPr>
        <w:pStyle w:val="Subheading1"/>
        <w:rPr>
          <w:rStyle w:val="BasicCharNoLanguage"/>
        </w:rPr>
      </w:pPr>
      <w:bookmarkStart w:id="5" w:name="Anmerkung4"/>
      <w:r>
        <w:rPr>
          <w:rStyle w:val="BasicCharNoLanguage"/>
        </w:rPr>
        <w:t>Anmerkung</w:t>
      </w:r>
    </w:p>
    <w:p w14:paraId="204514E0" w14:textId="77777777" w:rsidR="00C565B8" w:rsidRPr="006B78D0" w:rsidRDefault="00C565B8" w:rsidP="00C565B8">
      <w:pPr>
        <w:pStyle w:val="BasicText"/>
      </w:pPr>
      <w:r>
        <w:t xml:space="preserve">In das Abkürzungsverzeichnis werden alle Abkürzungen aufgenommen, die nicht allgemein gebräuchlich sind oder nicht im Duden stehen. Abkürzungen wie „etc.“, „z. B.“ und „z. Zt.“ </w:t>
      </w:r>
      <w:r w:rsidR="00AA5EA0">
        <w:t>g</w:t>
      </w:r>
      <w:r>
        <w:t>ehören nicht in das Verzeichnis.</w:t>
      </w:r>
      <w:bookmarkEnd w:id="5"/>
    </w:p>
    <w:p w14:paraId="204514E1" w14:textId="77777777" w:rsidR="00C565B8" w:rsidRDefault="00A60962" w:rsidP="00C565B8">
      <w:pPr>
        <w:pStyle w:val="BasicText"/>
      </w:pPr>
      <w:r w:rsidRPr="00A60962">
        <w:t>Abkürzungen wie „z</w:t>
      </w:r>
      <w:r>
        <w:t> </w:t>
      </w:r>
      <w:r w:rsidRPr="00A60962">
        <w:t>B.“, „u.</w:t>
      </w:r>
      <w:r>
        <w:t> </w:t>
      </w:r>
      <w:r w:rsidRPr="00A60962">
        <w:t>a.“, z.</w:t>
      </w:r>
      <w:r>
        <w:t> </w:t>
      </w:r>
      <w:r w:rsidRPr="00A60962">
        <w:t xml:space="preserve">Zt.“ Sind mit einem geschützten Leerzeichen ([Strg]+[Shift]+[Leertaste]) zu versehen. Erkennbar wird das geschützte Leerzeichen als </w:t>
      </w:r>
      <w:r>
        <w:t>„°“</w:t>
      </w:r>
      <w:r w:rsidRPr="00A60962">
        <w:t xml:space="preserve"> nach Betätigen der Schaltfläche „¶“ in der Symbolleiste.</w:t>
      </w:r>
      <w:r w:rsidR="00CE26D8">
        <w:t xml:space="preserve"> Hierzu kann auch das Makro AddNonbreakingSpaces verwendet werden.</w:t>
      </w:r>
    </w:p>
    <w:p w14:paraId="204514E2" w14:textId="77777777" w:rsidR="00A60962" w:rsidRPr="00A60962" w:rsidRDefault="00A60962" w:rsidP="00A60962">
      <w:pPr>
        <w:pStyle w:val="BasicText"/>
      </w:pPr>
      <w:r>
        <w:t>Abkürzungen im Plural (z. B. Formatvorlagen) erhalten keine nachgestellten „s“ o. ä. Abkürzungen wie „PCs“ oder „CD-ROMs“ sind zu vermeiden.</w:t>
      </w:r>
    </w:p>
    <w:p w14:paraId="204514E3" w14:textId="77777777" w:rsidR="00A60962" w:rsidRPr="00C565B8" w:rsidRDefault="00A60962" w:rsidP="00C565B8">
      <w:pPr>
        <w:pStyle w:val="BasicText"/>
      </w:pPr>
    </w:p>
    <w:p w14:paraId="32CF7B5E" w14:textId="77777777" w:rsidR="00486110" w:rsidRDefault="00486110" w:rsidP="00486110">
      <w:pPr>
        <w:pStyle w:val="berschrift1"/>
        <w:numPr>
          <w:ilvl w:val="0"/>
          <w:numId w:val="0"/>
        </w:numPr>
      </w:pPr>
      <w:bookmarkStart w:id="6" w:name="_Toc30515276"/>
      <w:r>
        <w:lastRenderedPageBreak/>
        <w:t>Symbolverzeichnis</w:t>
      </w:r>
      <w:bookmarkEnd w:id="6"/>
    </w:p>
    <w:p w14:paraId="5CBC9A1E" w14:textId="77777777" w:rsidR="00486110" w:rsidRDefault="00486110" w:rsidP="00486110">
      <w:pPr>
        <w:pStyle w:val="BasicTextIndentation"/>
      </w:pPr>
      <w:r>
        <w:t>a</w:t>
      </w:r>
      <w:r>
        <w:rPr>
          <w:vertAlign w:val="subscript"/>
        </w:rPr>
        <w:t>0</w:t>
      </w:r>
      <w:r>
        <w:tab/>
        <w:t>Anschaffungsauszahlung in t = 0</w:t>
      </w:r>
    </w:p>
    <w:p w14:paraId="4A7149FD" w14:textId="77777777" w:rsidR="00486110" w:rsidRDefault="00486110" w:rsidP="00486110">
      <w:pPr>
        <w:pStyle w:val="BasicTextIndentation"/>
      </w:pPr>
      <w:r>
        <w:t>C</w:t>
      </w:r>
      <w:r>
        <w:tab/>
        <w:t>Kapitalwert</w:t>
      </w:r>
    </w:p>
    <w:p w14:paraId="7730479F" w14:textId="77777777" w:rsidR="00486110" w:rsidRDefault="00486110" w:rsidP="00486110">
      <w:pPr>
        <w:pStyle w:val="BasicTextIndentation"/>
      </w:pPr>
      <w:r>
        <w:t>d</w:t>
      </w:r>
      <w:r>
        <w:rPr>
          <w:vertAlign w:val="subscript"/>
        </w:rPr>
        <w:t>t</w:t>
      </w:r>
      <w:r>
        <w:tab/>
        <w:t>Einzahlungsüberschuss in Bezug auf t</w:t>
      </w:r>
    </w:p>
    <w:p w14:paraId="1238A15D" w14:textId="77777777" w:rsidR="00486110" w:rsidRDefault="00486110" w:rsidP="00486110">
      <w:pPr>
        <w:pStyle w:val="BasicTextIndentation"/>
      </w:pPr>
      <w:r>
        <w:t>i</w:t>
      </w:r>
      <w:r>
        <w:tab/>
        <w:t>Kalkulationszinsfuß</w:t>
      </w:r>
    </w:p>
    <w:p w14:paraId="21933757" w14:textId="77777777" w:rsidR="00486110" w:rsidRDefault="00486110" w:rsidP="00486110">
      <w:pPr>
        <w:pStyle w:val="BasicTextIndentation"/>
      </w:pPr>
      <w:r>
        <w:t>n</w:t>
      </w:r>
      <w:r>
        <w:tab/>
        <w:t>Nutzungsdauer</w:t>
      </w:r>
    </w:p>
    <w:p w14:paraId="27BED42E" w14:textId="77777777" w:rsidR="00486110" w:rsidRDefault="00486110" w:rsidP="00486110">
      <w:pPr>
        <w:pStyle w:val="BasicTextIndentation"/>
      </w:pPr>
      <w:r>
        <w:t>q</w:t>
      </w:r>
      <w:r>
        <w:tab/>
        <w:t>Zinsfaktor 1 + i</w:t>
      </w:r>
    </w:p>
    <w:p w14:paraId="5EDEBECD" w14:textId="77777777" w:rsidR="00486110" w:rsidRDefault="00486110" w:rsidP="00486110">
      <w:pPr>
        <w:pStyle w:val="BasicTextIndentation"/>
      </w:pPr>
      <w:r>
        <w:t>r</w:t>
      </w:r>
      <w:r>
        <w:rPr>
          <w:vertAlign w:val="subscript"/>
        </w:rPr>
        <w:t>s</w:t>
      </w:r>
      <w:r>
        <w:tab/>
        <w:t>Abstand der Stufe s in cm vom Seitenrand</w:t>
      </w:r>
    </w:p>
    <w:p w14:paraId="224AB35D" w14:textId="77777777" w:rsidR="00486110" w:rsidRPr="007E01C8" w:rsidRDefault="00486110" w:rsidP="00486110">
      <w:pPr>
        <w:pStyle w:val="BasicTextIndentation"/>
      </w:pPr>
      <w:r w:rsidRPr="007E01C8">
        <w:t>s</w:t>
      </w:r>
      <w:r w:rsidRPr="007E01C8">
        <w:tab/>
        <w:t>Stufenindex</w:t>
      </w:r>
    </w:p>
    <w:p w14:paraId="26CFB80D" w14:textId="77777777" w:rsidR="00486110" w:rsidRDefault="00486110" w:rsidP="00486110">
      <w:pPr>
        <w:pStyle w:val="BasicTextIndentation"/>
      </w:pPr>
      <w:r>
        <w:t>t</w:t>
      </w:r>
      <w:r>
        <w:tab/>
        <w:t>Periodenindex</w:t>
      </w:r>
    </w:p>
    <w:p w14:paraId="09D48638" w14:textId="002A3536" w:rsidR="00486110" w:rsidRDefault="00486110" w:rsidP="00486110">
      <w:pPr>
        <w:pStyle w:val="Subheading1"/>
      </w:pPr>
      <w:r>
        <w:t>Anmerkung</w:t>
      </w:r>
    </w:p>
    <w:p w14:paraId="1248797E" w14:textId="77777777" w:rsidR="00486110" w:rsidRDefault="00486110" w:rsidP="00486110">
      <w:pPr>
        <w:pStyle w:val="BasicText"/>
      </w:pPr>
      <w:r>
        <w:t>Eine Sortierung der (markierten) Einträge ist über „Tabelle/ Sortieren“ möglich. Ein Symbolverzeichnis wird nicht notwendigerweise in jeder Arbeit benötigt.</w:t>
      </w:r>
    </w:p>
    <w:p w14:paraId="6E481BC0" w14:textId="77777777" w:rsidR="00486110" w:rsidRPr="00486110" w:rsidRDefault="00486110" w:rsidP="00486110">
      <w:pPr>
        <w:pStyle w:val="BasicText"/>
      </w:pPr>
    </w:p>
    <w:p w14:paraId="0C36A945" w14:textId="5DD0ECC6" w:rsidR="00C20238" w:rsidRDefault="00486110" w:rsidP="00730C66">
      <w:pPr>
        <w:pStyle w:val="berschrift1"/>
        <w:numPr>
          <w:ilvl w:val="0"/>
          <w:numId w:val="0"/>
        </w:numPr>
      </w:pPr>
      <w:bookmarkStart w:id="7" w:name="_Toc30515277"/>
      <w:r>
        <w:lastRenderedPageBreak/>
        <w:t>Rechtliche Hinweise</w:t>
      </w:r>
      <w:bookmarkEnd w:id="7"/>
    </w:p>
    <w:p w14:paraId="03A280F5" w14:textId="36A74485" w:rsidR="00F14556" w:rsidRPr="00F14556" w:rsidRDefault="00F14556" w:rsidP="00F14556">
      <w:pPr>
        <w:pStyle w:val="BasicText"/>
      </w:pPr>
      <w:r>
        <w:t xml:space="preserve">Diese Anleitung hat keinen prüfungsrechtlichen Charakter </w:t>
      </w:r>
      <w:r w:rsidR="008B05EA">
        <w:t xml:space="preserve">und enthält ebenso keine prüfungsrechtlichen </w:t>
      </w:r>
      <w:r w:rsidR="00EF0AE5">
        <w:t xml:space="preserve">Hinweise. </w:t>
      </w:r>
      <w:r w:rsidR="00695A24">
        <w:t xml:space="preserve">Für weitere Informationen </w:t>
      </w:r>
      <w:r w:rsidR="00F558BC">
        <w:t xml:space="preserve">sei auf die </w:t>
      </w:r>
      <w:r w:rsidR="00264060">
        <w:t>entsprechenden</w:t>
      </w:r>
      <w:r w:rsidR="003F0B14">
        <w:t>, rechtlich bindenden</w:t>
      </w:r>
      <w:r w:rsidR="008A5FE5">
        <w:t xml:space="preserve"> Dokumente (Studienordnung, Prüfungsordnung, etc.) </w:t>
      </w:r>
      <w:r w:rsidR="00C52612">
        <w:t>des jeweiligen Studienganges verwiesen.</w:t>
      </w:r>
      <w:r w:rsidR="00332E26">
        <w:t xml:space="preserve"> Diese Dokumente </w:t>
      </w:r>
      <w:r w:rsidR="003E76E1">
        <w:t xml:space="preserve">beinhalten </w:t>
      </w:r>
      <w:r w:rsidR="007C6EFB">
        <w:t>Informationen zu prüfungsrechtlichen</w:t>
      </w:r>
      <w:r w:rsidR="003B52B5">
        <w:t xml:space="preserve"> Voraussetzungen,</w:t>
      </w:r>
      <w:r w:rsidR="00FD3609">
        <w:t xml:space="preserve"> Fristen usw</w:t>
      </w:r>
      <w:r w:rsidR="00242F1D">
        <w:t xml:space="preserve">., welche Sie selbstständig </w:t>
      </w:r>
      <w:r w:rsidR="008817AA">
        <w:t>einhalten</w:t>
      </w:r>
      <w:r w:rsidR="00DA6975">
        <w:t xml:space="preserve"> und befolgen</w:t>
      </w:r>
      <w:r w:rsidR="008817AA">
        <w:t xml:space="preserve"> müssen</w:t>
      </w:r>
      <w:r w:rsidR="00242F1D">
        <w:t>.</w:t>
      </w:r>
    </w:p>
    <w:p w14:paraId="204514F2" w14:textId="77777777" w:rsidR="00EE7A9A" w:rsidRDefault="00297DC8" w:rsidP="00297DC8">
      <w:pPr>
        <w:pStyle w:val="berschrift1"/>
      </w:pPr>
      <w:bookmarkStart w:id="8" w:name="_Toc30515278"/>
      <w:r>
        <w:lastRenderedPageBreak/>
        <w:t>Einleitung</w:t>
      </w:r>
      <w:bookmarkEnd w:id="8"/>
    </w:p>
    <w:p w14:paraId="204514F3" w14:textId="77777777" w:rsidR="00A60962" w:rsidRPr="00A60962" w:rsidRDefault="00A60962" w:rsidP="00A60962">
      <w:pPr>
        <w:pStyle w:val="BasicText"/>
      </w:pPr>
      <w:r w:rsidRPr="00A60962">
        <w:t>In diesem Abschnitt der Arbeit wird das Ziel formuliert, in einen größeren Zusammenhang eingeordnet und gegen andere Themen abgegrenzt. Die wichtigsten Begriffe des Themas müssen in der Einleitung innerhalb des zu betrachtenden Kontexts eingeordnet werden; eine sorgfältige Formulierung ist hier besonders wichtig. Weiterhin können Hinweise zur verwendeten Untersuchungsmethodik gegeben werden. D</w:t>
      </w:r>
      <w:r w:rsidR="00873C73">
        <w:t>er Aufbau der Arbeit sollte dar</w:t>
      </w:r>
      <w:r w:rsidRPr="00A60962">
        <w:t>gelegt werden. Somit beinhaltet das erste Kapitel die folgenden Punkte:</w:t>
      </w:r>
    </w:p>
    <w:p w14:paraId="204514F4" w14:textId="77777777" w:rsidR="00A60962" w:rsidRDefault="00A60962" w:rsidP="00A60962">
      <w:pPr>
        <w:pStyle w:val="BasicTextNumberedList"/>
      </w:pPr>
      <w:r>
        <w:t>Motivation</w:t>
      </w:r>
    </w:p>
    <w:p w14:paraId="204514F5" w14:textId="77777777" w:rsidR="00A60962" w:rsidRDefault="00A60962" w:rsidP="00A60962">
      <w:pPr>
        <w:pStyle w:val="BasicTextNumberedList"/>
      </w:pPr>
      <w:r>
        <w:t>Zielsetzung der Arbeit</w:t>
      </w:r>
    </w:p>
    <w:p w14:paraId="204514F6" w14:textId="77777777" w:rsidR="00A60962" w:rsidRDefault="00A60962" w:rsidP="00A60962">
      <w:pPr>
        <w:pStyle w:val="BasicTextNumberedList"/>
      </w:pPr>
      <w:r>
        <w:t>Aufbau der Arbeit</w:t>
      </w:r>
    </w:p>
    <w:p w14:paraId="204514F7" w14:textId="77777777" w:rsidR="00A60962" w:rsidRDefault="00A60962" w:rsidP="00A60962">
      <w:pPr>
        <w:pStyle w:val="BasicText"/>
      </w:pPr>
      <w:r>
        <w:t>Bei Referaten sollte die Einleitung eine Seite nicht überschreiten, bei größeren Arbeiten besteht die Einleitung aus ein bis drei Seiten. Im Regelfall wird nicht weiter untergliedert, bei größeren Arbeiten kann eine Unterteilung in Abschni</w:t>
      </w:r>
      <w:r w:rsidR="00873C73">
        <w:t>tte wie „Themenrelevanz, Einord</w:t>
      </w:r>
      <w:r>
        <w:t>nung des Themas, Gang der Untersuchung“ sinnvoll sein.</w:t>
      </w:r>
    </w:p>
    <w:p w14:paraId="204514F8" w14:textId="77777777" w:rsidR="00A60962" w:rsidRDefault="00A60962" w:rsidP="00A60962">
      <w:pPr>
        <w:pStyle w:val="BasicTextList"/>
      </w:pPr>
      <w:r>
        <w:t>Das erste Kapitel heißt nicht „Einleitung“, sondern sollt</w:t>
      </w:r>
      <w:r w:rsidR="00873C73">
        <w:t>e einen sinnvollen Titel mit Be</w:t>
      </w:r>
      <w:r>
        <w:t xml:space="preserve">zug zur Arbeit aufweisen. </w:t>
      </w:r>
    </w:p>
    <w:p w14:paraId="204514F9" w14:textId="77777777" w:rsidR="00A60962" w:rsidRDefault="00A60962" w:rsidP="00A60962">
      <w:pPr>
        <w:pStyle w:val="BasicTextList"/>
      </w:pPr>
      <w:r>
        <w:t xml:space="preserve">Es kann sich als sinnvoll erweisen, eine Grafik am Ende des Kapitels einzufügen, aus der der Aufbau, der argumentative Ablauf oder wichtige Kernaussagen der Arbeit </w:t>
      </w:r>
      <w:r w:rsidR="002B329E">
        <w:t>hervorgehen</w:t>
      </w:r>
      <w:r>
        <w:t>.</w:t>
      </w:r>
    </w:p>
    <w:p w14:paraId="204514FA" w14:textId="77777777" w:rsidR="00A60962" w:rsidRPr="00A60962" w:rsidRDefault="00A60962" w:rsidP="00A60962">
      <w:pPr>
        <w:pStyle w:val="BasicTextList"/>
      </w:pPr>
      <w:r>
        <w:t>Die Erfahrung zeigt, dass die Einleitung erst zum Schluss der Arbeit ausformuliert werden sollte. So werden wiederholte Änderungen am Text vermieden.</w:t>
      </w:r>
    </w:p>
    <w:p w14:paraId="204514FB" w14:textId="77777777" w:rsidR="00297DC8" w:rsidRDefault="00297DC8" w:rsidP="00297DC8">
      <w:pPr>
        <w:pStyle w:val="berschrift1"/>
      </w:pPr>
      <w:bookmarkStart w:id="9" w:name="_Toc30515279"/>
      <w:r>
        <w:lastRenderedPageBreak/>
        <w:t>Erster Abschnitt des Hauptteils</w:t>
      </w:r>
      <w:bookmarkEnd w:id="9"/>
    </w:p>
    <w:p w14:paraId="204514FC" w14:textId="77777777" w:rsidR="00E8643D" w:rsidRDefault="00E8643D" w:rsidP="00E8643D">
      <w:pPr>
        <w:pStyle w:val="berschrift2"/>
      </w:pPr>
      <w:bookmarkStart w:id="10" w:name="_Toc30515280"/>
      <w:r>
        <w:t>Erster Unterabschnitt</w:t>
      </w:r>
      <w:bookmarkEnd w:id="10"/>
    </w:p>
    <w:p w14:paraId="204514FD" w14:textId="77777777" w:rsidR="00E8643D" w:rsidRDefault="00E8643D" w:rsidP="00E8643D">
      <w:pPr>
        <w:pStyle w:val="berschrift3"/>
      </w:pPr>
      <w:bookmarkStart w:id="11" w:name="_Toc30515281"/>
      <w:r>
        <w:t>Erster Unterabschnitt auf dritter Ebene</w:t>
      </w:r>
      <w:bookmarkEnd w:id="11"/>
    </w:p>
    <w:p w14:paraId="204514FE" w14:textId="77777777" w:rsidR="00A60962" w:rsidRDefault="00A60962" w:rsidP="00CE26D8">
      <w:pPr>
        <w:pStyle w:val="BasicText"/>
      </w:pPr>
      <w:r>
        <w:t>Alle Passagen im Text sollten mit einer eigenen Formatvorlage (FV) formatiert sein, d. h., auf die Verwendung der Word-eigenen FV „Standard“ wird vollständig verzichtet. Der Text der Arbeit wird mit der Formatvorlage „Grundtext“ definiert. Für besondere Formatierungen wird dabei ggf. auf eine der abgeleiteten Formatierungen zurückgegriffen.</w:t>
      </w:r>
    </w:p>
    <w:p w14:paraId="204514FF" w14:textId="77777777" w:rsidR="00A60962" w:rsidRDefault="00A60962" w:rsidP="00A60962">
      <w:pPr>
        <w:pStyle w:val="BasicText"/>
      </w:pPr>
      <w:r>
        <w:t>Der Text der Arbeit wird mit der Formatvorlage „Basic Text“ definiert. Für besondere Formatierungen wird dabei ggf. auf eine der abgeleiteten Formatierungen zurückgegriffen.</w:t>
      </w:r>
    </w:p>
    <w:p w14:paraId="20451500" w14:textId="77777777" w:rsidR="00A60962" w:rsidRDefault="00A60962" w:rsidP="00A60962">
      <w:pPr>
        <w:pStyle w:val="BasicTextList"/>
      </w:pPr>
      <w:r>
        <w:t>Anmerkungen werden in diesem Dokument beispielhaft als Aufzählung mithilfe der FV „Basic Text (List)“ formatiert.</w:t>
      </w:r>
    </w:p>
    <w:p w14:paraId="20451501" w14:textId="77777777" w:rsidR="00A60962" w:rsidRDefault="00A60962" w:rsidP="00A60962">
      <w:pPr>
        <w:pStyle w:val="BasicTextList"/>
      </w:pPr>
      <w:r>
        <w:t>Es existieren weitere spezielle abgeleitete Formate für eingerückten Text (Basic Text (Indentation)), nummerierte Listen (Basic Text (Numbered List)) oder SQL-Listings (Basic Text (SQL)).</w:t>
      </w:r>
    </w:p>
    <w:p w14:paraId="20451502" w14:textId="77777777" w:rsidR="00A60962" w:rsidRDefault="00A60962" w:rsidP="00A60962">
      <w:pPr>
        <w:pStyle w:val="BasicText"/>
      </w:pPr>
      <w:r>
        <w:t>Zur Hervorhebung einzelner Wörter kann auf die Formatvorlagen Basic Char zurückgegriffen werden.</w:t>
      </w:r>
    </w:p>
    <w:p w14:paraId="20451503" w14:textId="77777777" w:rsidR="00A60962" w:rsidRDefault="00A60962" w:rsidP="00A60962">
      <w:pPr>
        <w:pStyle w:val="BasicTextList"/>
      </w:pPr>
      <w:r>
        <w:t xml:space="preserve">Bei der Hervorhebung ist </w:t>
      </w:r>
      <w:r w:rsidRPr="00A60962">
        <w:rPr>
          <w:rStyle w:val="BasicCharItalic"/>
        </w:rPr>
        <w:t>Basic Char. (Italic)</w:t>
      </w:r>
      <w:r>
        <w:t xml:space="preserve"> der Formatvorlage </w:t>
      </w:r>
      <w:r w:rsidRPr="00A60962">
        <w:rPr>
          <w:rStyle w:val="BasicCharBold"/>
        </w:rPr>
        <w:t>Basic Char. (Bold)</w:t>
      </w:r>
      <w:r>
        <w:t xml:space="preserve"> vorzuziehen.</w:t>
      </w:r>
    </w:p>
    <w:p w14:paraId="20451504" w14:textId="711ADEFC" w:rsidR="00A60962" w:rsidRDefault="00A60962" w:rsidP="00A60962">
      <w:pPr>
        <w:pStyle w:val="BasicTextList"/>
      </w:pPr>
      <w:r w:rsidRPr="00572702">
        <w:t xml:space="preserve">Mit </w:t>
      </w:r>
      <w:r w:rsidRPr="00572702">
        <w:rPr>
          <w:rStyle w:val="BasicCharSmallCapitals"/>
        </w:rPr>
        <w:t xml:space="preserve">Basic Char. </w:t>
      </w:r>
      <w:r w:rsidRPr="00A60962">
        <w:rPr>
          <w:rStyle w:val="BasicCharSmallCapitals"/>
        </w:rPr>
        <w:t>(Small Capitals)</w:t>
      </w:r>
      <w:r w:rsidRPr="00A60962">
        <w:t xml:space="preserve"> w</w:t>
      </w:r>
      <w:r>
        <w:t>e</w:t>
      </w:r>
      <w:r w:rsidRPr="00A60962">
        <w:t xml:space="preserve">rden </w:t>
      </w:r>
      <w:r w:rsidRPr="00A60962">
        <w:rPr>
          <w:rStyle w:val="BasicCharSmallCapitals"/>
        </w:rPr>
        <w:t>Autorennamen</w:t>
      </w:r>
      <w:r w:rsidRPr="00A60962">
        <w:t xml:space="preserve"> im Flie</w:t>
      </w:r>
      <w:r>
        <w:t>ßtext hervorgehoben.</w:t>
      </w:r>
    </w:p>
    <w:p w14:paraId="2EE95A2A" w14:textId="6CB72C6A" w:rsidR="00364777" w:rsidRDefault="005E247A" w:rsidP="00364777">
      <w:pPr>
        <w:pStyle w:val="berschrift3"/>
      </w:pPr>
      <w:bookmarkStart w:id="12" w:name="_Toc30515282"/>
      <w:r>
        <w:t>Zweiter Unterabschnitt auf dritter Ebene</w:t>
      </w:r>
      <w:bookmarkEnd w:id="12"/>
    </w:p>
    <w:p w14:paraId="4A2FD92A" w14:textId="27FE35E7" w:rsidR="00CE101A" w:rsidRPr="00CE101A" w:rsidRDefault="00A56927" w:rsidP="00CE101A">
      <w:pPr>
        <w:pStyle w:val="BasicText"/>
      </w:pPr>
      <w:r>
        <w:t>Falls Unterabschnitte auf dritter Ebene verwendet werden, sollten dies mindestens zwei sein</w:t>
      </w:r>
      <w:r w:rsidR="00CE5B35">
        <w:t>, d.h. kein einzelner Unterabschnitt auf dritter Ebene.</w:t>
      </w:r>
    </w:p>
    <w:p w14:paraId="20451505" w14:textId="77777777" w:rsidR="001E0E39" w:rsidRDefault="00E8643D" w:rsidP="001E0E39">
      <w:pPr>
        <w:pStyle w:val="berschrift2"/>
      </w:pPr>
      <w:bookmarkStart w:id="13" w:name="_Toc30515283"/>
      <w:r>
        <w:t>Zweiter Unterabschnitt</w:t>
      </w:r>
      <w:bookmarkEnd w:id="13"/>
    </w:p>
    <w:p w14:paraId="20451506" w14:textId="77777777" w:rsidR="00A60962" w:rsidRPr="00A60962" w:rsidRDefault="00A60962" w:rsidP="00A60962">
      <w:pPr>
        <w:pStyle w:val="BasicText"/>
      </w:pPr>
      <w:r>
        <w:t xml:space="preserve">Mit Hilfe von Überschriften ist das Dokument geeignet zu untergliedern. Dabei stehen verschiedene Ebenen zur Verfügung. Wenn auf eine Überschrift nur weniger Text, z. B. </w:t>
      </w:r>
      <w:r>
        <w:lastRenderedPageBreak/>
        <w:t>ein einzelner Absatz folgt, ist möglicherweise eine Zwischenüberschrift besser geeignet (</w:t>
      </w:r>
      <w:r w:rsidRPr="00A60962">
        <w:rPr>
          <w:rStyle w:val="BasicCharItalic"/>
        </w:rPr>
        <w:t>Subheading 1</w:t>
      </w:r>
      <w:r>
        <w:t xml:space="preserve"> oder </w:t>
      </w:r>
      <w:r w:rsidRPr="00A60962">
        <w:rPr>
          <w:rStyle w:val="BasicCharItalic"/>
        </w:rPr>
        <w:t>Subheading 2</w:t>
      </w:r>
      <w:r>
        <w:t>).</w:t>
      </w:r>
    </w:p>
    <w:p w14:paraId="12498DF1" w14:textId="6D65240C" w:rsidR="00B23063" w:rsidRDefault="00B23063" w:rsidP="00297DC8">
      <w:pPr>
        <w:pStyle w:val="berschrift1"/>
      </w:pPr>
      <w:bookmarkStart w:id="14" w:name="_Toc30515284"/>
      <w:r>
        <w:lastRenderedPageBreak/>
        <w:t>Erste Schritte der Abschlussarbeit</w:t>
      </w:r>
      <w:bookmarkEnd w:id="14"/>
    </w:p>
    <w:p w14:paraId="5C24D146" w14:textId="6EBA89AB" w:rsidR="00B23063" w:rsidRDefault="00B23063" w:rsidP="00B23063">
      <w:pPr>
        <w:pStyle w:val="BasicText"/>
      </w:pPr>
      <w:r>
        <w:t>Die Kenntnis der einschlägigen Literatur stell eine notwendige Voraussetzung</w:t>
      </w:r>
      <w:r w:rsidR="0043458B">
        <w:t xml:space="preserve"> für die Anfertigung einer guten Arbeit ist, ist eine systematische Herangehensweise sehr nützlich. In der Regel ist die Literatur sehr umfangreich und Sie werden auch am Ende Ihrer Arbeit nicht die gesamte Literatur identifiziert und gesichtet haben können. Ihr Ziel sollte aber sein, die wesentliche Literatur zu kennen. Hierzu empfehlen wir die folgenden Aktivitäten:</w:t>
      </w:r>
    </w:p>
    <w:p w14:paraId="05404615" w14:textId="71A596B2" w:rsidR="0043458B" w:rsidRDefault="0043458B" w:rsidP="0043458B">
      <w:pPr>
        <w:pStyle w:val="BasicText"/>
        <w:numPr>
          <w:ilvl w:val="0"/>
          <w:numId w:val="25"/>
        </w:numPr>
      </w:pPr>
      <w:r>
        <w:t>Lesen Sie selbstverständlich die Literatur, die Ihnen Ihr€ Betreuer(in) empfiehlt.</w:t>
      </w:r>
    </w:p>
    <w:p w14:paraId="39318DD3" w14:textId="2F446096" w:rsidR="0043458B" w:rsidRDefault="0043458B" w:rsidP="0043458B">
      <w:pPr>
        <w:pStyle w:val="BasicText"/>
        <w:numPr>
          <w:ilvl w:val="0"/>
          <w:numId w:val="25"/>
        </w:numPr>
      </w:pPr>
      <w:r>
        <w:t>Identifizieren und lesen Sie am Anfang Literatur-Reviews zu Ihrem Thema. Diese strukturieren das Themengebiet, informieren über den inhaltlichen „State-of-the-art“, vermitteln Terminologie und stellen mit dem Literaturverzeichnis oft eine exzellente Basis für weitere Literatur zur Verfügung.</w:t>
      </w:r>
    </w:p>
    <w:p w14:paraId="6D3A232C" w14:textId="07639E37" w:rsidR="0043458B" w:rsidRDefault="0043458B" w:rsidP="0043458B">
      <w:pPr>
        <w:pStyle w:val="BasicText"/>
        <w:numPr>
          <w:ilvl w:val="0"/>
          <w:numId w:val="25"/>
        </w:numPr>
      </w:pPr>
      <w:r>
        <w:t>Identifizieren Sie die Grundlagenliteratur zu Ihrem Themengebiet. Diese erkennen Sie häufig an der Anzahl der Zitationen und Ranking nach VHB-JOURQUAL 3 (siehe Anhang A).</w:t>
      </w:r>
    </w:p>
    <w:p w14:paraId="13B9635F" w14:textId="55D909AC" w:rsidR="00714AF6" w:rsidRDefault="00714AF6" w:rsidP="0043458B">
      <w:pPr>
        <w:pStyle w:val="BasicText"/>
        <w:numPr>
          <w:ilvl w:val="0"/>
          <w:numId w:val="25"/>
        </w:numPr>
      </w:pPr>
      <w:r>
        <w:t>Erstellen Sie eine Übersicht über die wesentliche Literatur, indem Sie die jeweiligen Quellen dokumentieren bzgl. ihrer inhaltlichen Schwerpunkte und Eignung für Ihre Arbeit.</w:t>
      </w:r>
    </w:p>
    <w:p w14:paraId="0254FAE8" w14:textId="0E2BCEB3" w:rsidR="00714AF6" w:rsidRDefault="00714AF6" w:rsidP="0043458B">
      <w:pPr>
        <w:pStyle w:val="BasicText"/>
        <w:numPr>
          <w:ilvl w:val="0"/>
          <w:numId w:val="25"/>
        </w:numPr>
      </w:pPr>
      <w:r>
        <w:t xml:space="preserve">Wir empfehlen Ihnen nachdrücklich die Nutzung eines Literaturverwaltungsprogrammes (z.B. Citavi, Mendely, Zotero etc.) das kompatibel zu Ihrem Textverarbeitungssystem ist. Damit lassen sich die Quellen nicht nur aufwandsarm in ihr Dokument einfügen, sondern auch die o.g. Quellendokumentation kann damit durchgeführt werden. </w:t>
      </w:r>
    </w:p>
    <w:p w14:paraId="41A572C2" w14:textId="2B47B7ED" w:rsidR="00714AF6" w:rsidRDefault="00714AF6" w:rsidP="00714AF6">
      <w:pPr>
        <w:pStyle w:val="BasicText"/>
      </w:pPr>
      <w:r>
        <w:t xml:space="preserve">Das oben beschriebene Vorgehen stelle eine erste, aber sehr wichtige Phase bei der Suche nach Literatur dar. Sie werden im Verlauf der Anfertigung Ihrer Arbeit weitere, dann oftmals detaillierte Literaturrecherchen durchführen müssen. </w:t>
      </w:r>
    </w:p>
    <w:p w14:paraId="7967D689" w14:textId="0A547E29" w:rsidR="00714AF6" w:rsidRPr="00B23063" w:rsidRDefault="00714AF6" w:rsidP="00714AF6">
      <w:pPr>
        <w:pStyle w:val="BasicText"/>
      </w:pPr>
      <w:r>
        <w:t xml:space="preserve">Nach der Durchführung </w:t>
      </w:r>
      <w:r w:rsidR="00A37F80">
        <w:t>der oben genannten Schritte</w:t>
      </w:r>
      <w:r>
        <w:t xml:space="preserve"> sollten Sie nun in der Lage sein, Ihr Themengebiet grob zu strukturieren und Ihre konkreten Zielsetzungen in der Literatur-Landschaft einzuordnen. Ferner können Sie dadurch die notwendige Forschungslücke für Ihre Arbeit identifizieren. Die weiteren Schritte hängen von der konkreten Themenstellung ab und sollten mit dem/der Betreuer/in besprochen werden. </w:t>
      </w:r>
    </w:p>
    <w:p w14:paraId="20451507" w14:textId="3122775A" w:rsidR="00297DC8" w:rsidRDefault="00A60962" w:rsidP="00297DC8">
      <w:pPr>
        <w:pStyle w:val="berschrift1"/>
      </w:pPr>
      <w:bookmarkStart w:id="15" w:name="_Toc30515285"/>
      <w:r>
        <w:lastRenderedPageBreak/>
        <w:t>Verwendung von Abbildungen</w:t>
      </w:r>
      <w:bookmarkEnd w:id="15"/>
    </w:p>
    <w:p w14:paraId="20451508" w14:textId="77777777" w:rsidR="00A60962" w:rsidRDefault="00A60962" w:rsidP="00A60962">
      <w:pPr>
        <w:pStyle w:val="BasicText"/>
      </w:pPr>
      <w:r>
        <w:t>Beim Einbinden mehrerer Abbildungen ist eine formale Hauptforderung die Einheitlichkeit der verwendeten Schriftgrößen. Zwei in gleicher oder vergleichbarer Notation erstellte Grafiken sollten auch dieselbe Schriftgröße verwenden. Die zusätzliche Anforderung der Lesbarkeit aller in der Grafik verwendeten Schriften macht es sehr schwierig, mithilfe der Skalierungsfunktion von Word die Grafiken auf die richtige Größe zu bringen. Soweit möglich sollten Abbildungen daher mit der Skalierung 100% in den Text eingebunden werden.</w:t>
      </w:r>
    </w:p>
    <w:p w14:paraId="20451509" w14:textId="521B4643" w:rsidR="00A60962" w:rsidRDefault="00A60962" w:rsidP="00A60962">
      <w:pPr>
        <w:pStyle w:val="BasicText"/>
      </w:pPr>
      <w:r>
        <w:t xml:space="preserve">Grafiken sollten nach Möglichkeit selbst erstellt werden. Als Programm ist dabei Visio zu empfehlen, welches über </w:t>
      </w:r>
      <w:r w:rsidR="00C70BC6">
        <w:t>Microsoft Imagine</w:t>
      </w:r>
      <w:r>
        <w:t xml:space="preserve"> Studenten der Wirtschafts</w:t>
      </w:r>
      <w:r w:rsidR="00C70BC6">
        <w:t>wissenschaften und Wirtschaftsinformatik</w:t>
      </w:r>
      <w:r>
        <w:t xml:space="preserve"> kostenlos zur Verfügung steht</w:t>
      </w:r>
      <w:r w:rsidR="005E3967">
        <w:t xml:space="preserve"> (mittlerweile via portal.azure.com beziehbar, falls die </w:t>
      </w:r>
      <w:r w:rsidR="006230F5">
        <w:t>Universitätsadresse bestätigt wurde</w:t>
      </w:r>
      <w:r w:rsidR="005E3967">
        <w:t>)</w:t>
      </w:r>
      <w:r>
        <w:t>. Auch aus anderen Werken übernommene Grafiken sollten nur dann in einer gescannten Version eingebunden werden, falls sie eine hohe Komplexität aufweisen und die Qualität des Scans ausreichend gut ist.</w:t>
      </w:r>
    </w:p>
    <w:p w14:paraId="2045150A" w14:textId="77777777" w:rsidR="00CE26D8" w:rsidRDefault="00CE26D8" w:rsidP="00CE26D8">
      <w:pPr>
        <w:pStyle w:val="Image"/>
      </w:pPr>
      <w:r>
        <w:rPr>
          <w:noProof/>
        </w:rPr>
        <w:drawing>
          <wp:inline distT="0" distB="0" distL="0" distR="0" wp14:anchorId="20451546" wp14:editId="20451547">
            <wp:extent cx="3962400" cy="3638550"/>
            <wp:effectExtent l="19050" t="0" r="0" b="0"/>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3962400" cy="3638550"/>
                    </a:xfrm>
                    <a:prstGeom prst="rect">
                      <a:avLst/>
                    </a:prstGeom>
                    <a:noFill/>
                    <a:ln w="9525">
                      <a:noFill/>
                      <a:miter lim="800000"/>
                      <a:headEnd/>
                      <a:tailEnd/>
                    </a:ln>
                  </pic:spPr>
                </pic:pic>
              </a:graphicData>
            </a:graphic>
          </wp:inline>
        </w:drawing>
      </w:r>
    </w:p>
    <w:p w14:paraId="2045150B" w14:textId="77777777" w:rsidR="00CE26D8" w:rsidRDefault="00CE26D8" w:rsidP="00CE26D8">
      <w:pPr>
        <w:pStyle w:val="ImageSource"/>
      </w:pPr>
      <w:r>
        <w:t>Quelle: Microsoft Word (2003)</w:t>
      </w:r>
    </w:p>
    <w:p w14:paraId="2045150C" w14:textId="778E0116" w:rsidR="00CE26D8" w:rsidRDefault="00CE26D8" w:rsidP="00CE26D8">
      <w:pPr>
        <w:pStyle w:val="Beschriftung"/>
        <w:rPr>
          <w:b w:val="0"/>
        </w:rPr>
      </w:pPr>
      <w:bookmarkStart w:id="16" w:name="_Toc29821689"/>
      <w:r>
        <w:t xml:space="preserve">Abb. </w:t>
      </w:r>
      <w:r w:rsidR="00822156">
        <w:fldChar w:fldCharType="begin"/>
      </w:r>
      <w:r w:rsidR="00822156">
        <w:instrText xml:space="preserve"> STYLEREF 1 \s </w:instrText>
      </w:r>
      <w:r w:rsidR="00822156">
        <w:fldChar w:fldCharType="separate"/>
      </w:r>
      <w:r w:rsidR="00A60C52">
        <w:rPr>
          <w:noProof/>
        </w:rPr>
        <w:t>3</w:t>
      </w:r>
      <w:r w:rsidR="00822156">
        <w:rPr>
          <w:noProof/>
        </w:rPr>
        <w:fldChar w:fldCharType="end"/>
      </w:r>
      <w:r>
        <w:t>.</w:t>
      </w:r>
      <w:r w:rsidR="00822156">
        <w:fldChar w:fldCharType="begin"/>
      </w:r>
      <w:r w:rsidR="00822156">
        <w:instrText xml:space="preserve"> SEQ Abb. \* ARABIC \s 1 </w:instrText>
      </w:r>
      <w:r w:rsidR="00822156">
        <w:fldChar w:fldCharType="separate"/>
      </w:r>
      <w:r w:rsidR="00A60C52">
        <w:rPr>
          <w:noProof/>
        </w:rPr>
        <w:t>1</w:t>
      </w:r>
      <w:r w:rsidR="00822156">
        <w:rPr>
          <w:noProof/>
        </w:rPr>
        <w:fldChar w:fldCharType="end"/>
      </w:r>
      <w:r>
        <w:rPr>
          <w:b w:val="0"/>
        </w:rPr>
        <w:tab/>
        <w:t>Layoutoptionen in Word 2003</w:t>
      </w:r>
      <w:bookmarkEnd w:id="16"/>
    </w:p>
    <w:p w14:paraId="2045150D" w14:textId="43E36D6D" w:rsidR="00CE26D8" w:rsidRDefault="00CE26D8" w:rsidP="00CE26D8">
      <w:pPr>
        <w:pStyle w:val="BasicText"/>
      </w:pPr>
      <w:r w:rsidRPr="00CE26D8">
        <w:t>Nach dem</w:t>
      </w:r>
      <w:r>
        <w:t xml:space="preserve"> Einfügen einer Grafik kann das zugehörige Makro verwendet werden. Die Makros finden sich in Word </w:t>
      </w:r>
      <w:r w:rsidR="00811429">
        <w:t>2019</w:t>
      </w:r>
      <w:r>
        <w:t xml:space="preserve"> oben in der Symbolleiste (vgl. Abb. 3.2).</w:t>
      </w:r>
    </w:p>
    <w:p w14:paraId="2045150E" w14:textId="77777777" w:rsidR="00CE26D8" w:rsidRDefault="00CE26D8" w:rsidP="00CE26D8">
      <w:pPr>
        <w:pStyle w:val="Image"/>
      </w:pPr>
      <w:r>
        <w:rPr>
          <w:noProof/>
        </w:rPr>
        <w:lastRenderedPageBreak/>
        <w:drawing>
          <wp:inline distT="0" distB="0" distL="0" distR="0" wp14:anchorId="20451548" wp14:editId="68CABB33">
            <wp:extent cx="3324212" cy="1025397"/>
            <wp:effectExtent l="0" t="0" r="0" b="381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3347205" cy="1032490"/>
                    </a:xfrm>
                    <a:prstGeom prst="rect">
                      <a:avLst/>
                    </a:prstGeom>
                    <a:noFill/>
                    <a:ln w="9525">
                      <a:noFill/>
                      <a:miter lim="800000"/>
                      <a:headEnd/>
                      <a:tailEnd/>
                    </a:ln>
                  </pic:spPr>
                </pic:pic>
              </a:graphicData>
            </a:graphic>
          </wp:inline>
        </w:drawing>
      </w:r>
    </w:p>
    <w:p w14:paraId="2045150F" w14:textId="6D56765E" w:rsidR="00CE26D8" w:rsidRDefault="00CE26D8" w:rsidP="00CE26D8">
      <w:pPr>
        <w:pStyle w:val="Beschriftung"/>
        <w:rPr>
          <w:b w:val="0"/>
        </w:rPr>
      </w:pPr>
      <w:bookmarkStart w:id="17" w:name="_Toc29821690"/>
      <w:r>
        <w:t xml:space="preserve">Abb. </w:t>
      </w:r>
      <w:r w:rsidR="00822156">
        <w:fldChar w:fldCharType="begin"/>
      </w:r>
      <w:r w:rsidR="00822156">
        <w:instrText xml:space="preserve"> STYLEREF 1 \s </w:instrText>
      </w:r>
      <w:r w:rsidR="00822156">
        <w:fldChar w:fldCharType="separate"/>
      </w:r>
      <w:r w:rsidR="00A60C52">
        <w:rPr>
          <w:noProof/>
        </w:rPr>
        <w:t>3</w:t>
      </w:r>
      <w:r w:rsidR="00822156">
        <w:rPr>
          <w:noProof/>
        </w:rPr>
        <w:fldChar w:fldCharType="end"/>
      </w:r>
      <w:r>
        <w:t>.</w:t>
      </w:r>
      <w:r w:rsidR="00822156">
        <w:fldChar w:fldCharType="begin"/>
      </w:r>
      <w:r w:rsidR="00822156">
        <w:instrText xml:space="preserve"> SEQ Abb. \* ARABIC \s 1 </w:instrText>
      </w:r>
      <w:r w:rsidR="00822156">
        <w:fldChar w:fldCharType="separate"/>
      </w:r>
      <w:r w:rsidR="00A60C52">
        <w:rPr>
          <w:noProof/>
        </w:rPr>
        <w:t>2</w:t>
      </w:r>
      <w:r w:rsidR="00822156">
        <w:rPr>
          <w:noProof/>
        </w:rPr>
        <w:fldChar w:fldCharType="end"/>
      </w:r>
      <w:r>
        <w:rPr>
          <w:b w:val="0"/>
        </w:rPr>
        <w:tab/>
        <w:t>Makros in Word 20</w:t>
      </w:r>
      <w:r w:rsidR="00121E92">
        <w:rPr>
          <w:b w:val="0"/>
        </w:rPr>
        <w:t>19</w:t>
      </w:r>
      <w:bookmarkEnd w:id="17"/>
    </w:p>
    <w:p w14:paraId="20451510" w14:textId="77777777" w:rsidR="00CE26D8" w:rsidRDefault="00CE26D8" w:rsidP="00CE26D8">
      <w:pPr>
        <w:pStyle w:val="BasicText"/>
      </w:pPr>
      <w:r>
        <w:t>Das Makro formatiert das Bild mit der richtigen Formatvorlage (Image) und fügt eine Abbildungsbeschriftung sowie eine Zeile für die Quellenangabe hinzu.</w:t>
      </w:r>
    </w:p>
    <w:p w14:paraId="20451511" w14:textId="77777777" w:rsidR="00CE26D8" w:rsidRDefault="00CE26D8" w:rsidP="00CE26D8">
      <w:pPr>
        <w:pStyle w:val="BasicText"/>
      </w:pPr>
      <w:r>
        <w:t>In Tab. 3.1 sind die drei möglichen Kombinationen der Referenzierung von Abbildungen an einem Beispiel erläutert.</w:t>
      </w:r>
    </w:p>
    <w:tbl>
      <w:tblPr>
        <w:tblStyle w:val="Tabellenraster"/>
        <w:tblW w:w="0" w:type="auto"/>
        <w:tblLook w:val="04A0" w:firstRow="1" w:lastRow="0" w:firstColumn="1" w:lastColumn="0" w:noHBand="0" w:noVBand="1"/>
      </w:tblPr>
      <w:tblGrid>
        <w:gridCol w:w="3456"/>
        <w:gridCol w:w="5038"/>
      </w:tblGrid>
      <w:tr w:rsidR="00CE26D8" w:rsidRPr="00CE26D8" w14:paraId="20451514" w14:textId="77777777" w:rsidTr="00CE26D8">
        <w:tc>
          <w:tcPr>
            <w:tcW w:w="3510" w:type="dxa"/>
          </w:tcPr>
          <w:p w14:paraId="20451512" w14:textId="77777777" w:rsidR="00CE26D8" w:rsidRPr="00CE26D8" w:rsidRDefault="00CE26D8" w:rsidP="00CE26D8">
            <w:pPr>
              <w:pStyle w:val="BasicTextTable"/>
              <w:rPr>
                <w:rStyle w:val="BasicCharBold"/>
              </w:rPr>
            </w:pPr>
            <w:r w:rsidRPr="00CE26D8">
              <w:rPr>
                <w:rStyle w:val="BasicCharBold"/>
              </w:rPr>
              <w:t>Beispiele für Quellenangaben</w:t>
            </w:r>
          </w:p>
        </w:tc>
        <w:tc>
          <w:tcPr>
            <w:tcW w:w="5134" w:type="dxa"/>
          </w:tcPr>
          <w:p w14:paraId="20451513" w14:textId="77777777" w:rsidR="00CE26D8" w:rsidRPr="00CE26D8" w:rsidRDefault="00CE26D8" w:rsidP="00CE26D8">
            <w:pPr>
              <w:pStyle w:val="BasicTextTable"/>
              <w:rPr>
                <w:rStyle w:val="BasicCharBold"/>
              </w:rPr>
            </w:pPr>
            <w:r w:rsidRPr="00CE26D8">
              <w:rPr>
                <w:rStyle w:val="BasicCharBold"/>
              </w:rPr>
              <w:t>Bemerkung</w:t>
            </w:r>
          </w:p>
        </w:tc>
      </w:tr>
      <w:tr w:rsidR="00CE26D8" w14:paraId="20451518" w14:textId="77777777" w:rsidTr="00CE26D8">
        <w:tc>
          <w:tcPr>
            <w:tcW w:w="3510" w:type="dxa"/>
          </w:tcPr>
          <w:p w14:paraId="20451515" w14:textId="77777777" w:rsidR="00CE26D8" w:rsidRDefault="00CE26D8" w:rsidP="00CE26D8">
            <w:pPr>
              <w:pStyle w:val="BasicTextTable"/>
            </w:pPr>
            <w:r>
              <w:t>Quelle: Becker, Schütte (2004), S. 399.</w:t>
            </w:r>
          </w:p>
        </w:tc>
        <w:tc>
          <w:tcPr>
            <w:tcW w:w="5134" w:type="dxa"/>
          </w:tcPr>
          <w:p w14:paraId="20451516" w14:textId="77777777" w:rsidR="00CE26D8" w:rsidRDefault="00CE26D8" w:rsidP="00CE26D8">
            <w:pPr>
              <w:pStyle w:val="BasicTextTable"/>
            </w:pPr>
            <w:r>
              <w:t>Die Abbildung ist ohne Veränderungen übernommen worden. Sie ist mit dem Original identisch (und enthält sogar eventuelle Schreibfehler der Original-Quelle).</w:t>
            </w:r>
          </w:p>
          <w:p w14:paraId="20451517" w14:textId="77777777" w:rsidR="00CE26D8" w:rsidRDefault="00CE26D8" w:rsidP="00CE26D8">
            <w:pPr>
              <w:pStyle w:val="BasicTextTable"/>
            </w:pPr>
          </w:p>
        </w:tc>
      </w:tr>
      <w:tr w:rsidR="00CE26D8" w14:paraId="2045151B" w14:textId="77777777" w:rsidTr="00CE26D8">
        <w:tc>
          <w:tcPr>
            <w:tcW w:w="3510" w:type="dxa"/>
          </w:tcPr>
          <w:p w14:paraId="20451519" w14:textId="77777777" w:rsidR="00CE26D8" w:rsidRDefault="00CE26D8" w:rsidP="00CE26D8">
            <w:pPr>
              <w:pStyle w:val="BasicTextTable"/>
            </w:pPr>
            <w:r>
              <w:t>Vgl. Becker, Schütte (2004), S. 399.</w:t>
            </w:r>
          </w:p>
        </w:tc>
        <w:tc>
          <w:tcPr>
            <w:tcW w:w="5134" w:type="dxa"/>
          </w:tcPr>
          <w:p w14:paraId="2045151A" w14:textId="77777777" w:rsidR="00CE26D8" w:rsidRDefault="00CE26D8" w:rsidP="00CE26D8">
            <w:pPr>
              <w:pStyle w:val="BasicTextTable"/>
            </w:pPr>
            <w:r>
              <w:t>An der Abbildung sind Veränderungen oder Ergänzungen vorgenommen worden. Diese können so-wohl inhaltliche Korrekturen oder Ergänzungen als auch formale Veränderungen (Sprache, Rechtschreibfehler etc.) beinhalten.</w:t>
            </w:r>
          </w:p>
        </w:tc>
      </w:tr>
      <w:tr w:rsidR="00CE26D8" w14:paraId="2045151F" w14:textId="77777777" w:rsidTr="00CE26D8">
        <w:tc>
          <w:tcPr>
            <w:tcW w:w="3510" w:type="dxa"/>
          </w:tcPr>
          <w:p w14:paraId="2045151C" w14:textId="77777777" w:rsidR="00CE26D8" w:rsidRDefault="00CE26D8" w:rsidP="00CE26D8">
            <w:pPr>
              <w:pStyle w:val="BasicTextTable"/>
            </w:pPr>
            <w:r>
              <w:t>{keine Angaben}</w:t>
            </w:r>
          </w:p>
        </w:tc>
        <w:tc>
          <w:tcPr>
            <w:tcW w:w="5134" w:type="dxa"/>
          </w:tcPr>
          <w:p w14:paraId="2045151D" w14:textId="77777777" w:rsidR="00CE26D8" w:rsidRDefault="00CE26D8" w:rsidP="00CE26D8">
            <w:pPr>
              <w:pStyle w:val="BasicTextTable"/>
            </w:pPr>
            <w:r>
              <w:t>Die Abbildung ist eine eigene Darstellung. Sie lehnt sich in keiner Weise an die grafischen Darstellungen anderer Autoren an. Die Angabe einer Quelle entfällt.</w:t>
            </w:r>
          </w:p>
          <w:p w14:paraId="2045151E" w14:textId="77777777" w:rsidR="00CE26D8" w:rsidRDefault="00CE26D8" w:rsidP="00CE26D8">
            <w:pPr>
              <w:pStyle w:val="BasicTextTable"/>
            </w:pPr>
          </w:p>
        </w:tc>
      </w:tr>
    </w:tbl>
    <w:p w14:paraId="20451520" w14:textId="0ED6ED45" w:rsidR="00CE26D8" w:rsidRPr="00CE26D8" w:rsidRDefault="00CE26D8" w:rsidP="00CE26D8">
      <w:pPr>
        <w:pStyle w:val="Beschriftung"/>
        <w:rPr>
          <w:b w:val="0"/>
        </w:rPr>
      </w:pPr>
      <w:bookmarkStart w:id="18" w:name="_Toc29821691"/>
      <w:r>
        <w:t xml:space="preserve">Tab. </w:t>
      </w:r>
      <w:r w:rsidR="00822156">
        <w:fldChar w:fldCharType="begin"/>
      </w:r>
      <w:r w:rsidR="00822156">
        <w:instrText xml:space="preserve"> STYLEREF 1 \s </w:instrText>
      </w:r>
      <w:r w:rsidR="00822156">
        <w:fldChar w:fldCharType="separate"/>
      </w:r>
      <w:r w:rsidR="00A60C52">
        <w:rPr>
          <w:noProof/>
        </w:rPr>
        <w:t>3</w:t>
      </w:r>
      <w:r w:rsidR="00822156">
        <w:rPr>
          <w:noProof/>
        </w:rPr>
        <w:fldChar w:fldCharType="end"/>
      </w:r>
      <w:r>
        <w:t>.</w:t>
      </w:r>
      <w:r w:rsidR="00822156">
        <w:fldChar w:fldCharType="begin"/>
      </w:r>
      <w:r w:rsidR="00822156">
        <w:instrText xml:space="preserve"> SEQ Tab. \* ARABIC \s 1 </w:instrText>
      </w:r>
      <w:r w:rsidR="00822156">
        <w:fldChar w:fldCharType="separate"/>
      </w:r>
      <w:r w:rsidR="00A60C52">
        <w:rPr>
          <w:noProof/>
        </w:rPr>
        <w:t>1</w:t>
      </w:r>
      <w:r w:rsidR="00822156">
        <w:rPr>
          <w:noProof/>
        </w:rPr>
        <w:fldChar w:fldCharType="end"/>
      </w:r>
      <w:r>
        <w:rPr>
          <w:b w:val="0"/>
        </w:rPr>
        <w:tab/>
        <w:t>Quellenangaben bei Abbildungen</w:t>
      </w:r>
      <w:bookmarkEnd w:id="18"/>
    </w:p>
    <w:p w14:paraId="20451521" w14:textId="77777777" w:rsidR="00F23E20" w:rsidRDefault="00CE26D8" w:rsidP="00F23E20">
      <w:pPr>
        <w:pStyle w:val="berschrift1"/>
      </w:pPr>
      <w:bookmarkStart w:id="19" w:name="_Toc30515286"/>
      <w:r>
        <w:lastRenderedPageBreak/>
        <w:t>Verwendung von Tabellen</w:t>
      </w:r>
      <w:bookmarkEnd w:id="19"/>
    </w:p>
    <w:p w14:paraId="20451522" w14:textId="77777777" w:rsidR="00CE26D8" w:rsidRDefault="00CE26D8" w:rsidP="00CE26D8">
      <w:pPr>
        <w:pStyle w:val="BasicText"/>
      </w:pPr>
      <w:r w:rsidRPr="00CE26D8">
        <w:t>Tabellen können sowohl aus einer Tabellenkalkulation wie Microsoft Excel importiert als auch direkt in Word erstellt werden. Insbesondere bei Tabellen, die keine Berechnungen enthalten, bietet sich letztere Variante an, da sich hierbei die Inhalte der Tabellenfelder wesentlich flexibler gestalten lassen.</w:t>
      </w:r>
    </w:p>
    <w:p w14:paraId="20451523" w14:textId="77777777" w:rsidR="00CE26D8" w:rsidRDefault="00CE26D8" w:rsidP="00CE26D8">
      <w:pPr>
        <w:pStyle w:val="BasicText"/>
      </w:pPr>
      <w:r w:rsidRPr="00CE26D8">
        <w:t>Bei der Erstellung von Word-Tabellen sollte die FV „</w:t>
      </w:r>
      <w:r>
        <w:t>Basic Text</w:t>
      </w:r>
      <w:r w:rsidRPr="00CE26D8">
        <w:t xml:space="preserve"> (</w:t>
      </w:r>
      <w:r>
        <w:t>Table</w:t>
      </w:r>
      <w:r w:rsidRPr="00CE26D8">
        <w:t>)“ auf alle Zellen angewendet werden. Spaltenüberschriften können zusätzlich mit der FV „</w:t>
      </w:r>
      <w:r>
        <w:t>Basic Char</w:t>
      </w:r>
      <w:r w:rsidRPr="00CE26D8">
        <w:t>. (</w:t>
      </w:r>
      <w:r>
        <w:t>Bold</w:t>
      </w:r>
      <w:r w:rsidRPr="00CE26D8">
        <w:t>)“ fettgedruckt formatiert werden. Die vorgegebene Schriftgröße 10pt dient lediglich als Empfehlung, je nach Umfang der Tabelle kann die Größe an die übliche Schriftgröße 12pt angepasst oder auf 8pt reduziert werden. Bei der Verwendung mehrerer Tabellen ist wie auch bei Grafiken auf größtmögliche Selbstähnlichkeit zu achten.</w:t>
      </w:r>
    </w:p>
    <w:p w14:paraId="20451524" w14:textId="77777777" w:rsidR="00CE26D8" w:rsidRPr="00CE26D8" w:rsidRDefault="00CE26D8" w:rsidP="00CE26D8">
      <w:pPr>
        <w:pStyle w:val="BasicText"/>
      </w:pPr>
      <w:r>
        <w:t>Tabellen werden wieder über das zugehörige Makro beschriftet. Angaben zu den Quellen gelten analog zu Grafiken.</w:t>
      </w:r>
    </w:p>
    <w:p w14:paraId="20451525" w14:textId="77777777" w:rsidR="00297DC8" w:rsidRDefault="003D7BAF" w:rsidP="00297DC8">
      <w:pPr>
        <w:pStyle w:val="berschrift1"/>
      </w:pPr>
      <w:bookmarkStart w:id="20" w:name="_Toc30515287"/>
      <w:r>
        <w:lastRenderedPageBreak/>
        <w:t>Zitation</w:t>
      </w:r>
      <w:bookmarkEnd w:id="20"/>
    </w:p>
    <w:p w14:paraId="20451526" w14:textId="77777777" w:rsidR="003E0702" w:rsidRDefault="003E0702" w:rsidP="003E0702">
      <w:pPr>
        <w:pStyle w:val="BasicText"/>
      </w:pPr>
      <w:r w:rsidRPr="003E0702">
        <w:t>Ein formales Hauptkriterium bei der Erstellung einer wissen</w:t>
      </w:r>
      <w:r>
        <w:t>schaftlichen Arbeit ist die korrekte Zitation.</w:t>
      </w:r>
    </w:p>
    <w:p w14:paraId="20451527" w14:textId="6A62F26C" w:rsidR="003E0702" w:rsidRDefault="00572702" w:rsidP="003E0702">
      <w:pPr>
        <w:pStyle w:val="BasicText"/>
      </w:pPr>
      <w:r>
        <w:t xml:space="preserve">Am Lehrstuhl </w:t>
      </w:r>
      <w:r w:rsidRPr="00C70BC6">
        <w:t>Be</w:t>
      </w:r>
      <w:r w:rsidR="00C70BC6">
        <w:t>verungen</w:t>
      </w:r>
      <w:r>
        <w:t xml:space="preserve"> </w:t>
      </w:r>
      <w:r w:rsidR="008462C9">
        <w:t xml:space="preserve">wird ein </w:t>
      </w:r>
      <w:r>
        <w:t xml:space="preserve">Zitationsstil </w:t>
      </w:r>
      <w:r w:rsidR="008462C9">
        <w:t xml:space="preserve">verwendet, der sich stark an den </w:t>
      </w:r>
      <w:r>
        <w:t xml:space="preserve">des Management Information Systems Quarterly (bzw. der International Conference on Information Systems) </w:t>
      </w:r>
      <w:r w:rsidR="008462C9">
        <w:t>anlehnt</w:t>
      </w:r>
      <w:r>
        <w:t>.</w:t>
      </w:r>
    </w:p>
    <w:p w14:paraId="70FAF611" w14:textId="6E8FE0C0" w:rsidR="00745366" w:rsidRDefault="00745366" w:rsidP="003E0702">
      <w:pPr>
        <w:pStyle w:val="BasicText"/>
      </w:pPr>
      <w:r w:rsidRPr="006C485E">
        <w:t>Referenzierte Quellen sind grundsätzlich mit einer DOI (Digital Object Identifier) oder einem Stable URL am Ende der Quellenangabe anzugeben. Wenn keine DOI existiert</w:t>
      </w:r>
      <w:r>
        <w:t>,</w:t>
      </w:r>
      <w:r w:rsidRPr="006C485E">
        <w:t xml:space="preserve"> ist diese auch nicht anzugeben.</w:t>
      </w:r>
    </w:p>
    <w:p w14:paraId="20451528" w14:textId="77777777" w:rsidR="00572702" w:rsidRDefault="00572702" w:rsidP="003E0702">
      <w:pPr>
        <w:pStyle w:val="BasicText"/>
      </w:pPr>
      <w:r>
        <w:t xml:space="preserve">Im Zip-Archiv finden Sie CSL-Dateien zur Benutzung mit Mendeley und Zotero. </w:t>
      </w:r>
    </w:p>
    <w:p w14:paraId="20451529" w14:textId="77777777" w:rsidR="00572702" w:rsidRDefault="00572702" w:rsidP="00572702">
      <w:pPr>
        <w:pStyle w:val="berschrift2"/>
      </w:pPr>
      <w:bookmarkStart w:id="21" w:name="_Toc30515288"/>
      <w:r>
        <w:t>MISQ Stil</w:t>
      </w:r>
      <w:bookmarkStart w:id="22" w:name="_GoBack"/>
      <w:bookmarkEnd w:id="21"/>
      <w:bookmarkEnd w:id="22"/>
    </w:p>
    <w:p w14:paraId="2045152A" w14:textId="77777777" w:rsidR="008462C9" w:rsidRDefault="00572702" w:rsidP="008462C9">
      <w:pPr>
        <w:pStyle w:val="BasicText"/>
      </w:pPr>
      <w:r>
        <w:t>Die Zitation erfolgt im Text, nicht in Fußnoten. Hier ist das folgende Format einzuhalten (Smith 2003) oder (Smith 2003; Bonini 1963) oder (Chenhall und Romano 1989) oder (Broadbent et al. 1996).</w:t>
      </w:r>
      <w:r w:rsidR="00EA4672">
        <w:t xml:space="preserve"> </w:t>
      </w:r>
    </w:p>
    <w:p w14:paraId="7D78D43A" w14:textId="5B452765" w:rsidR="00FA5D77" w:rsidRDefault="00FA5D77" w:rsidP="00FA5D77">
      <w:pPr>
        <w:pStyle w:val="BasicTextList"/>
      </w:pPr>
      <w:r w:rsidRPr="00FA5D77">
        <w:t xml:space="preserve">Bezieht sich das Zitat auf eine bestimmte Seite in einem Buch oder ist ein wörtliches Zitat, so muss die Seite mit angegeben werden. Beispiel: (Jones et al. </w:t>
      </w:r>
      <w:r>
        <w:t>1</w:t>
      </w:r>
      <w:r w:rsidRPr="00FA5D77">
        <w:t>995, S. 17). Handelt es sich jedoch um einen Artikel in einem Konferenzband, einem Sammelband oder einen Herausgeberband</w:t>
      </w:r>
      <w:r w:rsidR="003F2E21">
        <w:t>,</w:t>
      </w:r>
      <w:r w:rsidRPr="00FA5D77">
        <w:t xml:space="preserve"> so muss die Seitenzahl nicht angegeben werden.</w:t>
      </w:r>
      <w:r w:rsidR="009D34D7">
        <w:t xml:space="preserve"> Bei refernzierten Abbildungen muss jedoch immer die Seite mit angegeben werden.</w:t>
      </w:r>
    </w:p>
    <w:p w14:paraId="2045152C" w14:textId="77ABBB42" w:rsidR="008462C9" w:rsidRDefault="008462C9" w:rsidP="008462C9">
      <w:pPr>
        <w:pStyle w:val="BasicTextList"/>
      </w:pPr>
      <w:r>
        <w:t xml:space="preserve">Bezieht sich das Zitat </w:t>
      </w:r>
      <w:r w:rsidR="008D61E7">
        <w:t xml:space="preserve">in einem Buch </w:t>
      </w:r>
      <w:r>
        <w:t>auf zwei aufeinander folgende Seiten</w:t>
      </w:r>
      <w:r w:rsidR="008D61E7">
        <w:t>,</w:t>
      </w:r>
      <w:r>
        <w:t xml:space="preserve"> so ist dies mit „f.“ zu kennzeichnen. Beispiel: (Jones et al. 1995, S. 17f.) </w:t>
      </w:r>
    </w:p>
    <w:p w14:paraId="2045152D" w14:textId="4B64125D" w:rsidR="00572702" w:rsidRDefault="008462C9" w:rsidP="008462C9">
      <w:pPr>
        <w:pStyle w:val="BasicTextList"/>
      </w:pPr>
      <w:r>
        <w:t xml:space="preserve">Bezieht sich das Zitat </w:t>
      </w:r>
      <w:r w:rsidR="008D61E7">
        <w:t xml:space="preserve">in einem Buch </w:t>
      </w:r>
      <w:r>
        <w:t>auf mehrere aufeinander</w:t>
      </w:r>
      <w:r w:rsidR="008D61E7">
        <w:t xml:space="preserve"> </w:t>
      </w:r>
      <w:r>
        <w:t>folgende Seiten, so sind diese explizit anzugeben. Die Verwendung von „ff.“ ist nicht gestattet. Beispiel: (Jones et al. 1995, S. 17-20).</w:t>
      </w:r>
    </w:p>
    <w:p w14:paraId="2045152E" w14:textId="77777777" w:rsidR="00572702" w:rsidRPr="00572702" w:rsidRDefault="00572702" w:rsidP="00572702">
      <w:pPr>
        <w:pStyle w:val="BasicText"/>
      </w:pPr>
      <w:r>
        <w:t xml:space="preserve">Die </w:t>
      </w:r>
      <w:r w:rsidR="00EA4672">
        <w:t>Auflistung im Literaturverzeichnis muss komplett sein. Alle im Text aufgeführten Referenzen müssen im Verzeichnis auftauchen und umgekehrt. Bei der Formatierung des Literaturverzeichnisses können Sie sich an folgenden Beispielen orientieren.</w:t>
      </w:r>
    </w:p>
    <w:p w14:paraId="2045152F" w14:textId="77777777" w:rsidR="00572702" w:rsidRDefault="00572702" w:rsidP="00572702">
      <w:pPr>
        <w:pStyle w:val="berschrift2"/>
      </w:pPr>
      <w:bookmarkStart w:id="23" w:name="_Toc30515289"/>
      <w:r>
        <w:t>Beispiele</w:t>
      </w:r>
      <w:bookmarkEnd w:id="23"/>
    </w:p>
    <w:p w14:paraId="20451530" w14:textId="2B4477F1" w:rsidR="00572702" w:rsidRPr="00047959" w:rsidRDefault="00572702" w:rsidP="00571AE6">
      <w:pPr>
        <w:pStyle w:val="LiteratureEntry"/>
        <w:rPr>
          <w:lang w:val="en-US"/>
        </w:rPr>
      </w:pPr>
      <w:r w:rsidRPr="00047959">
        <w:rPr>
          <w:lang w:val="en-US"/>
        </w:rPr>
        <w:t xml:space="preserve">Ackoff, R. L. 1961. “Management Misinformation Systems,” </w:t>
      </w:r>
      <w:r w:rsidRPr="00047959">
        <w:rPr>
          <w:rStyle w:val="BasicCharItalic"/>
          <w:lang w:val="en-US"/>
        </w:rPr>
        <w:t>Management Science</w:t>
      </w:r>
      <w:r w:rsidRPr="00047959">
        <w:rPr>
          <w:lang w:val="en-US"/>
        </w:rPr>
        <w:t xml:space="preserve"> (14:4), December, S. 147-156.</w:t>
      </w:r>
      <w:r w:rsidR="006C485E">
        <w:rPr>
          <w:lang w:val="en-US"/>
        </w:rPr>
        <w:t xml:space="preserve"> </w:t>
      </w:r>
      <w:hyperlink r:id="rId12" w:history="1">
        <w:r w:rsidR="006C485E" w:rsidRPr="00273634">
          <w:rPr>
            <w:rStyle w:val="Hyperlink"/>
          </w:rPr>
          <w:t>https://www.jstor.org/stable/2628680</w:t>
        </w:r>
      </w:hyperlink>
      <w:r w:rsidR="00745366">
        <w:t>.</w:t>
      </w:r>
    </w:p>
    <w:p w14:paraId="20451531" w14:textId="77777777" w:rsidR="00572702" w:rsidRPr="00047959" w:rsidRDefault="00572702" w:rsidP="00571AE6">
      <w:pPr>
        <w:pStyle w:val="LiteratureEntry"/>
        <w:rPr>
          <w:lang w:val="en-US"/>
        </w:rPr>
      </w:pPr>
      <w:r w:rsidRPr="00047959">
        <w:rPr>
          <w:lang w:val="en-US"/>
        </w:rPr>
        <w:lastRenderedPageBreak/>
        <w:t xml:space="preserve">Bonini, C. P. 1963. </w:t>
      </w:r>
      <w:r w:rsidRPr="00047959">
        <w:rPr>
          <w:rStyle w:val="BasicCharItalic"/>
          <w:lang w:val="en-US"/>
        </w:rPr>
        <w:t>Simulation of Information and Decision Systems in the Firm</w:t>
      </w:r>
      <w:r w:rsidRPr="00047959">
        <w:rPr>
          <w:lang w:val="en-US"/>
        </w:rPr>
        <w:t xml:space="preserve">, Englewood Cliffs, NJ: Prentice-Hall. </w:t>
      </w:r>
    </w:p>
    <w:p w14:paraId="20451532" w14:textId="77777777" w:rsidR="00572702" w:rsidRPr="00572702" w:rsidRDefault="00572702" w:rsidP="00571AE6">
      <w:pPr>
        <w:pStyle w:val="LiteratureEntry"/>
        <w:rPr>
          <w:lang w:val="en-US"/>
        </w:rPr>
      </w:pPr>
      <w:r w:rsidRPr="00047959">
        <w:rPr>
          <w:lang w:val="en-US"/>
        </w:rPr>
        <w:t xml:space="preserve">Broadbent, M., Weill, P., O’Brien, T., and Neo, B. S. 1996. </w:t>
      </w:r>
      <w:r w:rsidRPr="00572702">
        <w:rPr>
          <w:lang w:val="en-US"/>
        </w:rPr>
        <w:t xml:space="preserve">“Firm Context and Patterns of IT Infrastructure Capability,” in </w:t>
      </w:r>
      <w:r w:rsidRPr="00572702">
        <w:rPr>
          <w:rStyle w:val="BasicCharItalic"/>
          <w:rFonts w:eastAsia="Calibri"/>
          <w:lang w:val="en-US"/>
        </w:rPr>
        <w:t>Proceedings of the 14th International Conference on Information Systems</w:t>
      </w:r>
      <w:r w:rsidRPr="00572702">
        <w:rPr>
          <w:lang w:val="en-US"/>
        </w:rPr>
        <w:t>, J. I. DeGross, S. Jarvenpaa, and A. Srinivasan (</w:t>
      </w:r>
      <w:r>
        <w:rPr>
          <w:lang w:val="en-US"/>
        </w:rPr>
        <w:t>Hrsg</w:t>
      </w:r>
      <w:r w:rsidRPr="00572702">
        <w:rPr>
          <w:lang w:val="en-US"/>
        </w:rPr>
        <w:t>.), Cleveland, OH, S. 174-194.</w:t>
      </w:r>
    </w:p>
    <w:p w14:paraId="20451533" w14:textId="77777777" w:rsidR="00572702" w:rsidRPr="00572702" w:rsidRDefault="00572702" w:rsidP="00571AE6">
      <w:pPr>
        <w:pStyle w:val="LiteratureEntry"/>
        <w:rPr>
          <w:lang w:val="en-US"/>
        </w:rPr>
      </w:pPr>
      <w:r w:rsidRPr="00047959">
        <w:rPr>
          <w:lang w:val="en-US"/>
        </w:rPr>
        <w:t xml:space="preserve">Chenhall, R. H., and Romano, C. A. 1989. </w:t>
      </w:r>
      <w:r w:rsidRPr="00572702">
        <w:rPr>
          <w:lang w:val="en-US"/>
        </w:rPr>
        <w:t xml:space="preserve">“Formal Planning and Control Presence and Impact on the Growth of Small Manufacturing Firms,” in </w:t>
      </w:r>
      <w:r w:rsidRPr="00572702">
        <w:rPr>
          <w:rStyle w:val="BasicCharItalic"/>
          <w:lang w:val="en-US"/>
        </w:rPr>
        <w:t>Job Generation by the Small Business Sector in Australia</w:t>
      </w:r>
      <w:r w:rsidRPr="00572702">
        <w:rPr>
          <w:lang w:val="en-US"/>
        </w:rPr>
        <w:t>, W. C. Dunlop and A. J. Williams (</w:t>
      </w:r>
      <w:r>
        <w:rPr>
          <w:lang w:val="en-US"/>
        </w:rPr>
        <w:t>Hrsg</w:t>
      </w:r>
      <w:r w:rsidRPr="00572702">
        <w:rPr>
          <w:lang w:val="en-US"/>
        </w:rPr>
        <w:t>.), Newcastle: Institute of Industrial Economics, S. 71-89.</w:t>
      </w:r>
    </w:p>
    <w:p w14:paraId="20451534" w14:textId="77777777" w:rsidR="00572702" w:rsidRDefault="00572702" w:rsidP="00572702">
      <w:pPr>
        <w:pStyle w:val="BasicText"/>
        <w:rPr>
          <w:lang w:val="en-US"/>
        </w:rPr>
      </w:pPr>
    </w:p>
    <w:p w14:paraId="20451535" w14:textId="4732321C" w:rsidR="00572702" w:rsidRDefault="00572702" w:rsidP="00572702">
      <w:pPr>
        <w:pStyle w:val="BasicText"/>
      </w:pPr>
      <w:r w:rsidRPr="00572702">
        <w:t>Bei englischsprachigen Arbeiten wird d</w:t>
      </w:r>
      <w:r>
        <w:t xml:space="preserve">ie Abkürzung </w:t>
      </w:r>
      <w:r w:rsidRPr="00572702">
        <w:rPr>
          <w:rStyle w:val="BasicCharItalic"/>
        </w:rPr>
        <w:t>Hrsg</w:t>
      </w:r>
      <w:r>
        <w:t xml:space="preserve">. durch </w:t>
      </w:r>
      <w:r w:rsidRPr="00572702">
        <w:rPr>
          <w:rStyle w:val="BasicCharItalic"/>
        </w:rPr>
        <w:t>eds</w:t>
      </w:r>
      <w:r>
        <w:t xml:space="preserve">. sowie die Abkürzung </w:t>
      </w:r>
      <w:r>
        <w:rPr>
          <w:rStyle w:val="BasicCharItalic"/>
        </w:rPr>
        <w:t>S</w:t>
      </w:r>
      <w:r>
        <w:t xml:space="preserve">. durch </w:t>
      </w:r>
      <w:r w:rsidRPr="00572702">
        <w:rPr>
          <w:rStyle w:val="BasicCharItalic"/>
        </w:rPr>
        <w:t>pp</w:t>
      </w:r>
      <w:r>
        <w:t>. ersetzt.</w:t>
      </w:r>
    </w:p>
    <w:p w14:paraId="20451536" w14:textId="20A453B7" w:rsidR="003D7BAF" w:rsidRDefault="003D7BAF" w:rsidP="003D7BAF">
      <w:pPr>
        <w:pStyle w:val="berschrift1"/>
      </w:pPr>
      <w:bookmarkStart w:id="24" w:name="_Toc30515290"/>
      <w:r>
        <w:lastRenderedPageBreak/>
        <w:t>Schlussteil</w:t>
      </w:r>
      <w:bookmarkEnd w:id="24"/>
    </w:p>
    <w:p w14:paraId="20451537" w14:textId="66788F15" w:rsidR="003D7BAF" w:rsidRDefault="003D7BAF" w:rsidP="003D7BAF">
      <w:pPr>
        <w:pStyle w:val="BasicText"/>
      </w:pPr>
      <w:r w:rsidRPr="003D7BAF">
        <w:t>Zum Schluss der Arbeit kann in dem letzten Teil eine thesenartige Zusammenfassung der Untersuchungsergebnisse gegeben werden. Andere Mögli</w:t>
      </w:r>
      <w:r>
        <w:t>chkeiten sind hier auch der Aus</w:t>
      </w:r>
      <w:r w:rsidRPr="003D7BAF">
        <w:t>blick auf weitere – noch ungelöste – Fragestellungen im Zusammenhang mit dem Thema. In der Regel werden in diesem letzten Kapitel keine Zitate und kaum Fußnoten verwendet.</w:t>
      </w:r>
    </w:p>
    <w:p w14:paraId="3A160E91" w14:textId="25D11AFE" w:rsidR="00A37F80" w:rsidRDefault="00A37F80" w:rsidP="00A37F80">
      <w:pPr>
        <w:pStyle w:val="berschrift1"/>
      </w:pPr>
      <w:bookmarkStart w:id="25" w:name="_Toc30515291"/>
      <w:r>
        <w:lastRenderedPageBreak/>
        <w:t>Bewertung der Arbeit</w:t>
      </w:r>
      <w:bookmarkEnd w:id="25"/>
      <w:r>
        <w:t xml:space="preserve"> </w:t>
      </w:r>
    </w:p>
    <w:p w14:paraId="62054675" w14:textId="4886D872" w:rsidR="00A37F80" w:rsidRDefault="00A37F80" w:rsidP="00A37F80">
      <w:pPr>
        <w:pStyle w:val="BasicText"/>
      </w:pPr>
      <w:r>
        <w:t>Die Arbeit wird gemäß den Vorgaben der für Sie gültigen Prüfungsordnung bewertet. Als Qualitätskriterien ziehen wir vor allem inhaltliche und formale Kriterien heran. Inhaltliche Kriterien beinhalten vor allem den sachlogischen Aufbau der Arbeit sowie die Qualität und Vollständigkeit der oben genannten einzelnen Komponenten einer Arbeit. Die adäquate Berücksichtigung der oben beschriebenen Vorgehensweisen stellen damit eine wesentliche Säule für die Bewertung der Qualität Ihrer Arbeit dar.</w:t>
      </w:r>
    </w:p>
    <w:p w14:paraId="1C074FBF" w14:textId="7BE1DA30" w:rsidR="00A37F80" w:rsidRDefault="00A37F80" w:rsidP="00A37F80">
      <w:pPr>
        <w:pStyle w:val="BasicText"/>
      </w:pPr>
      <w:r>
        <w:t>Formale Kriterien umfassen u.a. die Qualität des (wissenschaftlichen) Sprachstils, der Orthographie, der Interpunktion, der/der korrekten, vollständigen und konsistenten Zitation/Literaturverzeichnisses, der Kenntlichmachung aus anderen Quallen entweder wörtlich oder sinngemäß übernommener Inhalte, der formalen und sprachlichen Sorgffalt und der optischen Erscheinungsform der Arbeit sowie des Leseflusses.</w:t>
      </w:r>
    </w:p>
    <w:p w14:paraId="21087B47" w14:textId="29FF8696" w:rsidR="00A37F80" w:rsidRPr="00A37F80" w:rsidRDefault="00A37F80" w:rsidP="00A37F80">
      <w:pPr>
        <w:pStyle w:val="BasicText"/>
      </w:pPr>
      <w:r>
        <w:t xml:space="preserve">Wir beziehen auch die Eigenständigkeit und Eigeninitiative bei der Erstellung der Arbeit mit ein. </w:t>
      </w:r>
    </w:p>
    <w:p w14:paraId="20451538" w14:textId="77777777" w:rsidR="00B07CC5" w:rsidRDefault="00B07CC5" w:rsidP="00D85134">
      <w:pPr>
        <w:pStyle w:val="berschrift1"/>
        <w:numPr>
          <w:ilvl w:val="0"/>
          <w:numId w:val="0"/>
        </w:numPr>
      </w:pPr>
      <w:bookmarkStart w:id="26" w:name="Literaturverzeichnis"/>
      <w:bookmarkStart w:id="27" w:name="_Toc70927232"/>
      <w:bookmarkStart w:id="28" w:name="_Toc30515292"/>
      <w:r>
        <w:lastRenderedPageBreak/>
        <w:t>Literaturverzeichnis</w:t>
      </w:r>
      <w:bookmarkEnd w:id="26"/>
      <w:bookmarkEnd w:id="27"/>
      <w:bookmarkEnd w:id="28"/>
    </w:p>
    <w:p w14:paraId="20451539" w14:textId="77777777" w:rsidR="003E0702" w:rsidRDefault="003E0702" w:rsidP="003E0702">
      <w:pPr>
        <w:pStyle w:val="BasicText"/>
      </w:pPr>
      <w:r>
        <w:t>Das Literaturverzeichnis ist Bestandteil jeder wissenschaftlichen Arbeit. Präzise und aus-sagekräftige Angaben erleichtern die Recherche für spätere Leser. Die Verwendung von Zitaten oder Ideen aus anderen Arbeiten oder aus sonstigen Quellen ohne deutlichen Hinweis auf deren Ursprung stellt eines der schwersten akademischen Vergehen dar. Eine wissenschaftliche Arbeit, in der dieser Fehler wiederholt (und damit höchstwahrscheinlich bewusst) gemacht wird, wird als Plagiat bezeichnet. Eine solche Arbeit wird mit der Note „nicht ausreichend“ bewertet. Dieser Hinweis ist bei Referaten oft nicht beachtet worden, daher noch mal zur Verdeutlichung:</w:t>
      </w:r>
    </w:p>
    <w:p w14:paraId="2045153A" w14:textId="77777777" w:rsidR="003E0702" w:rsidRDefault="003E0702" w:rsidP="003E0702">
      <w:pPr>
        <w:pStyle w:val="BasicText"/>
      </w:pPr>
      <w:r>
        <w:t>Ein Referat, eine Bachelorarbeit oder eine Diplomarbeit ohne Referenzen auf wissenschaftliche Literatur erhält automatisch die Note „mangelhaft“.</w:t>
      </w:r>
    </w:p>
    <w:p w14:paraId="2045153B" w14:textId="77777777" w:rsidR="003E0702" w:rsidRPr="003E0702" w:rsidRDefault="003E0702" w:rsidP="003E0702">
      <w:pPr>
        <w:pStyle w:val="BasicText"/>
      </w:pPr>
      <w:r>
        <w:t>Ein Literaturverzeichnis listet alle in der Arbeit zitierten Werke alphabetisch nach Autorennamen sortiert auf. Eine Kategorisierung der Einträge nach Art der zitierten Werke (wie im Folgenden zur Erläuterung geschehen) ist nicht vorzunehmen. Lediglich bei längeren Arbeiten wie z. B. Dissertationen können Absätze entsprechend der Anfangsbuchstaben der Autorennamen gebildet werden (A für alle Werke, deren Autoren mit A beginnen, B bis Z entsprechend).</w:t>
      </w:r>
    </w:p>
    <w:p w14:paraId="2045153C" w14:textId="77777777" w:rsidR="00B07CC5" w:rsidRDefault="00B07CC5" w:rsidP="00D85134">
      <w:pPr>
        <w:pStyle w:val="berschrift1"/>
        <w:numPr>
          <w:ilvl w:val="0"/>
          <w:numId w:val="0"/>
        </w:numPr>
      </w:pPr>
      <w:bookmarkStart w:id="29" w:name="_Toc70927233"/>
      <w:bookmarkStart w:id="30" w:name="_Toc30515293"/>
      <w:r>
        <w:lastRenderedPageBreak/>
        <w:t>Anhang</w:t>
      </w:r>
      <w:bookmarkEnd w:id="29"/>
      <w:bookmarkEnd w:id="30"/>
    </w:p>
    <w:p w14:paraId="2045153D" w14:textId="216A78CA" w:rsidR="00B07CC5" w:rsidRDefault="000B661D" w:rsidP="00B07CC5">
      <w:pPr>
        <w:pStyle w:val="berschrift8"/>
      </w:pPr>
      <w:bookmarkStart w:id="31" w:name="_Toc30515294"/>
      <w:r>
        <w:t>Literaturdatenquellen</w:t>
      </w:r>
      <w:bookmarkEnd w:id="31"/>
    </w:p>
    <w:p w14:paraId="6B2A1F0A" w14:textId="39BAFD0A" w:rsidR="000B661D" w:rsidRDefault="000B661D" w:rsidP="000B661D">
      <w:pPr>
        <w:pStyle w:val="BasicText"/>
      </w:pPr>
      <w:r>
        <w:t xml:space="preserve">Listen von Zeitschriften in der Wirtschaftsinformatik u.a. Zeitschriften-Rankings (z.B. VHB-JOURQUAL 3) sowie auf den Seiten von nationalen und internationalen Wirtschaftsinformatik-Gesellschaften (SIG, AIS, etc.). Weitere Informationen finden Sie unter folgendem Link: </w:t>
      </w:r>
      <w:hyperlink r:id="rId13" w:history="1">
        <w:r w:rsidRPr="00FB7068">
          <w:rPr>
            <w:rStyle w:val="Hyperlink"/>
          </w:rPr>
          <w:t>https://aisnet.org/page/SeniorScholarBasket</w:t>
        </w:r>
      </w:hyperlink>
      <w:r>
        <w:t>. Zu den wichtigsten Wirtschaftsinformatik-Zeitschriften gehören die folgenden:</w:t>
      </w:r>
    </w:p>
    <w:tbl>
      <w:tblPr>
        <w:tblStyle w:val="Tabellenraster"/>
        <w:tblW w:w="0" w:type="auto"/>
        <w:tblLook w:val="04A0" w:firstRow="1" w:lastRow="0" w:firstColumn="1" w:lastColumn="0" w:noHBand="0" w:noVBand="1"/>
      </w:tblPr>
      <w:tblGrid>
        <w:gridCol w:w="2263"/>
        <w:gridCol w:w="3399"/>
        <w:gridCol w:w="2832"/>
      </w:tblGrid>
      <w:tr w:rsidR="000B661D" w14:paraId="5BEBE63B" w14:textId="77777777" w:rsidTr="00D628FD">
        <w:tc>
          <w:tcPr>
            <w:tcW w:w="2263" w:type="dxa"/>
          </w:tcPr>
          <w:p w14:paraId="26525B69" w14:textId="19C7D590" w:rsidR="000B661D" w:rsidRPr="00D628FD" w:rsidRDefault="000B661D" w:rsidP="00D628FD">
            <w:pPr>
              <w:pStyle w:val="BasicText"/>
              <w:spacing w:after="0" w:line="240" w:lineRule="auto"/>
              <w:rPr>
                <w:b/>
                <w:bCs/>
              </w:rPr>
            </w:pPr>
            <w:r w:rsidRPr="00D628FD">
              <w:rPr>
                <w:b/>
                <w:bCs/>
              </w:rPr>
              <w:t>Datenbank</w:t>
            </w:r>
          </w:p>
        </w:tc>
        <w:tc>
          <w:tcPr>
            <w:tcW w:w="3399" w:type="dxa"/>
          </w:tcPr>
          <w:p w14:paraId="4089A296" w14:textId="1CD14F13" w:rsidR="000B661D" w:rsidRPr="00D628FD" w:rsidRDefault="000B661D" w:rsidP="00D628FD">
            <w:pPr>
              <w:pStyle w:val="BasicText"/>
              <w:spacing w:after="0" w:line="240" w:lineRule="auto"/>
              <w:rPr>
                <w:b/>
                <w:bCs/>
              </w:rPr>
            </w:pPr>
            <w:r w:rsidRPr="00D628FD">
              <w:rPr>
                <w:b/>
                <w:bCs/>
              </w:rPr>
              <w:t>URL</w:t>
            </w:r>
          </w:p>
        </w:tc>
        <w:tc>
          <w:tcPr>
            <w:tcW w:w="2832" w:type="dxa"/>
          </w:tcPr>
          <w:p w14:paraId="7B2F2D5B" w14:textId="7FA73317" w:rsidR="000B661D" w:rsidRPr="00D628FD" w:rsidRDefault="000B661D" w:rsidP="00D628FD">
            <w:pPr>
              <w:pStyle w:val="BasicText"/>
              <w:spacing w:after="0" w:line="240" w:lineRule="auto"/>
              <w:rPr>
                <w:b/>
                <w:bCs/>
              </w:rPr>
            </w:pPr>
            <w:r w:rsidRPr="00D628FD">
              <w:rPr>
                <w:b/>
                <w:bCs/>
              </w:rPr>
              <w:t>Anbieter</w:t>
            </w:r>
          </w:p>
        </w:tc>
      </w:tr>
      <w:tr w:rsidR="000B661D" w:rsidRPr="003F2E21" w14:paraId="76F1301D" w14:textId="77777777" w:rsidTr="00D628FD">
        <w:tc>
          <w:tcPr>
            <w:tcW w:w="2263" w:type="dxa"/>
          </w:tcPr>
          <w:p w14:paraId="03EC4E1D" w14:textId="4D44F411" w:rsidR="000B661D" w:rsidRDefault="000B661D" w:rsidP="00D628FD">
            <w:pPr>
              <w:pStyle w:val="BasicText"/>
              <w:spacing w:after="0" w:line="240" w:lineRule="auto"/>
            </w:pPr>
            <w:r>
              <w:t>AIS Electronic Library (AISeL)</w:t>
            </w:r>
          </w:p>
        </w:tc>
        <w:tc>
          <w:tcPr>
            <w:tcW w:w="3399" w:type="dxa"/>
          </w:tcPr>
          <w:p w14:paraId="1B7D587F" w14:textId="34F518B0" w:rsidR="000B661D" w:rsidRDefault="00D628FD" w:rsidP="00D628FD">
            <w:pPr>
              <w:pStyle w:val="BasicText"/>
              <w:spacing w:after="0" w:line="240" w:lineRule="auto"/>
              <w:jc w:val="left"/>
            </w:pPr>
            <w:r w:rsidRPr="00D628FD">
              <w:t>https://aisel.aisnet.org/</w:t>
            </w:r>
          </w:p>
        </w:tc>
        <w:tc>
          <w:tcPr>
            <w:tcW w:w="2832" w:type="dxa"/>
          </w:tcPr>
          <w:p w14:paraId="32B8CF30" w14:textId="10D07CDB" w:rsidR="000B661D" w:rsidRPr="00D628FD" w:rsidRDefault="00D628FD" w:rsidP="00D628FD">
            <w:pPr>
              <w:pStyle w:val="BasicText"/>
              <w:spacing w:after="0" w:line="240" w:lineRule="auto"/>
              <w:rPr>
                <w:lang w:val="en-US"/>
              </w:rPr>
            </w:pPr>
            <w:r w:rsidRPr="00D628FD">
              <w:rPr>
                <w:lang w:val="en-US"/>
              </w:rPr>
              <w:t>Association for Information Systems (AIS)</w:t>
            </w:r>
          </w:p>
        </w:tc>
      </w:tr>
      <w:tr w:rsidR="00D628FD" w:rsidRPr="00D628FD" w14:paraId="6230A18E" w14:textId="77777777" w:rsidTr="00D628FD">
        <w:tc>
          <w:tcPr>
            <w:tcW w:w="2263" w:type="dxa"/>
          </w:tcPr>
          <w:p w14:paraId="118CAC17" w14:textId="46F625E2" w:rsidR="00D628FD" w:rsidRPr="00D628FD" w:rsidRDefault="00D628FD" w:rsidP="00D628FD">
            <w:pPr>
              <w:pStyle w:val="BasicText"/>
              <w:spacing w:after="0" w:line="240" w:lineRule="auto"/>
              <w:rPr>
                <w:lang w:val="en-US"/>
              </w:rPr>
            </w:pPr>
            <w:r w:rsidRPr="00D628FD">
              <w:rPr>
                <w:lang w:val="en-US"/>
              </w:rPr>
              <w:t>ABI/IN FORM</w:t>
            </w:r>
          </w:p>
        </w:tc>
        <w:tc>
          <w:tcPr>
            <w:tcW w:w="3399" w:type="dxa"/>
          </w:tcPr>
          <w:p w14:paraId="5CB2AFEB" w14:textId="6C1821BF" w:rsidR="00D628FD" w:rsidRPr="00D628FD" w:rsidRDefault="00D628FD" w:rsidP="00D628FD">
            <w:pPr>
              <w:pStyle w:val="BasicText"/>
              <w:spacing w:after="0" w:line="240" w:lineRule="auto"/>
              <w:jc w:val="left"/>
              <w:rPr>
                <w:lang w:val="en-US"/>
              </w:rPr>
            </w:pPr>
            <w:r w:rsidRPr="00D628FD">
              <w:rPr>
                <w:lang w:val="en-US"/>
              </w:rPr>
              <w:t>http://www. proquest. com/products</w:t>
            </w:r>
            <w:r>
              <w:rPr>
                <w:lang w:val="en-US"/>
              </w:rPr>
              <w:t>-</w:t>
            </w:r>
            <w:r w:rsidRPr="00D628FD">
              <w:rPr>
                <w:lang w:val="en-US"/>
              </w:rPr>
              <w:t>services/abi inform.html</w:t>
            </w:r>
          </w:p>
        </w:tc>
        <w:tc>
          <w:tcPr>
            <w:tcW w:w="2832" w:type="dxa"/>
          </w:tcPr>
          <w:p w14:paraId="4E13A1BD" w14:textId="74D383A3" w:rsidR="00D628FD" w:rsidRPr="00D628FD" w:rsidRDefault="00D628FD" w:rsidP="00D628FD">
            <w:pPr>
              <w:pStyle w:val="BasicText"/>
              <w:spacing w:after="0" w:line="240" w:lineRule="auto"/>
              <w:rPr>
                <w:lang w:val="en-US"/>
              </w:rPr>
            </w:pPr>
            <w:r w:rsidRPr="00D628FD">
              <w:rPr>
                <w:lang w:val="en-US"/>
              </w:rPr>
              <w:t>ProQuest</w:t>
            </w:r>
          </w:p>
        </w:tc>
      </w:tr>
      <w:tr w:rsidR="00D628FD" w:rsidRPr="00D628FD" w14:paraId="693E20D0" w14:textId="77777777" w:rsidTr="00D628FD">
        <w:tc>
          <w:tcPr>
            <w:tcW w:w="2263" w:type="dxa"/>
          </w:tcPr>
          <w:p w14:paraId="1DCFB3E9" w14:textId="4EDAD2CD" w:rsidR="00D628FD" w:rsidRPr="00D628FD" w:rsidRDefault="00D628FD" w:rsidP="00D628FD">
            <w:pPr>
              <w:pStyle w:val="BasicText"/>
              <w:spacing w:after="0" w:line="240" w:lineRule="auto"/>
              <w:rPr>
                <w:lang w:val="en-US"/>
              </w:rPr>
            </w:pPr>
            <w:r w:rsidRPr="00D628FD">
              <w:rPr>
                <w:lang w:val="en-US"/>
              </w:rPr>
              <w:t>EBSCO host*</w:t>
            </w:r>
          </w:p>
        </w:tc>
        <w:tc>
          <w:tcPr>
            <w:tcW w:w="3399" w:type="dxa"/>
          </w:tcPr>
          <w:p w14:paraId="165919A2" w14:textId="77777777" w:rsidR="00D628FD" w:rsidRDefault="00D628FD" w:rsidP="00D628FD">
            <w:pPr>
              <w:pStyle w:val="BasicText"/>
              <w:spacing w:after="0" w:line="240" w:lineRule="auto"/>
              <w:jc w:val="left"/>
              <w:rPr>
                <w:lang w:val="en-US"/>
              </w:rPr>
            </w:pPr>
            <w:r w:rsidRPr="00D628FD">
              <w:rPr>
                <w:lang w:val="en-US"/>
              </w:rPr>
              <w:t xml:space="preserve">http ://search. ebscohost. com </w:t>
            </w:r>
          </w:p>
          <w:p w14:paraId="4435B05C" w14:textId="7C103F4B" w:rsidR="00D628FD" w:rsidRPr="00D628FD" w:rsidRDefault="00D628FD" w:rsidP="00D628FD">
            <w:pPr>
              <w:pStyle w:val="BasicText"/>
              <w:spacing w:after="0" w:line="240" w:lineRule="auto"/>
              <w:jc w:val="left"/>
              <w:rPr>
                <w:lang w:val="en-US"/>
              </w:rPr>
            </w:pPr>
            <w:r w:rsidRPr="00D628FD">
              <w:rPr>
                <w:lang w:val="en-US"/>
              </w:rPr>
              <w:t>http://www. ebscohost. com/</w:t>
            </w:r>
          </w:p>
        </w:tc>
        <w:tc>
          <w:tcPr>
            <w:tcW w:w="2832" w:type="dxa"/>
          </w:tcPr>
          <w:p w14:paraId="5ABB9489" w14:textId="5A9E0AC6" w:rsidR="00D628FD" w:rsidRPr="00D628FD" w:rsidRDefault="00D628FD" w:rsidP="00D628FD">
            <w:pPr>
              <w:pStyle w:val="BasicText"/>
              <w:spacing w:after="0" w:line="240" w:lineRule="auto"/>
              <w:rPr>
                <w:lang w:val="en-US"/>
              </w:rPr>
            </w:pPr>
            <w:r w:rsidRPr="00D628FD">
              <w:rPr>
                <w:lang w:val="en-US"/>
              </w:rPr>
              <w:t>EBSCO Information Services</w:t>
            </w:r>
          </w:p>
        </w:tc>
      </w:tr>
      <w:tr w:rsidR="00D628FD" w:rsidRPr="00D628FD" w14:paraId="067CEF72" w14:textId="77777777" w:rsidTr="00D628FD">
        <w:tc>
          <w:tcPr>
            <w:tcW w:w="2263" w:type="dxa"/>
          </w:tcPr>
          <w:p w14:paraId="0F7DABA0" w14:textId="3C1A8A4D" w:rsidR="00D628FD" w:rsidRPr="00D628FD" w:rsidRDefault="00D628FD" w:rsidP="00D628FD">
            <w:pPr>
              <w:pStyle w:val="BasicText"/>
              <w:spacing w:after="0" w:line="240" w:lineRule="auto"/>
              <w:rPr>
                <w:lang w:val="en-US"/>
              </w:rPr>
            </w:pPr>
            <w:r w:rsidRPr="00D628FD">
              <w:rPr>
                <w:lang w:val="en-US"/>
              </w:rPr>
              <w:t>Google scholar</w:t>
            </w:r>
          </w:p>
        </w:tc>
        <w:tc>
          <w:tcPr>
            <w:tcW w:w="3399" w:type="dxa"/>
          </w:tcPr>
          <w:p w14:paraId="632DC75B" w14:textId="61388955" w:rsidR="00D628FD" w:rsidRPr="00D628FD" w:rsidRDefault="00D628FD" w:rsidP="00D628FD">
            <w:pPr>
              <w:pStyle w:val="BasicText"/>
              <w:spacing w:after="0" w:line="240" w:lineRule="auto"/>
              <w:jc w:val="left"/>
              <w:rPr>
                <w:lang w:val="en-US"/>
              </w:rPr>
            </w:pPr>
            <w:r w:rsidRPr="00D628FD">
              <w:rPr>
                <w:lang w:val="en-US"/>
              </w:rPr>
              <w:t>http ://scholar. google.de/</w:t>
            </w:r>
          </w:p>
        </w:tc>
        <w:tc>
          <w:tcPr>
            <w:tcW w:w="2832" w:type="dxa"/>
          </w:tcPr>
          <w:p w14:paraId="6E45CAAB" w14:textId="50F96828" w:rsidR="00D628FD" w:rsidRPr="00D628FD" w:rsidRDefault="00D628FD" w:rsidP="00D628FD">
            <w:pPr>
              <w:pStyle w:val="BasicText"/>
              <w:spacing w:after="0" w:line="240" w:lineRule="auto"/>
              <w:rPr>
                <w:lang w:val="en-US"/>
              </w:rPr>
            </w:pPr>
            <w:r>
              <w:rPr>
                <w:lang w:val="en-US"/>
              </w:rPr>
              <w:t>Google</w:t>
            </w:r>
          </w:p>
        </w:tc>
      </w:tr>
      <w:tr w:rsidR="00D628FD" w:rsidRPr="003F2E21" w14:paraId="71DC9CCF" w14:textId="77777777" w:rsidTr="00D628FD">
        <w:tc>
          <w:tcPr>
            <w:tcW w:w="2263" w:type="dxa"/>
          </w:tcPr>
          <w:p w14:paraId="6F1ADF2B" w14:textId="4763242F" w:rsidR="00D628FD" w:rsidRPr="00D628FD" w:rsidRDefault="00D628FD" w:rsidP="00D628FD">
            <w:pPr>
              <w:pStyle w:val="BasicText"/>
              <w:spacing w:after="0" w:line="240" w:lineRule="auto"/>
              <w:rPr>
                <w:lang w:val="en-US"/>
              </w:rPr>
            </w:pPr>
            <w:r w:rsidRPr="00D628FD">
              <w:rPr>
                <w:lang w:val="en-US"/>
              </w:rPr>
              <w:t>IEEE Xplore Digital Library</w:t>
            </w:r>
          </w:p>
        </w:tc>
        <w:tc>
          <w:tcPr>
            <w:tcW w:w="3399" w:type="dxa"/>
          </w:tcPr>
          <w:p w14:paraId="74F060D1" w14:textId="417000C8" w:rsidR="00D628FD" w:rsidRPr="00D628FD" w:rsidRDefault="00D628FD" w:rsidP="00D628FD">
            <w:pPr>
              <w:pStyle w:val="BasicText"/>
              <w:spacing w:after="0" w:line="240" w:lineRule="auto"/>
              <w:jc w:val="left"/>
              <w:rPr>
                <w:lang w:val="en-US"/>
              </w:rPr>
            </w:pPr>
            <w:r w:rsidRPr="00D628FD">
              <w:rPr>
                <w:lang w:val="en-US"/>
              </w:rPr>
              <w:t>http ://ieeexplore.ieee. org</w:t>
            </w:r>
          </w:p>
        </w:tc>
        <w:tc>
          <w:tcPr>
            <w:tcW w:w="2832" w:type="dxa"/>
          </w:tcPr>
          <w:p w14:paraId="44BF16DB" w14:textId="00DACD1B" w:rsidR="00D628FD" w:rsidRDefault="00D628FD" w:rsidP="00D628FD">
            <w:pPr>
              <w:pStyle w:val="BasicText"/>
              <w:spacing w:after="0" w:line="240" w:lineRule="auto"/>
              <w:rPr>
                <w:lang w:val="en-US"/>
              </w:rPr>
            </w:pPr>
            <w:r w:rsidRPr="00D628FD">
              <w:rPr>
                <w:lang w:val="en-US"/>
              </w:rPr>
              <w:t>Institute of Electrical and Electronics Enqineers (IEEE)</w:t>
            </w:r>
          </w:p>
        </w:tc>
      </w:tr>
      <w:tr w:rsidR="00D628FD" w:rsidRPr="00D628FD" w14:paraId="20D39782" w14:textId="77777777" w:rsidTr="00D628FD">
        <w:tc>
          <w:tcPr>
            <w:tcW w:w="2263" w:type="dxa"/>
          </w:tcPr>
          <w:p w14:paraId="506222C3" w14:textId="5E03232A" w:rsidR="00D628FD" w:rsidRPr="00D628FD" w:rsidRDefault="00D628FD" w:rsidP="00D628FD">
            <w:pPr>
              <w:pStyle w:val="BasicText"/>
              <w:spacing w:after="0" w:line="240" w:lineRule="auto"/>
              <w:rPr>
                <w:lang w:val="en-US"/>
              </w:rPr>
            </w:pPr>
            <w:r w:rsidRPr="00D628FD">
              <w:rPr>
                <w:lang w:val="en-US"/>
              </w:rPr>
              <w:t>JSTORE</w:t>
            </w:r>
          </w:p>
        </w:tc>
        <w:tc>
          <w:tcPr>
            <w:tcW w:w="3399" w:type="dxa"/>
          </w:tcPr>
          <w:p w14:paraId="5FDC688E" w14:textId="3968EB75" w:rsidR="00D628FD" w:rsidRPr="00D628FD" w:rsidRDefault="00D628FD" w:rsidP="00D628FD">
            <w:pPr>
              <w:pStyle w:val="BasicText"/>
              <w:spacing w:after="0" w:line="240" w:lineRule="auto"/>
              <w:jc w:val="left"/>
              <w:rPr>
                <w:lang w:val="en-US"/>
              </w:rPr>
            </w:pPr>
            <w:r w:rsidRPr="00D628FD">
              <w:rPr>
                <w:lang w:val="en-US"/>
              </w:rPr>
              <w:t>http://www.jstor.org/</w:t>
            </w:r>
          </w:p>
        </w:tc>
        <w:tc>
          <w:tcPr>
            <w:tcW w:w="2832" w:type="dxa"/>
          </w:tcPr>
          <w:p w14:paraId="25A407FF" w14:textId="091DC23F" w:rsidR="00D628FD" w:rsidRDefault="00D628FD" w:rsidP="00D628FD">
            <w:pPr>
              <w:pStyle w:val="BasicText"/>
              <w:spacing w:after="0" w:line="240" w:lineRule="auto"/>
              <w:rPr>
                <w:lang w:val="en-US"/>
              </w:rPr>
            </w:pPr>
            <w:r w:rsidRPr="00D628FD">
              <w:rPr>
                <w:lang w:val="en-US"/>
              </w:rPr>
              <w:t>lthaka Harbors</w:t>
            </w:r>
          </w:p>
        </w:tc>
      </w:tr>
      <w:tr w:rsidR="00D628FD" w:rsidRPr="00D628FD" w14:paraId="142E1212" w14:textId="77777777" w:rsidTr="00D628FD">
        <w:tc>
          <w:tcPr>
            <w:tcW w:w="2263" w:type="dxa"/>
          </w:tcPr>
          <w:p w14:paraId="37965DA0" w14:textId="0E6CCE27" w:rsidR="00D628FD" w:rsidRPr="00D628FD" w:rsidRDefault="00D628FD" w:rsidP="00D628FD">
            <w:pPr>
              <w:pStyle w:val="BasicText"/>
              <w:spacing w:after="0" w:line="240" w:lineRule="auto"/>
              <w:rPr>
                <w:lang w:val="en-US"/>
              </w:rPr>
            </w:pPr>
            <w:r w:rsidRPr="00D628FD">
              <w:rPr>
                <w:lang w:val="en-US"/>
              </w:rPr>
              <w:t>ScienceDirect</w:t>
            </w:r>
          </w:p>
        </w:tc>
        <w:tc>
          <w:tcPr>
            <w:tcW w:w="3399" w:type="dxa"/>
          </w:tcPr>
          <w:p w14:paraId="1E929074" w14:textId="7529DFB2" w:rsidR="00D628FD" w:rsidRPr="00D628FD" w:rsidRDefault="00D628FD" w:rsidP="00D628FD">
            <w:pPr>
              <w:pStyle w:val="BasicText"/>
              <w:spacing w:after="0" w:line="240" w:lineRule="auto"/>
              <w:jc w:val="left"/>
              <w:rPr>
                <w:lang w:val="en-US"/>
              </w:rPr>
            </w:pPr>
            <w:r w:rsidRPr="00D628FD">
              <w:rPr>
                <w:lang w:val="en-US"/>
              </w:rPr>
              <w:t>http://www.sciencedirect.com/</w:t>
            </w:r>
          </w:p>
        </w:tc>
        <w:tc>
          <w:tcPr>
            <w:tcW w:w="2832" w:type="dxa"/>
          </w:tcPr>
          <w:p w14:paraId="77BC76FF" w14:textId="700BE44D" w:rsidR="00D628FD" w:rsidRPr="00D628FD" w:rsidRDefault="00D628FD" w:rsidP="00D628FD">
            <w:pPr>
              <w:pStyle w:val="BasicText"/>
              <w:spacing w:after="0" w:line="240" w:lineRule="auto"/>
              <w:rPr>
                <w:lang w:val="en-US"/>
              </w:rPr>
            </w:pPr>
            <w:r w:rsidRPr="00D628FD">
              <w:rPr>
                <w:lang w:val="en-US"/>
              </w:rPr>
              <w:t>Elsevier</w:t>
            </w:r>
          </w:p>
        </w:tc>
      </w:tr>
      <w:tr w:rsidR="00D628FD" w:rsidRPr="00D628FD" w14:paraId="6FFCBAA1" w14:textId="77777777" w:rsidTr="00D628FD">
        <w:tc>
          <w:tcPr>
            <w:tcW w:w="2263" w:type="dxa"/>
          </w:tcPr>
          <w:p w14:paraId="640F52FA" w14:textId="30D1B0BA" w:rsidR="00D628FD" w:rsidRPr="00D628FD" w:rsidRDefault="00D628FD" w:rsidP="00D628FD">
            <w:pPr>
              <w:pStyle w:val="BasicText"/>
              <w:spacing w:after="0" w:line="240" w:lineRule="auto"/>
              <w:rPr>
                <w:lang w:val="en-US"/>
              </w:rPr>
            </w:pPr>
            <w:r w:rsidRPr="00D628FD">
              <w:rPr>
                <w:lang w:val="en-US"/>
              </w:rPr>
              <w:t>Scopus</w:t>
            </w:r>
          </w:p>
        </w:tc>
        <w:tc>
          <w:tcPr>
            <w:tcW w:w="3399" w:type="dxa"/>
          </w:tcPr>
          <w:p w14:paraId="3AEF3E40" w14:textId="0462EA1A" w:rsidR="00D628FD" w:rsidRPr="00D628FD" w:rsidRDefault="00D628FD" w:rsidP="00D628FD">
            <w:pPr>
              <w:pStyle w:val="BasicText"/>
              <w:spacing w:after="0" w:line="240" w:lineRule="auto"/>
              <w:jc w:val="left"/>
              <w:rPr>
                <w:lang w:val="en-US"/>
              </w:rPr>
            </w:pPr>
            <w:r w:rsidRPr="00D628FD">
              <w:rPr>
                <w:lang w:val="en-US"/>
              </w:rPr>
              <w:t>http://www.scopus.com/</w:t>
            </w:r>
          </w:p>
        </w:tc>
        <w:tc>
          <w:tcPr>
            <w:tcW w:w="2832" w:type="dxa"/>
          </w:tcPr>
          <w:p w14:paraId="0733F9A4" w14:textId="6FDF673C" w:rsidR="00D628FD" w:rsidRPr="00D628FD" w:rsidRDefault="00D628FD" w:rsidP="00D628FD">
            <w:pPr>
              <w:pStyle w:val="BasicText"/>
              <w:spacing w:after="0" w:line="240" w:lineRule="auto"/>
              <w:rPr>
                <w:lang w:val="en-US"/>
              </w:rPr>
            </w:pPr>
            <w:r w:rsidRPr="00D628FD">
              <w:rPr>
                <w:lang w:val="en-US"/>
              </w:rPr>
              <w:t>Elsevier</w:t>
            </w:r>
          </w:p>
        </w:tc>
      </w:tr>
      <w:tr w:rsidR="00D628FD" w:rsidRPr="00D628FD" w14:paraId="02F059ED" w14:textId="77777777" w:rsidTr="00D628FD">
        <w:tc>
          <w:tcPr>
            <w:tcW w:w="2263" w:type="dxa"/>
          </w:tcPr>
          <w:p w14:paraId="0669E603" w14:textId="2805FDE4" w:rsidR="00D628FD" w:rsidRPr="00D628FD" w:rsidRDefault="00D628FD" w:rsidP="00D628FD">
            <w:pPr>
              <w:pStyle w:val="BasicText"/>
              <w:spacing w:after="0" w:line="240" w:lineRule="auto"/>
              <w:rPr>
                <w:lang w:val="en-US"/>
              </w:rPr>
            </w:pPr>
            <w:r w:rsidRPr="00D628FD">
              <w:rPr>
                <w:lang w:val="en-US"/>
              </w:rPr>
              <w:t>Web Of Science</w:t>
            </w:r>
          </w:p>
        </w:tc>
        <w:tc>
          <w:tcPr>
            <w:tcW w:w="3399" w:type="dxa"/>
          </w:tcPr>
          <w:p w14:paraId="27A9AEF3" w14:textId="08E9E4E7" w:rsidR="00D628FD" w:rsidRPr="00D628FD" w:rsidRDefault="00D628FD" w:rsidP="00D628FD">
            <w:pPr>
              <w:pStyle w:val="BasicText"/>
              <w:spacing w:after="0" w:line="240" w:lineRule="auto"/>
              <w:jc w:val="left"/>
              <w:rPr>
                <w:lang w:val="en-US"/>
              </w:rPr>
            </w:pPr>
            <w:r w:rsidRPr="00D628FD">
              <w:rPr>
                <w:lang w:val="en-US"/>
              </w:rPr>
              <w:t>http://wokinfo.com</w:t>
            </w:r>
          </w:p>
        </w:tc>
        <w:tc>
          <w:tcPr>
            <w:tcW w:w="2832" w:type="dxa"/>
          </w:tcPr>
          <w:p w14:paraId="33A95A0C" w14:textId="0FFF39ED" w:rsidR="00D628FD" w:rsidRPr="00D628FD" w:rsidRDefault="00D628FD" w:rsidP="00D628FD">
            <w:pPr>
              <w:pStyle w:val="BasicText"/>
              <w:spacing w:after="0" w:line="240" w:lineRule="auto"/>
              <w:rPr>
                <w:lang w:val="en-US"/>
              </w:rPr>
            </w:pPr>
            <w:r w:rsidRPr="00D628FD">
              <w:rPr>
                <w:lang w:val="en-US"/>
              </w:rPr>
              <w:t>Thomson Reuters</w:t>
            </w:r>
          </w:p>
        </w:tc>
      </w:tr>
    </w:tbl>
    <w:p w14:paraId="14C37280" w14:textId="58A7633C" w:rsidR="00084EDA" w:rsidRPr="00CE26D8" w:rsidRDefault="00084EDA" w:rsidP="00084EDA">
      <w:pPr>
        <w:pStyle w:val="Beschriftung"/>
        <w:rPr>
          <w:b w:val="0"/>
        </w:rPr>
      </w:pPr>
      <w:r>
        <w:t>Tab. A.</w:t>
      </w:r>
      <w:r w:rsidR="00822156">
        <w:fldChar w:fldCharType="begin"/>
      </w:r>
      <w:r w:rsidR="00822156">
        <w:instrText xml:space="preserve"> SEQ Tab. \* ARABIC \s 1 </w:instrText>
      </w:r>
      <w:r w:rsidR="00822156">
        <w:fldChar w:fldCharType="separate"/>
      </w:r>
      <w:r>
        <w:rPr>
          <w:noProof/>
        </w:rPr>
        <w:t>1</w:t>
      </w:r>
      <w:r w:rsidR="00822156">
        <w:rPr>
          <w:noProof/>
        </w:rPr>
        <w:fldChar w:fldCharType="end"/>
      </w:r>
      <w:r>
        <w:rPr>
          <w:b w:val="0"/>
        </w:rPr>
        <w:tab/>
        <w:t>Quellenangaben bei Abbildungen</w:t>
      </w:r>
    </w:p>
    <w:p w14:paraId="13D76CA9" w14:textId="77777777" w:rsidR="000B661D" w:rsidRPr="00084EDA" w:rsidRDefault="000B661D" w:rsidP="000B661D">
      <w:pPr>
        <w:pStyle w:val="BasicText"/>
      </w:pPr>
    </w:p>
    <w:p w14:paraId="0727FA3B" w14:textId="72AB2727" w:rsidR="000B661D" w:rsidRDefault="00757F7D" w:rsidP="00757F7D">
      <w:pPr>
        <w:pStyle w:val="berschrift8"/>
      </w:pPr>
      <w:bookmarkStart w:id="32" w:name="_Toc30515295"/>
      <w:r>
        <w:t>Forschungsmethoden</w:t>
      </w:r>
      <w:bookmarkEnd w:id="32"/>
    </w:p>
    <w:p w14:paraId="2B09FBBB" w14:textId="296C38B2" w:rsidR="00757F7D" w:rsidRDefault="00757F7D" w:rsidP="00757F7D">
      <w:pPr>
        <w:pStyle w:val="BasicText"/>
      </w:pPr>
      <w:r>
        <w:t xml:space="preserve">Bitte beachten Sie, dass es keine einzige richtige Art gibt, eine Forschungsarbeit zu verfassen und die konkrete Gestaltung auch stark von der Art der Arbeit abhängt. In der Wirtschaftsinformatik stellen die Methoden der Literaturanalyse, Fallstudien und gestaltungsorientierte Arbeiten wichtige Typen von Forschungsarbeiten dar, denen sich auch Abschlussarbeiten oft zuordnen lassen: </w:t>
      </w:r>
    </w:p>
    <w:p w14:paraId="5E70A97A" w14:textId="5403BF3D" w:rsidR="00757F7D" w:rsidRDefault="00757F7D" w:rsidP="00757F7D">
      <w:pPr>
        <w:pStyle w:val="BasicText"/>
      </w:pPr>
      <w:r w:rsidRPr="00757F7D">
        <w:rPr>
          <w:b/>
          <w:bCs/>
        </w:rPr>
        <w:t>Literaturanalyse:</w:t>
      </w:r>
      <w:r>
        <w:t xml:space="preserve"> Sie stellen eine Synthese der Literatur zu einem abgegrenzten Thema zur Verfügung, identifizieren Forschungslücken und schlagen konkrete Pfade für die zukünftige Forschung vor. </w:t>
      </w:r>
      <w:r w:rsidR="00A86464">
        <w:t>Leitfäden zum Anfertigen einer Literaturanalyse finden Sie in folgenden Publikationen:</w:t>
      </w:r>
    </w:p>
    <w:p w14:paraId="7DCF5C92" w14:textId="77777777" w:rsidR="00A86464" w:rsidRPr="00A86464" w:rsidRDefault="00A86464" w:rsidP="00A86464">
      <w:pPr>
        <w:pStyle w:val="Listenabsatz"/>
        <w:numPr>
          <w:ilvl w:val="0"/>
          <w:numId w:val="22"/>
        </w:numPr>
        <w:rPr>
          <w:sz w:val="24"/>
        </w:rPr>
      </w:pPr>
      <w:r w:rsidRPr="00A86464">
        <w:rPr>
          <w:sz w:val="24"/>
          <w:lang w:val="en-US"/>
        </w:rPr>
        <w:lastRenderedPageBreak/>
        <w:t xml:space="preserve">Cooper, H. M. (1998). Synthesizing research: A guide for literature reviews, Vol. 2. </w:t>
      </w:r>
      <w:r w:rsidRPr="00A86464">
        <w:rPr>
          <w:sz w:val="24"/>
        </w:rPr>
        <w:t>Sage.</w:t>
      </w:r>
    </w:p>
    <w:p w14:paraId="171F3B7C" w14:textId="001B8ABB" w:rsidR="00A86464" w:rsidRPr="00A86464" w:rsidRDefault="00A86464" w:rsidP="00A86464">
      <w:pPr>
        <w:pStyle w:val="Listenabsatz"/>
        <w:numPr>
          <w:ilvl w:val="0"/>
          <w:numId w:val="22"/>
        </w:numPr>
        <w:rPr>
          <w:sz w:val="24"/>
        </w:rPr>
      </w:pPr>
      <w:r w:rsidRPr="00A86464">
        <w:rPr>
          <w:sz w:val="24"/>
          <w:lang w:val="en-US"/>
        </w:rPr>
        <w:t xml:space="preserve">Levy, Y., &amp; Ellis, T. J. (2006). A Systems Approach to Conduct an Effective Literature Review in Support of Information Systems Research. </w:t>
      </w:r>
      <w:r w:rsidRPr="00A86464">
        <w:rPr>
          <w:sz w:val="24"/>
        </w:rPr>
        <w:t xml:space="preserve">Informing Science, 9, 181-212. </w:t>
      </w:r>
      <w:hyperlink r:id="rId14" w:history="1">
        <w:r w:rsidR="00745366" w:rsidRPr="00745366">
          <w:rPr>
            <w:rStyle w:val="Hyperlink"/>
            <w:sz w:val="24"/>
          </w:rPr>
          <w:t>https://doi.org/10.28945/479</w:t>
        </w:r>
      </w:hyperlink>
      <w:r w:rsidR="00745366">
        <w:rPr>
          <w:rStyle w:val="Hyperlink"/>
          <w:sz w:val="24"/>
        </w:rPr>
        <w:t>.</w:t>
      </w:r>
    </w:p>
    <w:p w14:paraId="0A4E7C40" w14:textId="5702C233" w:rsidR="00A86464" w:rsidRPr="00A86464" w:rsidRDefault="00A86464" w:rsidP="00A86464">
      <w:pPr>
        <w:pStyle w:val="Listenabsatz"/>
        <w:numPr>
          <w:ilvl w:val="0"/>
          <w:numId w:val="22"/>
        </w:numPr>
        <w:rPr>
          <w:sz w:val="24"/>
        </w:rPr>
      </w:pPr>
      <w:r>
        <w:rPr>
          <w:sz w:val="24"/>
          <w:lang w:val="en-US"/>
        </w:rPr>
        <w:t>V</w:t>
      </w:r>
      <w:r w:rsidRPr="00A86464">
        <w:rPr>
          <w:sz w:val="24"/>
          <w:lang w:val="en-US"/>
        </w:rPr>
        <w:t xml:space="preserve">om Brocke, J., Simons, A., Niehaves, B., Riemer, K., Plattfaut, R., &amp; Cleven, A. (2009). Reconstructing the Giant: On the Importance of Rigour in Documenting the Literature Search Process. In Proceedings of the 17th European Conference on Information Systems. </w:t>
      </w:r>
      <w:r w:rsidRPr="00A86464">
        <w:rPr>
          <w:sz w:val="24"/>
        </w:rPr>
        <w:t xml:space="preserve">Verona, Italy. </w:t>
      </w:r>
    </w:p>
    <w:p w14:paraId="5986B035" w14:textId="56D63BF6" w:rsidR="00A86464" w:rsidRPr="00A86464" w:rsidRDefault="00A86464" w:rsidP="00A86464">
      <w:pPr>
        <w:pStyle w:val="Listenabsatz"/>
        <w:numPr>
          <w:ilvl w:val="0"/>
          <w:numId w:val="22"/>
        </w:numPr>
        <w:rPr>
          <w:sz w:val="24"/>
        </w:rPr>
      </w:pPr>
      <w:r w:rsidRPr="00A86464">
        <w:rPr>
          <w:sz w:val="24"/>
          <w:lang w:val="en-US"/>
        </w:rPr>
        <w:t xml:space="preserve">Webster, J., &amp; Watson, R. T. (2002). Analyzing the Past to Prepare For the Future: Writing a Literature Review. </w:t>
      </w:r>
      <w:r w:rsidRPr="00A86464">
        <w:rPr>
          <w:sz w:val="24"/>
        </w:rPr>
        <w:t xml:space="preserve">MIS Quarterly, 26(2), xiii-xxiii. </w:t>
      </w:r>
      <w:hyperlink r:id="rId15" w:history="1">
        <w:r w:rsidR="00745366" w:rsidRPr="00273634">
          <w:rPr>
            <w:rStyle w:val="Hyperlink"/>
            <w:sz w:val="24"/>
          </w:rPr>
          <w:t>https://www.jstor.org/stable/4132319</w:t>
        </w:r>
      </w:hyperlink>
      <w:r w:rsidR="00745366">
        <w:rPr>
          <w:sz w:val="24"/>
        </w:rPr>
        <w:t>.</w:t>
      </w:r>
    </w:p>
    <w:p w14:paraId="3FD9C257" w14:textId="6596DE9F" w:rsidR="00A86464" w:rsidRDefault="0001748D" w:rsidP="0001748D">
      <w:pPr>
        <w:pStyle w:val="BasicText"/>
        <w:spacing w:before="240"/>
      </w:pPr>
      <w:r w:rsidRPr="0001748D">
        <w:rPr>
          <w:b/>
          <w:bCs/>
        </w:rPr>
        <w:t>Fallstudien:</w:t>
      </w:r>
      <w:r>
        <w:t xml:space="preserve"> Sie stellen eine empirische Forschungsmethode dar, die einen Untersuchungsgegenstand in ihrem realen Umfeld untersuchen soll. </w:t>
      </w:r>
      <w:r w:rsidR="00A37F80">
        <w:t xml:space="preserve">Sie dient der Beantwortung einer „wie“ oder „warum“ Forschungsfrage. </w:t>
      </w:r>
      <w:r>
        <w:t xml:space="preserve">Hierbei werden verschiedene Datenquellen genutzt und trianguliert, um ein umfassendes Bild des zu untersuchenden Falles zu erhalten. Literatur zur Durchführung und Auswertung von Fallstudien finden Sie in folgenden Publikationen: </w:t>
      </w:r>
    </w:p>
    <w:p w14:paraId="24A07A73" w14:textId="2271C053" w:rsidR="0001748D" w:rsidRPr="0001748D" w:rsidRDefault="0001748D" w:rsidP="0001748D">
      <w:pPr>
        <w:pStyle w:val="BasicText"/>
        <w:numPr>
          <w:ilvl w:val="0"/>
          <w:numId w:val="23"/>
        </w:numPr>
        <w:spacing w:after="0" w:line="240" w:lineRule="auto"/>
        <w:rPr>
          <w:lang w:val="en-US"/>
        </w:rPr>
      </w:pPr>
      <w:r w:rsidRPr="0001748D">
        <w:rPr>
          <w:lang w:val="en-US"/>
        </w:rPr>
        <w:t xml:space="preserve">Dubé, L., &amp; Paré, G. (2003). Rigor in information systems positivist case research: Current practices, trends, and recommendations. MIS Quarterly, 27(4), 597-635. </w:t>
      </w:r>
      <w:hyperlink r:id="rId16" w:history="1">
        <w:r w:rsidR="00745366" w:rsidRPr="00273634">
          <w:rPr>
            <w:rStyle w:val="Hyperlink"/>
            <w:lang w:val="en-US"/>
          </w:rPr>
          <w:t>https://doi.org/10.2307/30036550</w:t>
        </w:r>
      </w:hyperlink>
      <w:r w:rsidR="00745366">
        <w:rPr>
          <w:lang w:val="en-US"/>
        </w:rPr>
        <w:t xml:space="preserve">. </w:t>
      </w:r>
    </w:p>
    <w:p w14:paraId="3B8652C9" w14:textId="296A45E1" w:rsidR="0001748D" w:rsidRPr="00745366" w:rsidRDefault="0001748D" w:rsidP="00745366">
      <w:pPr>
        <w:pStyle w:val="BasicText"/>
        <w:numPr>
          <w:ilvl w:val="0"/>
          <w:numId w:val="23"/>
        </w:numPr>
        <w:spacing w:after="0" w:line="240" w:lineRule="auto"/>
        <w:rPr>
          <w:lang w:val="en-US"/>
        </w:rPr>
      </w:pPr>
      <w:r w:rsidRPr="0001748D">
        <w:rPr>
          <w:lang w:val="en-US"/>
        </w:rPr>
        <w:t xml:space="preserve">Eisenhardt, K. M. (1989). Building theories from case study research. Academy of Management Review, 14(4), 532-500. </w:t>
      </w:r>
      <w:hyperlink r:id="rId17" w:history="1">
        <w:r w:rsidR="00745366" w:rsidRPr="00273634">
          <w:rPr>
            <w:rStyle w:val="Hyperlink"/>
          </w:rPr>
          <w:t>http://www.jstor.org/stable/258557</w:t>
        </w:r>
      </w:hyperlink>
      <w:r w:rsidR="00745366">
        <w:t xml:space="preserve">. </w:t>
      </w:r>
    </w:p>
    <w:p w14:paraId="5260D3A4" w14:textId="6A7E32D4" w:rsidR="0001748D" w:rsidRDefault="0001748D" w:rsidP="0001748D">
      <w:pPr>
        <w:pStyle w:val="BasicText"/>
        <w:numPr>
          <w:ilvl w:val="0"/>
          <w:numId w:val="23"/>
        </w:numPr>
        <w:spacing w:after="0" w:line="240" w:lineRule="auto"/>
        <w:ind w:left="714" w:hanging="357"/>
      </w:pPr>
      <w:r w:rsidRPr="0001748D">
        <w:rPr>
          <w:lang w:val="en-US"/>
        </w:rPr>
        <w:t xml:space="preserve">Yin, R. K. (2009). Case Study Research: Design and Methods (4th edition). </w:t>
      </w:r>
      <w:r w:rsidRPr="0001748D">
        <w:t>Thousand Oaks: SAGE.</w:t>
      </w:r>
    </w:p>
    <w:p w14:paraId="6CA69F89" w14:textId="77777777" w:rsidR="00B23063" w:rsidRDefault="00B93E2F" w:rsidP="00B23063">
      <w:pPr>
        <w:pStyle w:val="BasicText"/>
        <w:spacing w:before="240" w:after="0" w:line="360" w:lineRule="auto"/>
      </w:pPr>
      <w:r w:rsidRPr="00B23063">
        <w:rPr>
          <w:b/>
          <w:bCs/>
        </w:rPr>
        <w:t>Gestaltungsorientierte Arbeiten:</w:t>
      </w:r>
      <w:r>
        <w:t xml:space="preserve"> </w:t>
      </w:r>
      <w:r w:rsidRPr="00B93E2F">
        <w:t xml:space="preserve">Die Erkenntnisziele einer gestaltungsorientierten </w:t>
      </w:r>
      <w:r w:rsidR="00B23063">
        <w:t xml:space="preserve">Arbeit </w:t>
      </w:r>
      <w:r w:rsidRPr="00B93E2F">
        <w:t>sind Handlungsanleitungen (normative, praktisch verwendbare Ziel-Mittel-Aussagen) zur Konstruktion und zum Betrieb von Informationssystemen sowie Innovationen in den Informationssystemen (Instanzen) selbst</w:t>
      </w:r>
      <w:r w:rsidR="00B23063">
        <w:t>. Leitfäden zur Anfertigung von gestaltungsorientierten Arbeiten finden Sie hier:</w:t>
      </w:r>
    </w:p>
    <w:p w14:paraId="5F232609" w14:textId="64EF25F0" w:rsidR="00B23063" w:rsidRDefault="00B23063" w:rsidP="00B23063">
      <w:pPr>
        <w:pStyle w:val="BasicText"/>
        <w:numPr>
          <w:ilvl w:val="0"/>
          <w:numId w:val="24"/>
        </w:numPr>
        <w:spacing w:after="0" w:line="240" w:lineRule="auto"/>
        <w:ind w:left="714" w:hanging="357"/>
      </w:pPr>
      <w:r w:rsidRPr="004F537B">
        <w:rPr>
          <w:lang w:val="en-US"/>
        </w:rPr>
        <w:t xml:space="preserve">Gregor, S.; Hevner, A. R. (2013). </w:t>
      </w:r>
      <w:r w:rsidRPr="00B23063">
        <w:rPr>
          <w:lang w:val="en-US"/>
        </w:rPr>
        <w:t xml:space="preserve">Positioning and Presenting Design Science Research for Maximum Impact. </w:t>
      </w:r>
      <w:r w:rsidRPr="00B23063">
        <w:t>MIS Quarterly, 37(2), 337-355.</w:t>
      </w:r>
    </w:p>
    <w:p w14:paraId="52644DD5" w14:textId="287970B7" w:rsidR="00B23063" w:rsidRDefault="00B23063" w:rsidP="00B23063">
      <w:pPr>
        <w:pStyle w:val="Listenabsatz"/>
        <w:numPr>
          <w:ilvl w:val="0"/>
          <w:numId w:val="24"/>
        </w:numPr>
        <w:ind w:left="714" w:hanging="357"/>
        <w:rPr>
          <w:sz w:val="24"/>
        </w:rPr>
      </w:pPr>
      <w:r w:rsidRPr="00B23063">
        <w:rPr>
          <w:sz w:val="24"/>
          <w:lang w:val="en-US"/>
        </w:rPr>
        <w:t xml:space="preserve">Gregor, S., &amp; Jones, D. (2007). The anatomy of a design theory. Journal of the Association for Information Systems, 8(5), 312-335. </w:t>
      </w:r>
      <w:r w:rsidRPr="00B23063">
        <w:rPr>
          <w:sz w:val="24"/>
        </w:rPr>
        <w:t xml:space="preserve">Available at: </w:t>
      </w:r>
      <w:hyperlink r:id="rId18" w:history="1">
        <w:r w:rsidRPr="00FB7068">
          <w:rPr>
            <w:rStyle w:val="Hyperlink"/>
            <w:sz w:val="24"/>
          </w:rPr>
          <w:t>http://aisel.aisnet.org/jais/vol8/iss5/19</w:t>
        </w:r>
      </w:hyperlink>
      <w:r w:rsidRPr="00B23063">
        <w:rPr>
          <w:sz w:val="24"/>
        </w:rPr>
        <w:t xml:space="preserve">. </w:t>
      </w:r>
    </w:p>
    <w:p w14:paraId="67EA7084" w14:textId="1C9442C6" w:rsidR="00B23063" w:rsidRPr="00745366" w:rsidRDefault="00B23063" w:rsidP="00745366">
      <w:pPr>
        <w:pStyle w:val="Listenabsatz"/>
        <w:numPr>
          <w:ilvl w:val="0"/>
          <w:numId w:val="24"/>
        </w:numPr>
        <w:rPr>
          <w:sz w:val="24"/>
        </w:rPr>
      </w:pPr>
      <w:r w:rsidRPr="00745366">
        <w:rPr>
          <w:sz w:val="24"/>
        </w:rPr>
        <w:t xml:space="preserve">Hevner, A. R., &amp; Chatterjee, S. (2010). </w:t>
      </w:r>
      <w:r w:rsidRPr="00745366">
        <w:rPr>
          <w:sz w:val="24"/>
          <w:lang w:val="en-US"/>
        </w:rPr>
        <w:t xml:space="preserve">Design Research in Information Systems: Theory and Practice. </w:t>
      </w:r>
      <w:r w:rsidRPr="00745366">
        <w:rPr>
          <w:sz w:val="24"/>
        </w:rPr>
        <w:t>New York: Springer.</w:t>
      </w:r>
      <w:r w:rsidR="00745366" w:rsidRPr="00745366">
        <w:t xml:space="preserve"> </w:t>
      </w:r>
      <w:hyperlink r:id="rId19" w:history="1">
        <w:r w:rsidR="00745366">
          <w:rPr>
            <w:rStyle w:val="Hyperlink"/>
          </w:rPr>
          <w:t>https://link.springer.com/book/10.1007/9</w:t>
        </w:r>
        <w:r w:rsidR="00745366">
          <w:rPr>
            <w:rStyle w:val="Hyperlink"/>
          </w:rPr>
          <w:t>7</w:t>
        </w:r>
        <w:r w:rsidR="00745366">
          <w:rPr>
            <w:rStyle w:val="Hyperlink"/>
          </w:rPr>
          <w:t>8-1-4419-5653-8</w:t>
        </w:r>
      </w:hyperlink>
      <w:r w:rsidR="00745366">
        <w:rPr>
          <w:sz w:val="24"/>
        </w:rPr>
        <w:t xml:space="preserve">. </w:t>
      </w:r>
    </w:p>
    <w:p w14:paraId="6D3DD089" w14:textId="2452C95A" w:rsidR="00B23063" w:rsidRPr="00B23063" w:rsidRDefault="00B23063" w:rsidP="00B23063">
      <w:pPr>
        <w:pStyle w:val="Listenabsatz"/>
        <w:numPr>
          <w:ilvl w:val="0"/>
          <w:numId w:val="24"/>
        </w:numPr>
        <w:ind w:left="714" w:hanging="357"/>
        <w:rPr>
          <w:sz w:val="24"/>
        </w:rPr>
      </w:pPr>
      <w:r w:rsidRPr="00B23063">
        <w:rPr>
          <w:sz w:val="24"/>
          <w:lang w:val="en-US"/>
        </w:rPr>
        <w:t xml:space="preserve">Peffers, S., Tuunanen, T., Rothenberger, M. A., &amp; Chatterjee, S. (2008). A design science research methodology for information systems research. </w:t>
      </w:r>
      <w:r w:rsidRPr="00B23063">
        <w:rPr>
          <w:sz w:val="24"/>
        </w:rPr>
        <w:t xml:space="preserve">Journal of Management Information Systems, 24(3), 45-77. </w:t>
      </w:r>
      <w:hyperlink r:id="rId20" w:history="1">
        <w:r w:rsidR="00745366" w:rsidRPr="00273634">
          <w:rPr>
            <w:rStyle w:val="Hyperlink"/>
            <w:sz w:val="24"/>
          </w:rPr>
          <w:t>https://www.jstor.org/stable/40398896</w:t>
        </w:r>
      </w:hyperlink>
      <w:r w:rsidR="00745366">
        <w:rPr>
          <w:sz w:val="24"/>
        </w:rPr>
        <w:t xml:space="preserve">. </w:t>
      </w:r>
    </w:p>
    <w:p w14:paraId="458F4E51" w14:textId="77777777" w:rsidR="00B23063" w:rsidRPr="00B23063" w:rsidRDefault="00B23063" w:rsidP="00B23063">
      <w:pPr>
        <w:pStyle w:val="BasicText"/>
        <w:spacing w:before="240" w:after="0" w:line="360" w:lineRule="auto"/>
        <w:rPr>
          <w:lang w:val="en-US"/>
        </w:rPr>
      </w:pPr>
    </w:p>
    <w:p w14:paraId="4BBB4387" w14:textId="77777777" w:rsidR="000B661D" w:rsidRPr="00B23063" w:rsidRDefault="000B661D" w:rsidP="00B23063">
      <w:pPr>
        <w:pStyle w:val="BasicText"/>
        <w:spacing w:line="360" w:lineRule="auto"/>
        <w:rPr>
          <w:lang w:val="en-US"/>
        </w:rPr>
      </w:pPr>
    </w:p>
    <w:p w14:paraId="2045153E" w14:textId="77777777" w:rsidR="00B07CC5" w:rsidRDefault="00B07CC5" w:rsidP="00D85134">
      <w:pPr>
        <w:pStyle w:val="BasicTextHeading1look-alike"/>
        <w:numPr>
          <w:ilvl w:val="0"/>
          <w:numId w:val="0"/>
        </w:numPr>
      </w:pPr>
      <w:r w:rsidRPr="00E94311">
        <w:lastRenderedPageBreak/>
        <w:t>Abschließende Erklärung</w:t>
      </w:r>
    </w:p>
    <w:p w14:paraId="51B3CA18" w14:textId="77777777" w:rsidR="00684683" w:rsidRDefault="00684683" w:rsidP="00684683">
      <w:pPr>
        <w:pStyle w:val="BasicText"/>
      </w:pPr>
      <w:r>
        <w:t xml:space="preserve">Ich versichere hiermit, dass ich meine Seminararbeit/Bachelorhausarbeit/Masterarbeit </w:t>
      </w:r>
      <w:r>
        <w:rPr>
          <w:rStyle w:val="BasicCharItalic"/>
          <w:i w:val="0"/>
        </w:rPr>
        <w:t xml:space="preserve">„(TITEL HIER EINFÜGEN)“ </w:t>
      </w:r>
      <w:r>
        <w:t xml:space="preserve">selbstständig und ohne fremde Hilfe </w:t>
      </w:r>
      <w:r w:rsidRPr="00D14DBB">
        <w:t>angefertigt</w:t>
      </w:r>
      <w:r>
        <w:t xml:space="preserve"> habe, und dass ich alle von anderen Autoren wörtlich übernommenen Stellen wie auch die sich an die Gedankengänge anderer Autoren eng anlehnenden Ausführungen meiner Arbeit besonders gekennzeichnet und die Quellen zitiert habe.</w:t>
      </w:r>
    </w:p>
    <w:p w14:paraId="20451540" w14:textId="7C650BAD" w:rsidR="00B07CC5" w:rsidRDefault="009E51B4" w:rsidP="00B07CC5">
      <w:pPr>
        <w:pStyle w:val="BasicText"/>
        <w:rPr>
          <w:noProof/>
        </w:rPr>
      </w:pPr>
      <w:r>
        <w:t>Paderborn</w:t>
      </w:r>
      <w:r w:rsidR="00B07CC5">
        <w:t xml:space="preserve">, den </w:t>
      </w:r>
      <w:r w:rsidR="008A065A">
        <w:fldChar w:fldCharType="begin"/>
      </w:r>
      <w:r w:rsidR="008A065A">
        <w:instrText xml:space="preserve"> TIME \@ "d. MMMM yyyy" </w:instrText>
      </w:r>
      <w:r w:rsidR="008A065A">
        <w:fldChar w:fldCharType="separate"/>
      </w:r>
      <w:r w:rsidR="00745366">
        <w:rPr>
          <w:noProof/>
        </w:rPr>
        <w:t>19. Juni 2023</w:t>
      </w:r>
      <w:r w:rsidR="008A065A">
        <w:rPr>
          <w:noProof/>
        </w:rPr>
        <w:fldChar w:fldCharType="end"/>
      </w:r>
    </w:p>
    <w:p w14:paraId="6E06AFFD" w14:textId="77777777" w:rsidR="00C83B0C" w:rsidRDefault="00C83B0C" w:rsidP="00C83B0C">
      <w:pPr>
        <w:pStyle w:val="BasicText"/>
      </w:pPr>
    </w:p>
    <w:p w14:paraId="7DEC51AF" w14:textId="411D2563" w:rsidR="00C83B0C" w:rsidRDefault="00C83B0C" w:rsidP="00B07CC5">
      <w:pPr>
        <w:pStyle w:val="BasicText"/>
      </w:pPr>
      <w:r>
        <w:t>Vorname Mittelname Nachname</w:t>
      </w:r>
    </w:p>
    <w:p w14:paraId="20451541" w14:textId="77777777" w:rsidR="00B07CC5" w:rsidRPr="00B07CC5" w:rsidRDefault="00B07CC5" w:rsidP="00B07CC5">
      <w:pPr>
        <w:pStyle w:val="BasicText"/>
      </w:pPr>
    </w:p>
    <w:sectPr w:rsidR="00B07CC5" w:rsidRPr="00B07CC5" w:rsidSect="00C565B8">
      <w:headerReference w:type="default" r:id="rId21"/>
      <w:pgSz w:w="11906" w:h="16838"/>
      <w:pgMar w:top="1701" w:right="1701" w:bottom="1134" w:left="1701"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86819D" w14:textId="77777777" w:rsidR="00822156" w:rsidRDefault="00822156" w:rsidP="00297DC8">
      <w:r>
        <w:separator/>
      </w:r>
    </w:p>
    <w:p w14:paraId="62272F09" w14:textId="77777777" w:rsidR="00822156" w:rsidRDefault="00822156"/>
  </w:endnote>
  <w:endnote w:type="continuationSeparator" w:id="0">
    <w:p w14:paraId="1EFC9B66" w14:textId="77777777" w:rsidR="00822156" w:rsidRDefault="00822156" w:rsidP="00297DC8">
      <w:r>
        <w:continuationSeparator/>
      </w:r>
    </w:p>
    <w:p w14:paraId="5BE268D3" w14:textId="77777777" w:rsidR="00822156" w:rsidRDefault="008221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6BE5A2" w14:textId="77777777" w:rsidR="00822156" w:rsidRDefault="00822156" w:rsidP="00297DC8">
      <w:r>
        <w:separator/>
      </w:r>
    </w:p>
    <w:p w14:paraId="50552C27" w14:textId="77777777" w:rsidR="00822156" w:rsidRDefault="00822156"/>
  </w:footnote>
  <w:footnote w:type="continuationSeparator" w:id="0">
    <w:p w14:paraId="7E63229F" w14:textId="77777777" w:rsidR="00822156" w:rsidRDefault="00822156" w:rsidP="00297DC8">
      <w:r>
        <w:continuationSeparator/>
      </w:r>
    </w:p>
    <w:p w14:paraId="3C342679" w14:textId="77777777" w:rsidR="00822156" w:rsidRDefault="008221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45066"/>
      <w:docPartObj>
        <w:docPartGallery w:val="Page Numbers (Top of Page)"/>
        <w:docPartUnique/>
      </w:docPartObj>
    </w:sdtPr>
    <w:sdtEndPr/>
    <w:sdtContent>
      <w:p w14:paraId="20451555" w14:textId="77777777" w:rsidR="00CC1481" w:rsidRDefault="008A065A">
        <w:pPr>
          <w:pStyle w:val="Kopfzeile"/>
          <w:jc w:val="right"/>
        </w:pPr>
        <w:r>
          <w:fldChar w:fldCharType="begin"/>
        </w:r>
        <w:r>
          <w:instrText xml:space="preserve"> PAGE   \* MERGEFORMAT </w:instrText>
        </w:r>
        <w:r>
          <w:fldChar w:fldCharType="separate"/>
        </w:r>
        <w:r w:rsidR="00571AE6">
          <w:rPr>
            <w:noProof/>
          </w:rPr>
          <w:t>11</w:t>
        </w:r>
        <w:r>
          <w:rPr>
            <w:noProof/>
          </w:rPr>
          <w:fldChar w:fldCharType="end"/>
        </w:r>
      </w:p>
    </w:sdtContent>
  </w:sdt>
  <w:p w14:paraId="20451556" w14:textId="77777777" w:rsidR="00CC1481" w:rsidRDefault="00CC1481">
    <w:pPr>
      <w:pStyle w:val="Kopfzeile"/>
    </w:pPr>
  </w:p>
  <w:p w14:paraId="20451557" w14:textId="77777777" w:rsidR="00CC1481" w:rsidRDefault="00CC148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B3BCE792"/>
    <w:lvl w:ilvl="0">
      <w:start w:val="1"/>
      <w:numFmt w:val="decimal"/>
      <w:lvlText w:val="%1."/>
      <w:lvlJc w:val="left"/>
      <w:pPr>
        <w:tabs>
          <w:tab w:val="num" w:pos="926"/>
        </w:tabs>
        <w:ind w:left="926" w:hanging="360"/>
      </w:pPr>
    </w:lvl>
  </w:abstractNum>
  <w:abstractNum w:abstractNumId="1" w15:restartNumberingAfterBreak="0">
    <w:nsid w:val="FFFFFFFB"/>
    <w:multiLevelType w:val="multilevel"/>
    <w:tmpl w:val="34F27DD2"/>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pStyle w:val="berschrift5"/>
      <w:lvlText w:val="%1.%2.%3.%4.%5"/>
      <w:lvlJc w:val="left"/>
      <w:pPr>
        <w:tabs>
          <w:tab w:val="num" w:pos="1080"/>
        </w:tabs>
        <w:ind w:left="851" w:hanging="851"/>
      </w:pPr>
      <w:rPr>
        <w:rFonts w:hint="default"/>
      </w:rPr>
    </w:lvl>
    <w:lvl w:ilvl="5">
      <w:start w:val="1"/>
      <w:numFmt w:val="decimal"/>
      <w:pStyle w:val="berschrift6"/>
      <w:lvlText w:val="%1.%2.%3.%4.%5.%6"/>
      <w:lvlJc w:val="left"/>
      <w:pPr>
        <w:tabs>
          <w:tab w:val="num" w:pos="1440"/>
        </w:tabs>
        <w:ind w:left="851" w:hanging="851"/>
      </w:pPr>
      <w:rPr>
        <w:rFonts w:hint="default"/>
      </w:rPr>
    </w:lvl>
    <w:lvl w:ilvl="6">
      <w:start w:val="1"/>
      <w:numFmt w:val="decimal"/>
      <w:pStyle w:val="berschrift7"/>
      <w:lvlText w:val="%1.%2.%3.%4.%5.%6.%7"/>
      <w:lvlJc w:val="left"/>
      <w:pPr>
        <w:tabs>
          <w:tab w:val="num" w:pos="1440"/>
        </w:tabs>
        <w:ind w:left="851" w:hanging="851"/>
      </w:pPr>
      <w:rPr>
        <w:rFonts w:hint="default"/>
      </w:rPr>
    </w:lvl>
    <w:lvl w:ilvl="7">
      <w:start w:val="1"/>
      <w:numFmt w:val="upperLetter"/>
      <w:lvlRestart w:val="0"/>
      <w:pStyle w:val="berschrift8"/>
      <w:lvlText w:val="%8"/>
      <w:lvlJc w:val="left"/>
      <w:pPr>
        <w:tabs>
          <w:tab w:val="num" w:pos="851"/>
        </w:tabs>
        <w:ind w:left="851" w:hanging="851"/>
      </w:pPr>
      <w:rPr>
        <w:rFonts w:hint="default"/>
      </w:rPr>
    </w:lvl>
    <w:lvl w:ilvl="8">
      <w:start w:val="1"/>
      <w:numFmt w:val="lowerLetter"/>
      <w:pStyle w:val="berschrift9"/>
      <w:lvlText w:val="%8.%9"/>
      <w:lvlJc w:val="left"/>
      <w:pPr>
        <w:tabs>
          <w:tab w:val="num" w:pos="851"/>
        </w:tabs>
        <w:ind w:left="851" w:hanging="851"/>
      </w:pPr>
      <w:rPr>
        <w:rFonts w:hint="default"/>
      </w:rPr>
    </w:lvl>
  </w:abstractNum>
  <w:abstractNum w:abstractNumId="2" w15:restartNumberingAfterBreak="0">
    <w:nsid w:val="0DCD1772"/>
    <w:multiLevelType w:val="hybridMultilevel"/>
    <w:tmpl w:val="487C5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C75A85"/>
    <w:multiLevelType w:val="singleLevel"/>
    <w:tmpl w:val="A30818D2"/>
    <w:lvl w:ilvl="0">
      <w:start w:val="1"/>
      <w:numFmt w:val="decimal"/>
      <w:lvlText w:val="%1."/>
      <w:legacy w:legacy="1" w:legacySpace="0" w:legacyIndent="283"/>
      <w:lvlJc w:val="left"/>
      <w:pPr>
        <w:ind w:left="283" w:hanging="283"/>
      </w:pPr>
    </w:lvl>
  </w:abstractNum>
  <w:abstractNum w:abstractNumId="4" w15:restartNumberingAfterBreak="0">
    <w:nsid w:val="1D3C470A"/>
    <w:multiLevelType w:val="hybridMultilevel"/>
    <w:tmpl w:val="0C42A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016DEE"/>
    <w:multiLevelType w:val="hybridMultilevel"/>
    <w:tmpl w:val="1D466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DF75FB2"/>
    <w:multiLevelType w:val="singleLevel"/>
    <w:tmpl w:val="A30818D2"/>
    <w:lvl w:ilvl="0">
      <w:start w:val="1"/>
      <w:numFmt w:val="decimal"/>
      <w:lvlText w:val="%1."/>
      <w:legacy w:legacy="1" w:legacySpace="0" w:legacyIndent="283"/>
      <w:lvlJc w:val="left"/>
      <w:pPr>
        <w:ind w:left="283" w:hanging="283"/>
      </w:pPr>
    </w:lvl>
  </w:abstractNum>
  <w:abstractNum w:abstractNumId="7" w15:restartNumberingAfterBreak="0">
    <w:nsid w:val="41970260"/>
    <w:multiLevelType w:val="singleLevel"/>
    <w:tmpl w:val="A30818D2"/>
    <w:lvl w:ilvl="0">
      <w:start w:val="1"/>
      <w:numFmt w:val="decimal"/>
      <w:lvlText w:val="%1."/>
      <w:legacy w:legacy="1" w:legacySpace="0" w:legacyIndent="283"/>
      <w:lvlJc w:val="left"/>
      <w:pPr>
        <w:ind w:left="283" w:hanging="283"/>
      </w:pPr>
    </w:lvl>
  </w:abstractNum>
  <w:abstractNum w:abstractNumId="8" w15:restartNumberingAfterBreak="0">
    <w:nsid w:val="4685288F"/>
    <w:multiLevelType w:val="hybridMultilevel"/>
    <w:tmpl w:val="11F07D7E"/>
    <w:lvl w:ilvl="0" w:tplc="7FA201E2">
      <w:start w:val="1"/>
      <w:numFmt w:val="bullet"/>
      <w:pStyle w:val="BasicTextList"/>
      <w:lvlText w:val=""/>
      <w:lvlJc w:val="left"/>
      <w:pPr>
        <w:tabs>
          <w:tab w:val="num" w:pos="360"/>
        </w:tabs>
        <w:ind w:left="357" w:hanging="357"/>
      </w:pPr>
      <w:rPr>
        <w:rFonts w:ascii="Symbol" w:hAnsi="Symbol" w:hint="default"/>
        <w:sz w:val="24"/>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F426123"/>
    <w:multiLevelType w:val="hybridMultilevel"/>
    <w:tmpl w:val="B40CD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01A3C74"/>
    <w:multiLevelType w:val="singleLevel"/>
    <w:tmpl w:val="A30818D2"/>
    <w:lvl w:ilvl="0">
      <w:start w:val="1"/>
      <w:numFmt w:val="decimal"/>
      <w:lvlText w:val="%1."/>
      <w:legacy w:legacy="1" w:legacySpace="0" w:legacyIndent="283"/>
      <w:lvlJc w:val="left"/>
      <w:pPr>
        <w:ind w:left="283" w:hanging="283"/>
      </w:pPr>
    </w:lvl>
  </w:abstractNum>
  <w:abstractNum w:abstractNumId="11" w15:restartNumberingAfterBreak="0">
    <w:nsid w:val="52C91FDC"/>
    <w:multiLevelType w:val="singleLevel"/>
    <w:tmpl w:val="A30818D2"/>
    <w:lvl w:ilvl="0">
      <w:start w:val="1"/>
      <w:numFmt w:val="decimal"/>
      <w:lvlText w:val="%1."/>
      <w:legacy w:legacy="1" w:legacySpace="0" w:legacyIndent="283"/>
      <w:lvlJc w:val="left"/>
      <w:pPr>
        <w:ind w:left="283" w:hanging="283"/>
      </w:pPr>
    </w:lvl>
  </w:abstractNum>
  <w:abstractNum w:abstractNumId="12" w15:restartNumberingAfterBreak="0">
    <w:nsid w:val="55387DFD"/>
    <w:multiLevelType w:val="singleLevel"/>
    <w:tmpl w:val="A30818D2"/>
    <w:lvl w:ilvl="0">
      <w:start w:val="1"/>
      <w:numFmt w:val="decimal"/>
      <w:lvlText w:val="%1."/>
      <w:legacy w:legacy="1" w:legacySpace="0" w:legacyIndent="283"/>
      <w:lvlJc w:val="left"/>
      <w:pPr>
        <w:ind w:left="283" w:hanging="283"/>
      </w:pPr>
    </w:lvl>
  </w:abstractNum>
  <w:abstractNum w:abstractNumId="13" w15:restartNumberingAfterBreak="0">
    <w:nsid w:val="5EEA7354"/>
    <w:multiLevelType w:val="singleLevel"/>
    <w:tmpl w:val="A30818D2"/>
    <w:lvl w:ilvl="0">
      <w:start w:val="1"/>
      <w:numFmt w:val="decimal"/>
      <w:lvlText w:val="%1."/>
      <w:legacy w:legacy="1" w:legacySpace="0" w:legacyIndent="283"/>
      <w:lvlJc w:val="left"/>
      <w:pPr>
        <w:ind w:left="283" w:hanging="283"/>
      </w:pPr>
    </w:lvl>
  </w:abstractNum>
  <w:abstractNum w:abstractNumId="14" w15:restartNumberingAfterBreak="0">
    <w:nsid w:val="5FBB4E65"/>
    <w:multiLevelType w:val="hybridMultilevel"/>
    <w:tmpl w:val="937CA310"/>
    <w:lvl w:ilvl="0" w:tplc="878202E0">
      <w:start w:val="1"/>
      <w:numFmt w:val="decimal"/>
      <w:pStyle w:val="BasicTextNumberedList"/>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3AC583C"/>
    <w:multiLevelType w:val="hybridMultilevel"/>
    <w:tmpl w:val="A30818D2"/>
    <w:lvl w:ilvl="0" w:tplc="ACBC4DEC">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FE5473E"/>
    <w:multiLevelType w:val="singleLevel"/>
    <w:tmpl w:val="A30818D2"/>
    <w:lvl w:ilvl="0">
      <w:start w:val="1"/>
      <w:numFmt w:val="decimal"/>
      <w:lvlText w:val="%1."/>
      <w:legacy w:legacy="1" w:legacySpace="0" w:legacyIndent="283"/>
      <w:lvlJc w:val="left"/>
      <w:pPr>
        <w:ind w:left="283" w:hanging="283"/>
      </w:pPr>
    </w:lvl>
  </w:abstractNum>
  <w:num w:numId="1">
    <w:abstractNumId w:val="8"/>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0"/>
  </w:num>
  <w:num w:numId="12">
    <w:abstractNumId w:val="15"/>
  </w:num>
  <w:num w:numId="13">
    <w:abstractNumId w:val="7"/>
  </w:num>
  <w:num w:numId="14">
    <w:abstractNumId w:val="13"/>
  </w:num>
  <w:num w:numId="15">
    <w:abstractNumId w:val="6"/>
  </w:num>
  <w:num w:numId="16">
    <w:abstractNumId w:val="3"/>
  </w:num>
  <w:num w:numId="17">
    <w:abstractNumId w:val="12"/>
  </w:num>
  <w:num w:numId="18">
    <w:abstractNumId w:val="16"/>
  </w:num>
  <w:num w:numId="19">
    <w:abstractNumId w:val="11"/>
  </w:num>
  <w:num w:numId="20">
    <w:abstractNumId w:val="10"/>
  </w:num>
  <w:num w:numId="21">
    <w:abstractNumId w:val="14"/>
  </w:num>
  <w:num w:numId="22">
    <w:abstractNumId w:val="5"/>
  </w:num>
  <w:num w:numId="23">
    <w:abstractNumId w:val="4"/>
  </w:num>
  <w:num w:numId="24">
    <w:abstractNumId w:val="9"/>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EwNzU3MjUzsTQ3MzVX0lEKTi0uzszPAykwrgUAlPjIDSwAAAA="/>
  </w:docVars>
  <w:rsids>
    <w:rsidRoot w:val="00A60962"/>
    <w:rsid w:val="00003DF5"/>
    <w:rsid w:val="00015613"/>
    <w:rsid w:val="000163FC"/>
    <w:rsid w:val="0001748D"/>
    <w:rsid w:val="00022B23"/>
    <w:rsid w:val="00032B96"/>
    <w:rsid w:val="00042393"/>
    <w:rsid w:val="00047959"/>
    <w:rsid w:val="000506D6"/>
    <w:rsid w:val="00067FEC"/>
    <w:rsid w:val="00080E3D"/>
    <w:rsid w:val="00084EDA"/>
    <w:rsid w:val="00087388"/>
    <w:rsid w:val="000B4ACC"/>
    <w:rsid w:val="000B661D"/>
    <w:rsid w:val="000C094E"/>
    <w:rsid w:val="000C4573"/>
    <w:rsid w:val="000D4C21"/>
    <w:rsid w:val="000D5692"/>
    <w:rsid w:val="00106239"/>
    <w:rsid w:val="0011397F"/>
    <w:rsid w:val="0012016E"/>
    <w:rsid w:val="00121E92"/>
    <w:rsid w:val="00121EF2"/>
    <w:rsid w:val="00123780"/>
    <w:rsid w:val="00123891"/>
    <w:rsid w:val="0015056D"/>
    <w:rsid w:val="00150627"/>
    <w:rsid w:val="00160A54"/>
    <w:rsid w:val="0017318C"/>
    <w:rsid w:val="001818B0"/>
    <w:rsid w:val="00184742"/>
    <w:rsid w:val="001910D2"/>
    <w:rsid w:val="001A6CF1"/>
    <w:rsid w:val="001C4E5A"/>
    <w:rsid w:val="001D730C"/>
    <w:rsid w:val="001E04BF"/>
    <w:rsid w:val="001E0E39"/>
    <w:rsid w:val="0021094C"/>
    <w:rsid w:val="00217DE2"/>
    <w:rsid w:val="002212BC"/>
    <w:rsid w:val="00224A55"/>
    <w:rsid w:val="00242F1D"/>
    <w:rsid w:val="00246AFC"/>
    <w:rsid w:val="00253530"/>
    <w:rsid w:val="002571BD"/>
    <w:rsid w:val="00264060"/>
    <w:rsid w:val="00297DC8"/>
    <w:rsid w:val="002B0C3D"/>
    <w:rsid w:val="002B329E"/>
    <w:rsid w:val="002C058B"/>
    <w:rsid w:val="002C3C97"/>
    <w:rsid w:val="00332E26"/>
    <w:rsid w:val="00335C96"/>
    <w:rsid w:val="003444AF"/>
    <w:rsid w:val="00351A3C"/>
    <w:rsid w:val="00353DA1"/>
    <w:rsid w:val="00364777"/>
    <w:rsid w:val="003855F0"/>
    <w:rsid w:val="00392CC0"/>
    <w:rsid w:val="003B52B5"/>
    <w:rsid w:val="003D7BAF"/>
    <w:rsid w:val="003E0702"/>
    <w:rsid w:val="003E76E1"/>
    <w:rsid w:val="003F0B14"/>
    <w:rsid w:val="003F2E21"/>
    <w:rsid w:val="00406970"/>
    <w:rsid w:val="00422501"/>
    <w:rsid w:val="00424CFF"/>
    <w:rsid w:val="0043458B"/>
    <w:rsid w:val="00450995"/>
    <w:rsid w:val="00463BC7"/>
    <w:rsid w:val="00467CC1"/>
    <w:rsid w:val="00480786"/>
    <w:rsid w:val="00483F35"/>
    <w:rsid w:val="00486110"/>
    <w:rsid w:val="0048650D"/>
    <w:rsid w:val="00490CEC"/>
    <w:rsid w:val="004B660F"/>
    <w:rsid w:val="004C5484"/>
    <w:rsid w:val="004E29F1"/>
    <w:rsid w:val="004F4B5F"/>
    <w:rsid w:val="004F537B"/>
    <w:rsid w:val="0052298E"/>
    <w:rsid w:val="00532C42"/>
    <w:rsid w:val="005338D9"/>
    <w:rsid w:val="00545084"/>
    <w:rsid w:val="00550526"/>
    <w:rsid w:val="00571AE6"/>
    <w:rsid w:val="00572702"/>
    <w:rsid w:val="00576D5B"/>
    <w:rsid w:val="0059473B"/>
    <w:rsid w:val="005973BA"/>
    <w:rsid w:val="005B23AB"/>
    <w:rsid w:val="005D70D0"/>
    <w:rsid w:val="005E13CF"/>
    <w:rsid w:val="005E247A"/>
    <w:rsid w:val="005E3967"/>
    <w:rsid w:val="005F532A"/>
    <w:rsid w:val="006230F5"/>
    <w:rsid w:val="00633019"/>
    <w:rsid w:val="00664C96"/>
    <w:rsid w:val="00666A1A"/>
    <w:rsid w:val="00670612"/>
    <w:rsid w:val="00684683"/>
    <w:rsid w:val="00695A24"/>
    <w:rsid w:val="006C485E"/>
    <w:rsid w:val="006D5CED"/>
    <w:rsid w:val="006F3E6A"/>
    <w:rsid w:val="006F61A1"/>
    <w:rsid w:val="00714AF6"/>
    <w:rsid w:val="00714B8D"/>
    <w:rsid w:val="00715069"/>
    <w:rsid w:val="00730C66"/>
    <w:rsid w:val="007401CB"/>
    <w:rsid w:val="00745366"/>
    <w:rsid w:val="00757F7D"/>
    <w:rsid w:val="00786065"/>
    <w:rsid w:val="007C6EFB"/>
    <w:rsid w:val="007E1728"/>
    <w:rsid w:val="00811429"/>
    <w:rsid w:val="00821C99"/>
    <w:rsid w:val="00822156"/>
    <w:rsid w:val="00833B4C"/>
    <w:rsid w:val="008375BD"/>
    <w:rsid w:val="00844681"/>
    <w:rsid w:val="008462C9"/>
    <w:rsid w:val="00850C96"/>
    <w:rsid w:val="008513C9"/>
    <w:rsid w:val="00873C73"/>
    <w:rsid w:val="00881688"/>
    <w:rsid w:val="0088178E"/>
    <w:rsid w:val="008817AA"/>
    <w:rsid w:val="00887178"/>
    <w:rsid w:val="008A065A"/>
    <w:rsid w:val="008A0686"/>
    <w:rsid w:val="008A52D7"/>
    <w:rsid w:val="008A5FE5"/>
    <w:rsid w:val="008B05EA"/>
    <w:rsid w:val="008D61E7"/>
    <w:rsid w:val="008E7D70"/>
    <w:rsid w:val="008F4CFD"/>
    <w:rsid w:val="00903097"/>
    <w:rsid w:val="0093372E"/>
    <w:rsid w:val="009346A0"/>
    <w:rsid w:val="0097518D"/>
    <w:rsid w:val="009A0D1B"/>
    <w:rsid w:val="009A2F71"/>
    <w:rsid w:val="009A6994"/>
    <w:rsid w:val="009B15B6"/>
    <w:rsid w:val="009B2AA6"/>
    <w:rsid w:val="009B3456"/>
    <w:rsid w:val="009B4E23"/>
    <w:rsid w:val="009D34D7"/>
    <w:rsid w:val="009D681B"/>
    <w:rsid w:val="009E51B4"/>
    <w:rsid w:val="009E7DE8"/>
    <w:rsid w:val="00A25F2B"/>
    <w:rsid w:val="00A3305F"/>
    <w:rsid w:val="00A37F80"/>
    <w:rsid w:val="00A5036E"/>
    <w:rsid w:val="00A56927"/>
    <w:rsid w:val="00A60962"/>
    <w:rsid w:val="00A60C52"/>
    <w:rsid w:val="00A619BB"/>
    <w:rsid w:val="00A86464"/>
    <w:rsid w:val="00A966D4"/>
    <w:rsid w:val="00A97F9D"/>
    <w:rsid w:val="00AA5EA0"/>
    <w:rsid w:val="00AB13FB"/>
    <w:rsid w:val="00AF4C64"/>
    <w:rsid w:val="00B07411"/>
    <w:rsid w:val="00B07CC5"/>
    <w:rsid w:val="00B17626"/>
    <w:rsid w:val="00B23063"/>
    <w:rsid w:val="00B36E60"/>
    <w:rsid w:val="00B93E2F"/>
    <w:rsid w:val="00BA73ED"/>
    <w:rsid w:val="00BB0CFB"/>
    <w:rsid w:val="00BD707E"/>
    <w:rsid w:val="00BE335A"/>
    <w:rsid w:val="00C0556C"/>
    <w:rsid w:val="00C20238"/>
    <w:rsid w:val="00C331F2"/>
    <w:rsid w:val="00C52612"/>
    <w:rsid w:val="00C565B8"/>
    <w:rsid w:val="00C70BC6"/>
    <w:rsid w:val="00C77245"/>
    <w:rsid w:val="00C83B0C"/>
    <w:rsid w:val="00CB4509"/>
    <w:rsid w:val="00CC1481"/>
    <w:rsid w:val="00CC7AD1"/>
    <w:rsid w:val="00CD2404"/>
    <w:rsid w:val="00CE101A"/>
    <w:rsid w:val="00CE26D8"/>
    <w:rsid w:val="00CE5B35"/>
    <w:rsid w:val="00D14DBB"/>
    <w:rsid w:val="00D628FD"/>
    <w:rsid w:val="00D73634"/>
    <w:rsid w:val="00D73E14"/>
    <w:rsid w:val="00D85134"/>
    <w:rsid w:val="00DA6975"/>
    <w:rsid w:val="00DB0A32"/>
    <w:rsid w:val="00DD0FA7"/>
    <w:rsid w:val="00DE4393"/>
    <w:rsid w:val="00DF250D"/>
    <w:rsid w:val="00E127DD"/>
    <w:rsid w:val="00E63219"/>
    <w:rsid w:val="00E6765A"/>
    <w:rsid w:val="00E8643D"/>
    <w:rsid w:val="00E8682A"/>
    <w:rsid w:val="00EA4672"/>
    <w:rsid w:val="00EC6FC8"/>
    <w:rsid w:val="00EE4950"/>
    <w:rsid w:val="00EE7A9A"/>
    <w:rsid w:val="00EF0AE5"/>
    <w:rsid w:val="00EF206C"/>
    <w:rsid w:val="00F03168"/>
    <w:rsid w:val="00F06433"/>
    <w:rsid w:val="00F1190C"/>
    <w:rsid w:val="00F14556"/>
    <w:rsid w:val="00F23E20"/>
    <w:rsid w:val="00F558BC"/>
    <w:rsid w:val="00F625C3"/>
    <w:rsid w:val="00F75727"/>
    <w:rsid w:val="00F86347"/>
    <w:rsid w:val="00F87B23"/>
    <w:rsid w:val="00F915AC"/>
    <w:rsid w:val="00F95DD9"/>
    <w:rsid w:val="00F96D25"/>
    <w:rsid w:val="00FA24DF"/>
    <w:rsid w:val="00FA3847"/>
    <w:rsid w:val="00FA5D77"/>
    <w:rsid w:val="00FB5943"/>
    <w:rsid w:val="00FC7E31"/>
    <w:rsid w:val="00FD36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4514BE"/>
  <w15:docId w15:val="{9731A6D8-6231-4E7B-9CCE-20AF2EF23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uiPriority w:val="1"/>
    <w:qFormat/>
    <w:rsid w:val="00A25F2B"/>
    <w:pPr>
      <w:spacing w:after="0" w:line="240" w:lineRule="auto"/>
    </w:pPr>
    <w:rPr>
      <w:rFonts w:ascii="Times New Roman" w:eastAsia="Times New Roman" w:hAnsi="Times New Roman" w:cs="Times New Roman"/>
      <w:sz w:val="20"/>
      <w:szCs w:val="20"/>
      <w:lang w:eastAsia="de-DE"/>
    </w:rPr>
  </w:style>
  <w:style w:type="paragraph" w:styleId="berschrift1">
    <w:name w:val="heading 1"/>
    <w:next w:val="BasicText"/>
    <w:link w:val="berschrift1Zchn"/>
    <w:qFormat/>
    <w:rsid w:val="00670612"/>
    <w:pPr>
      <w:keepNext/>
      <w:keepLines/>
      <w:pageBreakBefore/>
      <w:numPr>
        <w:numId w:val="10"/>
      </w:numPr>
      <w:spacing w:after="160" w:line="360" w:lineRule="auto"/>
      <w:outlineLvl w:val="0"/>
    </w:pPr>
    <w:rPr>
      <w:rFonts w:ascii="Times New Roman" w:eastAsia="Times New Roman" w:hAnsi="Times New Roman" w:cs="Times New Roman"/>
      <w:b/>
      <w:kern w:val="28"/>
      <w:sz w:val="28"/>
      <w:szCs w:val="20"/>
      <w:lang w:eastAsia="de-DE"/>
    </w:rPr>
  </w:style>
  <w:style w:type="paragraph" w:styleId="berschrift2">
    <w:name w:val="heading 2"/>
    <w:basedOn w:val="berschrift1"/>
    <w:next w:val="BasicText"/>
    <w:link w:val="berschrift2Zchn"/>
    <w:qFormat/>
    <w:rsid w:val="00670612"/>
    <w:pPr>
      <w:pageBreakBefore w:val="0"/>
      <w:numPr>
        <w:ilvl w:val="1"/>
      </w:numPr>
      <w:spacing w:before="320"/>
      <w:outlineLvl w:val="1"/>
    </w:pPr>
    <w:rPr>
      <w:sz w:val="24"/>
    </w:rPr>
  </w:style>
  <w:style w:type="paragraph" w:styleId="berschrift3">
    <w:name w:val="heading 3"/>
    <w:basedOn w:val="berschrift2"/>
    <w:next w:val="BasicText"/>
    <w:link w:val="berschrift3Zchn"/>
    <w:qFormat/>
    <w:rsid w:val="00670612"/>
    <w:pPr>
      <w:numPr>
        <w:ilvl w:val="2"/>
      </w:numPr>
      <w:outlineLvl w:val="2"/>
    </w:pPr>
  </w:style>
  <w:style w:type="paragraph" w:styleId="berschrift4">
    <w:name w:val="heading 4"/>
    <w:basedOn w:val="berschrift3"/>
    <w:next w:val="BasicText"/>
    <w:link w:val="berschrift4Zchn"/>
    <w:qFormat/>
    <w:rsid w:val="00670612"/>
    <w:pPr>
      <w:numPr>
        <w:ilvl w:val="3"/>
      </w:numPr>
      <w:outlineLvl w:val="3"/>
    </w:pPr>
    <w:rPr>
      <w:szCs w:val="24"/>
    </w:rPr>
  </w:style>
  <w:style w:type="paragraph" w:styleId="berschrift5">
    <w:name w:val="heading 5"/>
    <w:basedOn w:val="berschrift4"/>
    <w:next w:val="BasicText"/>
    <w:link w:val="berschrift5Zchn"/>
    <w:qFormat/>
    <w:rsid w:val="00670612"/>
    <w:pPr>
      <w:numPr>
        <w:ilvl w:val="4"/>
      </w:numPr>
      <w:spacing w:before="160"/>
      <w:outlineLvl w:val="4"/>
    </w:pPr>
    <w:rPr>
      <w:b w:val="0"/>
    </w:rPr>
  </w:style>
  <w:style w:type="paragraph" w:styleId="berschrift6">
    <w:name w:val="heading 6"/>
    <w:basedOn w:val="Standard"/>
    <w:next w:val="Standard"/>
    <w:link w:val="berschrift6Zchn"/>
    <w:qFormat/>
    <w:rsid w:val="00670612"/>
    <w:pPr>
      <w:numPr>
        <w:ilvl w:val="5"/>
        <w:numId w:val="10"/>
      </w:numPr>
      <w:spacing w:before="240" w:after="60"/>
      <w:outlineLvl w:val="5"/>
    </w:pPr>
    <w:rPr>
      <w:i/>
      <w:sz w:val="22"/>
    </w:rPr>
  </w:style>
  <w:style w:type="paragraph" w:styleId="berschrift7">
    <w:name w:val="heading 7"/>
    <w:basedOn w:val="Standard"/>
    <w:next w:val="Standard"/>
    <w:link w:val="berschrift7Zchn"/>
    <w:qFormat/>
    <w:rsid w:val="00670612"/>
    <w:pPr>
      <w:numPr>
        <w:ilvl w:val="6"/>
        <w:numId w:val="10"/>
      </w:numPr>
      <w:spacing w:before="240" w:after="60"/>
      <w:outlineLvl w:val="6"/>
    </w:pPr>
    <w:rPr>
      <w:rFonts w:ascii="Arial" w:hAnsi="Arial"/>
    </w:rPr>
  </w:style>
  <w:style w:type="paragraph" w:styleId="berschrift8">
    <w:name w:val="heading 8"/>
    <w:basedOn w:val="berschrift2"/>
    <w:next w:val="BasicText"/>
    <w:link w:val="berschrift8Zchn"/>
    <w:qFormat/>
    <w:rsid w:val="00670612"/>
    <w:pPr>
      <w:numPr>
        <w:ilvl w:val="7"/>
      </w:numPr>
      <w:outlineLvl w:val="7"/>
    </w:pPr>
  </w:style>
  <w:style w:type="paragraph" w:styleId="berschrift9">
    <w:name w:val="heading 9"/>
    <w:basedOn w:val="berschrift3"/>
    <w:next w:val="BasicText"/>
    <w:link w:val="berschrift9Zchn"/>
    <w:qFormat/>
    <w:rsid w:val="00670612"/>
    <w:pPr>
      <w:numPr>
        <w:ilvl w:val="8"/>
      </w:num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bbildungsverzeichnis">
    <w:name w:val="table of figures"/>
    <w:next w:val="Standard"/>
    <w:semiHidden/>
    <w:rsid w:val="00670612"/>
    <w:pPr>
      <w:tabs>
        <w:tab w:val="right" w:leader="dot" w:pos="8505"/>
      </w:tabs>
      <w:spacing w:before="100" w:after="0" w:line="240" w:lineRule="auto"/>
      <w:ind w:left="1134" w:hanging="1134"/>
    </w:pPr>
    <w:rPr>
      <w:rFonts w:ascii="Times New Roman" w:eastAsia="Times New Roman" w:hAnsi="Times New Roman" w:cs="Times New Roman"/>
      <w:sz w:val="24"/>
      <w:szCs w:val="20"/>
      <w:lang w:eastAsia="de-DE"/>
    </w:rPr>
  </w:style>
  <w:style w:type="paragraph" w:styleId="Beschriftung">
    <w:name w:val="caption"/>
    <w:next w:val="BasicText"/>
    <w:uiPriority w:val="1"/>
    <w:qFormat/>
    <w:rsid w:val="00670612"/>
    <w:pPr>
      <w:spacing w:before="120" w:after="120" w:line="360" w:lineRule="auto"/>
      <w:ind w:left="1418" w:hanging="1418"/>
    </w:pPr>
    <w:rPr>
      <w:rFonts w:ascii="Times New Roman" w:eastAsia="Times New Roman" w:hAnsi="Times New Roman" w:cs="Times New Roman"/>
      <w:b/>
      <w:sz w:val="24"/>
      <w:szCs w:val="20"/>
      <w:lang w:eastAsia="de-DE"/>
    </w:rPr>
  </w:style>
  <w:style w:type="paragraph" w:styleId="Dokumentstruktur">
    <w:name w:val="Document Map"/>
    <w:basedOn w:val="Standard"/>
    <w:link w:val="DokumentstrukturZchn"/>
    <w:semiHidden/>
    <w:rsid w:val="00670612"/>
    <w:pPr>
      <w:shd w:val="clear" w:color="auto" w:fill="000080"/>
    </w:pPr>
    <w:rPr>
      <w:rFonts w:ascii="Tahoma" w:hAnsi="Tahoma"/>
    </w:rPr>
  </w:style>
  <w:style w:type="character" w:customStyle="1" w:styleId="DokumentstrukturZchn">
    <w:name w:val="Dokumentstruktur Zchn"/>
    <w:basedOn w:val="Absatz-Standardschriftart"/>
    <w:link w:val="Dokumentstruktur"/>
    <w:semiHidden/>
    <w:rsid w:val="00670612"/>
    <w:rPr>
      <w:rFonts w:ascii="Tahoma" w:eastAsia="Times New Roman" w:hAnsi="Tahoma" w:cs="Times New Roman"/>
      <w:sz w:val="20"/>
      <w:szCs w:val="20"/>
      <w:shd w:val="clear" w:color="auto" w:fill="000080"/>
      <w:lang w:eastAsia="de-DE"/>
    </w:rPr>
  </w:style>
  <w:style w:type="paragraph" w:styleId="Funotentext">
    <w:name w:val="footnote text"/>
    <w:link w:val="FunotentextZchn"/>
    <w:semiHidden/>
    <w:rsid w:val="00670612"/>
    <w:pPr>
      <w:keepLines/>
      <w:spacing w:after="0" w:line="240" w:lineRule="auto"/>
      <w:ind w:left="425" w:hanging="425"/>
      <w:jc w:val="both"/>
    </w:pPr>
    <w:rPr>
      <w:rFonts w:ascii="Times New Roman" w:eastAsia="Times New Roman" w:hAnsi="Times New Roman" w:cs="Times New Roman"/>
      <w:sz w:val="20"/>
      <w:szCs w:val="20"/>
      <w:lang w:eastAsia="de-DE"/>
    </w:rPr>
  </w:style>
  <w:style w:type="character" w:customStyle="1" w:styleId="FunotentextZchn">
    <w:name w:val="Fußnotentext Zchn"/>
    <w:basedOn w:val="Absatz-Standardschriftart"/>
    <w:link w:val="Funotentext"/>
    <w:semiHidden/>
    <w:rsid w:val="00670612"/>
    <w:rPr>
      <w:rFonts w:ascii="Times New Roman" w:eastAsia="Times New Roman" w:hAnsi="Times New Roman" w:cs="Times New Roman"/>
      <w:sz w:val="20"/>
      <w:szCs w:val="20"/>
      <w:lang w:eastAsia="de-DE"/>
    </w:rPr>
  </w:style>
  <w:style w:type="character" w:styleId="Funotenzeichen">
    <w:name w:val="footnote reference"/>
    <w:basedOn w:val="Absatz-Standardschriftart"/>
    <w:semiHidden/>
    <w:rsid w:val="00670612"/>
    <w:rPr>
      <w:sz w:val="20"/>
      <w:vertAlign w:val="superscript"/>
    </w:rPr>
  </w:style>
  <w:style w:type="paragraph" w:styleId="Fuzeile">
    <w:name w:val="footer"/>
    <w:link w:val="FuzeileZchn"/>
    <w:uiPriority w:val="1"/>
    <w:rsid w:val="00670612"/>
    <w:pPr>
      <w:tabs>
        <w:tab w:val="center" w:pos="4536"/>
        <w:tab w:val="right" w:pos="9072"/>
      </w:tabs>
      <w:spacing w:after="0" w:line="240" w:lineRule="auto"/>
    </w:pPr>
    <w:rPr>
      <w:rFonts w:ascii="Times New Roman" w:eastAsia="Times New Roman" w:hAnsi="Times New Roman" w:cs="Times New Roman"/>
      <w:sz w:val="20"/>
      <w:szCs w:val="20"/>
      <w:lang w:eastAsia="de-DE"/>
    </w:rPr>
  </w:style>
  <w:style w:type="character" w:customStyle="1" w:styleId="FuzeileZchn">
    <w:name w:val="Fußzeile Zchn"/>
    <w:basedOn w:val="Absatz-Standardschriftart"/>
    <w:link w:val="Fuzeile"/>
    <w:uiPriority w:val="1"/>
    <w:rsid w:val="00A25F2B"/>
    <w:rPr>
      <w:rFonts w:ascii="Times New Roman" w:eastAsia="Times New Roman" w:hAnsi="Times New Roman" w:cs="Times New Roman"/>
      <w:sz w:val="20"/>
      <w:szCs w:val="20"/>
      <w:lang w:eastAsia="de-DE"/>
    </w:rPr>
  </w:style>
  <w:style w:type="paragraph" w:customStyle="1" w:styleId="BasicText">
    <w:name w:val="Basic Text"/>
    <w:link w:val="BasicTextZchn"/>
    <w:rsid w:val="00670612"/>
    <w:pPr>
      <w:spacing w:after="240" w:line="360" w:lineRule="atLeast"/>
      <w:jc w:val="both"/>
    </w:pPr>
    <w:rPr>
      <w:rFonts w:ascii="Times New Roman" w:eastAsia="Times New Roman" w:hAnsi="Times New Roman" w:cs="Times New Roman"/>
      <w:sz w:val="24"/>
      <w:szCs w:val="20"/>
      <w:lang w:eastAsia="de-DE"/>
    </w:rPr>
  </w:style>
  <w:style w:type="paragraph" w:customStyle="1" w:styleId="Image">
    <w:name w:val="Image"/>
    <w:basedOn w:val="BasicText"/>
    <w:next w:val="ImageSource"/>
    <w:rsid w:val="00670612"/>
    <w:pPr>
      <w:keepNext/>
      <w:spacing w:after="60" w:line="240" w:lineRule="auto"/>
      <w:jc w:val="left"/>
    </w:pPr>
  </w:style>
  <w:style w:type="paragraph" w:customStyle="1" w:styleId="ImageSource">
    <w:name w:val="Image Source"/>
    <w:basedOn w:val="BasicText"/>
    <w:next w:val="Beschriftung"/>
    <w:rsid w:val="00670612"/>
    <w:pPr>
      <w:keepNext/>
      <w:spacing w:after="0" w:line="240" w:lineRule="auto"/>
      <w:jc w:val="right"/>
    </w:pPr>
  </w:style>
  <w:style w:type="paragraph" w:customStyle="1" w:styleId="BasicTextList">
    <w:name w:val="Basic Text (List)"/>
    <w:basedOn w:val="BasicText"/>
    <w:rsid w:val="00670612"/>
    <w:pPr>
      <w:numPr>
        <w:numId w:val="1"/>
      </w:numPr>
    </w:pPr>
  </w:style>
  <w:style w:type="paragraph" w:customStyle="1" w:styleId="BasicTextIndentation">
    <w:name w:val="Basic Text (Indentation)"/>
    <w:basedOn w:val="BasicText"/>
    <w:rsid w:val="00670612"/>
    <w:pPr>
      <w:spacing w:after="0" w:line="240" w:lineRule="auto"/>
      <w:ind w:left="1701" w:hanging="1701"/>
      <w:jc w:val="left"/>
    </w:pPr>
  </w:style>
  <w:style w:type="paragraph" w:customStyle="1" w:styleId="BasicTextNumberedList">
    <w:name w:val="Basic Text (Numbered List)"/>
    <w:basedOn w:val="BasicTextList"/>
    <w:rsid w:val="00353DA1"/>
    <w:pPr>
      <w:numPr>
        <w:numId w:val="21"/>
      </w:numPr>
      <w:ind w:left="357" w:hanging="357"/>
    </w:pPr>
  </w:style>
  <w:style w:type="paragraph" w:customStyle="1" w:styleId="BasicTextSQL">
    <w:name w:val="Basic Text (SQL)"/>
    <w:basedOn w:val="BasicText"/>
    <w:rsid w:val="00670612"/>
    <w:pPr>
      <w:tabs>
        <w:tab w:val="left" w:pos="1134"/>
      </w:tabs>
      <w:spacing w:after="0"/>
      <w:ind w:left="1134" w:hanging="1134"/>
      <w:jc w:val="left"/>
    </w:pPr>
    <w:rPr>
      <w:rFonts w:ascii="Courier New" w:hAnsi="Courier New"/>
    </w:rPr>
  </w:style>
  <w:style w:type="paragraph" w:customStyle="1" w:styleId="BasicTextTable">
    <w:name w:val="Basic Text (Table)"/>
    <w:basedOn w:val="BasicText"/>
    <w:rsid w:val="00670612"/>
    <w:pPr>
      <w:keepNext/>
      <w:spacing w:after="0" w:line="240" w:lineRule="atLeast"/>
      <w:jc w:val="left"/>
    </w:pPr>
    <w:rPr>
      <w:sz w:val="20"/>
    </w:rPr>
  </w:style>
  <w:style w:type="character" w:customStyle="1" w:styleId="berschrift1Zchn">
    <w:name w:val="Überschrift 1 Zchn"/>
    <w:basedOn w:val="Absatz-Standardschriftart"/>
    <w:link w:val="berschrift1"/>
    <w:rsid w:val="00670612"/>
    <w:rPr>
      <w:rFonts w:ascii="Times New Roman" w:eastAsia="Times New Roman" w:hAnsi="Times New Roman" w:cs="Times New Roman"/>
      <w:b/>
      <w:kern w:val="28"/>
      <w:sz w:val="28"/>
      <w:szCs w:val="20"/>
      <w:lang w:eastAsia="de-DE"/>
    </w:rPr>
  </w:style>
  <w:style w:type="paragraph" w:customStyle="1" w:styleId="BasicTextHeading1look-alike">
    <w:name w:val="Basic Text (Heading1 look-alike)"/>
    <w:basedOn w:val="berschrift1"/>
    <w:next w:val="BasicText"/>
    <w:rsid w:val="00670612"/>
    <w:pPr>
      <w:outlineLvl w:val="9"/>
    </w:pPr>
  </w:style>
  <w:style w:type="paragraph" w:customStyle="1" w:styleId="BasicTextCentered">
    <w:name w:val="Basic Text (Centered)"/>
    <w:basedOn w:val="BasicText"/>
    <w:rsid w:val="00670612"/>
    <w:pPr>
      <w:spacing w:after="0" w:line="320" w:lineRule="atLeast"/>
      <w:jc w:val="center"/>
    </w:pPr>
  </w:style>
  <w:style w:type="character" w:customStyle="1" w:styleId="BasicCharCourier">
    <w:name w:val="Basic Char. (Courier)"/>
    <w:rsid w:val="00670612"/>
    <w:rPr>
      <w:rFonts w:ascii="Courier New" w:hAnsi="Courier New"/>
      <w:sz w:val="24"/>
    </w:rPr>
  </w:style>
  <w:style w:type="character" w:customStyle="1" w:styleId="BasicCharEN">
    <w:name w:val="Basic Char. (EN)"/>
    <w:rsid w:val="00670612"/>
    <w:rPr>
      <w:noProof w:val="0"/>
      <w:lang w:val="en-GB"/>
    </w:rPr>
  </w:style>
  <w:style w:type="character" w:customStyle="1" w:styleId="BasicCharBold">
    <w:name w:val="Basic Char. (Bold)"/>
    <w:rsid w:val="00670612"/>
    <w:rPr>
      <w:b/>
    </w:rPr>
  </w:style>
  <w:style w:type="character" w:customStyle="1" w:styleId="BasicCharFR">
    <w:name w:val="Basic Char. (FR)"/>
    <w:rsid w:val="00670612"/>
    <w:rPr>
      <w:noProof w:val="0"/>
      <w:lang w:val="fr-FR"/>
    </w:rPr>
  </w:style>
  <w:style w:type="character" w:customStyle="1" w:styleId="BasicCharSuperscript">
    <w:name w:val="Basic Char. (Superscript)"/>
    <w:basedOn w:val="Absatz-Standardschriftart"/>
    <w:rsid w:val="00670612"/>
    <w:rPr>
      <w:vertAlign w:val="superscript"/>
    </w:rPr>
  </w:style>
  <w:style w:type="character" w:customStyle="1" w:styleId="BasicCharSmallCapitals">
    <w:name w:val="Basic Char. (Small Capitals)"/>
    <w:rsid w:val="003444AF"/>
    <w:rPr>
      <w:smallCaps/>
      <w:noProof/>
      <w:lang w:val="de-DE"/>
    </w:rPr>
  </w:style>
  <w:style w:type="character" w:customStyle="1" w:styleId="BasicCharNoLanguage">
    <w:name w:val="Basic Char. (No Language)"/>
    <w:rsid w:val="00670612"/>
    <w:rPr>
      <w:noProof/>
    </w:rPr>
  </w:style>
  <w:style w:type="character" w:customStyle="1" w:styleId="BasicCharItalic">
    <w:name w:val="Basic Char. (Italic)"/>
    <w:rsid w:val="00670612"/>
    <w:rPr>
      <w:i/>
    </w:rPr>
  </w:style>
  <w:style w:type="character" w:customStyle="1" w:styleId="BasicCharSubscript">
    <w:name w:val="Basic Char. (Subscript)"/>
    <w:basedOn w:val="Absatz-Standardschriftart"/>
    <w:rsid w:val="00670612"/>
    <w:rPr>
      <w:vertAlign w:val="subscript"/>
    </w:rPr>
  </w:style>
  <w:style w:type="character" w:customStyle="1" w:styleId="BasicCharUnderlined">
    <w:name w:val="Basic Char. (Underlined)"/>
    <w:basedOn w:val="Absatz-Standardschriftart"/>
    <w:rsid w:val="00670612"/>
    <w:rPr>
      <w:u w:val="single"/>
    </w:rPr>
  </w:style>
  <w:style w:type="character" w:styleId="Hyperlink">
    <w:name w:val="Hyperlink"/>
    <w:basedOn w:val="Absatz-Standardschriftart"/>
    <w:uiPriority w:val="99"/>
    <w:rsid w:val="00670612"/>
    <w:rPr>
      <w:color w:val="0000FF"/>
      <w:u w:val="single"/>
    </w:rPr>
  </w:style>
  <w:style w:type="paragraph" w:styleId="Index1">
    <w:name w:val="index 1"/>
    <w:next w:val="Index2"/>
    <w:semiHidden/>
    <w:rsid w:val="00670612"/>
    <w:pPr>
      <w:tabs>
        <w:tab w:val="right" w:leader="dot" w:pos="4034"/>
      </w:tabs>
      <w:spacing w:after="0" w:line="240" w:lineRule="auto"/>
      <w:ind w:left="200" w:hanging="200"/>
    </w:pPr>
    <w:rPr>
      <w:rFonts w:ascii="Times New Roman" w:eastAsia="Times New Roman" w:hAnsi="Times New Roman" w:cs="Times New Roman"/>
      <w:sz w:val="20"/>
      <w:szCs w:val="20"/>
      <w:lang w:eastAsia="de-DE"/>
    </w:rPr>
  </w:style>
  <w:style w:type="paragraph" w:styleId="Index2">
    <w:name w:val="index 2"/>
    <w:basedOn w:val="Standard"/>
    <w:next w:val="Standard"/>
    <w:semiHidden/>
    <w:rsid w:val="00670612"/>
    <w:pPr>
      <w:tabs>
        <w:tab w:val="right" w:leader="dot" w:pos="4034"/>
      </w:tabs>
      <w:ind w:left="400" w:hanging="200"/>
    </w:pPr>
  </w:style>
  <w:style w:type="paragraph" w:styleId="Index3">
    <w:name w:val="index 3"/>
    <w:basedOn w:val="Standard"/>
    <w:next w:val="Standard"/>
    <w:semiHidden/>
    <w:rsid w:val="00670612"/>
    <w:pPr>
      <w:tabs>
        <w:tab w:val="right" w:leader="dot" w:pos="4034"/>
      </w:tabs>
      <w:ind w:left="600" w:hanging="200"/>
    </w:pPr>
  </w:style>
  <w:style w:type="paragraph" w:styleId="Index4">
    <w:name w:val="index 4"/>
    <w:basedOn w:val="Standard"/>
    <w:next w:val="Standard"/>
    <w:semiHidden/>
    <w:rsid w:val="00670612"/>
    <w:pPr>
      <w:tabs>
        <w:tab w:val="right" w:leader="dot" w:pos="4034"/>
      </w:tabs>
      <w:ind w:left="800" w:hanging="200"/>
    </w:pPr>
  </w:style>
  <w:style w:type="paragraph" w:styleId="Index5">
    <w:name w:val="index 5"/>
    <w:basedOn w:val="Standard"/>
    <w:next w:val="Standard"/>
    <w:semiHidden/>
    <w:rsid w:val="00670612"/>
    <w:pPr>
      <w:tabs>
        <w:tab w:val="right" w:leader="dot" w:pos="4034"/>
      </w:tabs>
      <w:ind w:left="1000" w:hanging="200"/>
    </w:pPr>
  </w:style>
  <w:style w:type="paragraph" w:styleId="Index6">
    <w:name w:val="index 6"/>
    <w:basedOn w:val="Standard"/>
    <w:next w:val="Standard"/>
    <w:semiHidden/>
    <w:rsid w:val="00670612"/>
    <w:pPr>
      <w:tabs>
        <w:tab w:val="right" w:leader="dot" w:pos="4034"/>
      </w:tabs>
      <w:ind w:left="1200" w:hanging="200"/>
    </w:pPr>
  </w:style>
  <w:style w:type="paragraph" w:styleId="Index7">
    <w:name w:val="index 7"/>
    <w:basedOn w:val="Standard"/>
    <w:next w:val="Standard"/>
    <w:semiHidden/>
    <w:rsid w:val="00670612"/>
    <w:pPr>
      <w:tabs>
        <w:tab w:val="right" w:leader="dot" w:pos="4034"/>
      </w:tabs>
      <w:ind w:left="1400" w:hanging="200"/>
    </w:pPr>
  </w:style>
  <w:style w:type="paragraph" w:styleId="Index8">
    <w:name w:val="index 8"/>
    <w:basedOn w:val="Standard"/>
    <w:next w:val="Standard"/>
    <w:semiHidden/>
    <w:rsid w:val="00670612"/>
    <w:pPr>
      <w:tabs>
        <w:tab w:val="right" w:leader="dot" w:pos="4034"/>
      </w:tabs>
      <w:ind w:left="1600" w:hanging="200"/>
    </w:pPr>
  </w:style>
  <w:style w:type="paragraph" w:styleId="Index9">
    <w:name w:val="index 9"/>
    <w:basedOn w:val="Standard"/>
    <w:next w:val="Standard"/>
    <w:semiHidden/>
    <w:rsid w:val="00670612"/>
    <w:pPr>
      <w:tabs>
        <w:tab w:val="right" w:leader="dot" w:pos="4034"/>
      </w:tabs>
      <w:ind w:left="1800" w:hanging="200"/>
    </w:pPr>
  </w:style>
  <w:style w:type="paragraph" w:styleId="Indexberschrift">
    <w:name w:val="index heading"/>
    <w:basedOn w:val="Standard"/>
    <w:next w:val="Index1"/>
    <w:semiHidden/>
    <w:rsid w:val="00670612"/>
  </w:style>
  <w:style w:type="paragraph" w:styleId="Kopfzeile">
    <w:name w:val="header"/>
    <w:link w:val="KopfzeileZchn"/>
    <w:uiPriority w:val="99"/>
    <w:rsid w:val="00670612"/>
    <w:pPr>
      <w:tabs>
        <w:tab w:val="center" w:pos="4536"/>
        <w:tab w:val="right" w:pos="9072"/>
      </w:tabs>
      <w:spacing w:after="0" w:line="240" w:lineRule="auto"/>
    </w:pPr>
    <w:rPr>
      <w:rFonts w:ascii="Times New Roman" w:eastAsia="Times New Roman" w:hAnsi="Times New Roman" w:cs="Times New Roman"/>
      <w:sz w:val="20"/>
      <w:szCs w:val="20"/>
      <w:lang w:eastAsia="de-DE"/>
    </w:rPr>
  </w:style>
  <w:style w:type="character" w:customStyle="1" w:styleId="KopfzeileZchn">
    <w:name w:val="Kopfzeile Zchn"/>
    <w:basedOn w:val="Absatz-Standardschriftart"/>
    <w:link w:val="Kopfzeile"/>
    <w:uiPriority w:val="99"/>
    <w:rsid w:val="00670612"/>
    <w:rPr>
      <w:rFonts w:ascii="Times New Roman" w:eastAsia="Times New Roman" w:hAnsi="Times New Roman" w:cs="Times New Roman"/>
      <w:sz w:val="20"/>
      <w:szCs w:val="20"/>
      <w:lang w:eastAsia="de-DE"/>
    </w:rPr>
  </w:style>
  <w:style w:type="paragraph" w:customStyle="1" w:styleId="LiteratureEntry">
    <w:name w:val="Literature Entry"/>
    <w:rsid w:val="00571AE6"/>
    <w:pPr>
      <w:spacing w:after="0" w:line="320" w:lineRule="atLeast"/>
      <w:ind w:left="284" w:hanging="284"/>
    </w:pPr>
    <w:rPr>
      <w:rFonts w:ascii="Times New Roman" w:eastAsia="Times New Roman" w:hAnsi="Times New Roman" w:cs="Times New Roman"/>
      <w:sz w:val="24"/>
      <w:szCs w:val="20"/>
      <w:lang w:eastAsia="de-DE"/>
    </w:rPr>
  </w:style>
  <w:style w:type="character" w:styleId="Seitenzahl">
    <w:name w:val="page number"/>
    <w:basedOn w:val="Absatz-Standardschriftart"/>
    <w:uiPriority w:val="1"/>
    <w:rsid w:val="00670612"/>
  </w:style>
  <w:style w:type="table" w:styleId="Tabellenraster">
    <w:name w:val="Table Grid"/>
    <w:basedOn w:val="NormaleTabelle"/>
    <w:rsid w:val="00670612"/>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Source">
    <w:name w:val="Table Source"/>
    <w:basedOn w:val="ImageSource"/>
    <w:next w:val="Beschriftung"/>
    <w:rsid w:val="00670612"/>
  </w:style>
  <w:style w:type="character" w:customStyle="1" w:styleId="berschrift2Zchn">
    <w:name w:val="Überschrift 2 Zchn"/>
    <w:basedOn w:val="Absatz-Standardschriftart"/>
    <w:link w:val="berschrift2"/>
    <w:rsid w:val="00670612"/>
    <w:rPr>
      <w:rFonts w:ascii="Times New Roman" w:eastAsia="Times New Roman" w:hAnsi="Times New Roman" w:cs="Times New Roman"/>
      <w:b/>
      <w:kern w:val="28"/>
      <w:sz w:val="24"/>
      <w:szCs w:val="20"/>
      <w:lang w:eastAsia="de-DE"/>
    </w:rPr>
  </w:style>
  <w:style w:type="character" w:customStyle="1" w:styleId="berschrift3Zchn">
    <w:name w:val="Überschrift 3 Zchn"/>
    <w:basedOn w:val="Absatz-Standardschriftart"/>
    <w:link w:val="berschrift3"/>
    <w:rsid w:val="00670612"/>
    <w:rPr>
      <w:rFonts w:ascii="Times New Roman" w:eastAsia="Times New Roman" w:hAnsi="Times New Roman" w:cs="Times New Roman"/>
      <w:b/>
      <w:kern w:val="28"/>
      <w:sz w:val="24"/>
      <w:szCs w:val="20"/>
      <w:lang w:eastAsia="de-DE"/>
    </w:rPr>
  </w:style>
  <w:style w:type="character" w:customStyle="1" w:styleId="berschrift4Zchn">
    <w:name w:val="Überschrift 4 Zchn"/>
    <w:basedOn w:val="Absatz-Standardschriftart"/>
    <w:link w:val="berschrift4"/>
    <w:rsid w:val="00670612"/>
    <w:rPr>
      <w:rFonts w:ascii="Times New Roman" w:eastAsia="Times New Roman" w:hAnsi="Times New Roman" w:cs="Times New Roman"/>
      <w:b/>
      <w:kern w:val="28"/>
      <w:sz w:val="24"/>
      <w:szCs w:val="24"/>
      <w:lang w:eastAsia="de-DE"/>
    </w:rPr>
  </w:style>
  <w:style w:type="character" w:customStyle="1" w:styleId="berschrift5Zchn">
    <w:name w:val="Überschrift 5 Zchn"/>
    <w:basedOn w:val="Absatz-Standardschriftart"/>
    <w:link w:val="berschrift5"/>
    <w:rsid w:val="00670612"/>
    <w:rPr>
      <w:rFonts w:ascii="Times New Roman" w:eastAsia="Times New Roman" w:hAnsi="Times New Roman" w:cs="Times New Roman"/>
      <w:kern w:val="28"/>
      <w:sz w:val="24"/>
      <w:szCs w:val="24"/>
      <w:lang w:eastAsia="de-DE"/>
    </w:rPr>
  </w:style>
  <w:style w:type="character" w:customStyle="1" w:styleId="berschrift6Zchn">
    <w:name w:val="Überschrift 6 Zchn"/>
    <w:basedOn w:val="Absatz-Standardschriftart"/>
    <w:link w:val="berschrift6"/>
    <w:rsid w:val="00670612"/>
    <w:rPr>
      <w:rFonts w:ascii="Times New Roman" w:eastAsia="Times New Roman" w:hAnsi="Times New Roman" w:cs="Times New Roman"/>
      <w:i/>
      <w:szCs w:val="20"/>
      <w:lang w:eastAsia="de-DE"/>
    </w:rPr>
  </w:style>
  <w:style w:type="character" w:customStyle="1" w:styleId="berschrift7Zchn">
    <w:name w:val="Überschrift 7 Zchn"/>
    <w:basedOn w:val="Absatz-Standardschriftart"/>
    <w:link w:val="berschrift7"/>
    <w:rsid w:val="00670612"/>
    <w:rPr>
      <w:rFonts w:ascii="Arial" w:eastAsia="Times New Roman" w:hAnsi="Arial" w:cs="Times New Roman"/>
      <w:sz w:val="20"/>
      <w:szCs w:val="20"/>
      <w:lang w:eastAsia="de-DE"/>
    </w:rPr>
  </w:style>
  <w:style w:type="character" w:customStyle="1" w:styleId="berschrift8Zchn">
    <w:name w:val="Überschrift 8 Zchn"/>
    <w:basedOn w:val="Absatz-Standardschriftart"/>
    <w:link w:val="berschrift8"/>
    <w:rsid w:val="00670612"/>
    <w:rPr>
      <w:rFonts w:ascii="Times New Roman" w:eastAsia="Times New Roman" w:hAnsi="Times New Roman" w:cs="Times New Roman"/>
      <w:b/>
      <w:kern w:val="28"/>
      <w:sz w:val="24"/>
      <w:szCs w:val="20"/>
      <w:lang w:eastAsia="de-DE"/>
    </w:rPr>
  </w:style>
  <w:style w:type="character" w:customStyle="1" w:styleId="berschrift9Zchn">
    <w:name w:val="Überschrift 9 Zchn"/>
    <w:basedOn w:val="Absatz-Standardschriftart"/>
    <w:link w:val="berschrift9"/>
    <w:rsid w:val="00670612"/>
    <w:rPr>
      <w:rFonts w:ascii="Times New Roman" w:eastAsia="Times New Roman" w:hAnsi="Times New Roman" w:cs="Times New Roman"/>
      <w:b/>
      <w:kern w:val="28"/>
      <w:sz w:val="24"/>
      <w:szCs w:val="20"/>
      <w:lang w:eastAsia="de-DE"/>
    </w:rPr>
  </w:style>
  <w:style w:type="paragraph" w:styleId="Verzeichnis1">
    <w:name w:val="toc 1"/>
    <w:next w:val="Verzeichnis2"/>
    <w:uiPriority w:val="39"/>
    <w:rsid w:val="00670612"/>
    <w:pPr>
      <w:keepNext/>
      <w:tabs>
        <w:tab w:val="right" w:leader="dot" w:pos="8505"/>
      </w:tabs>
      <w:spacing w:before="100" w:after="0" w:line="240" w:lineRule="auto"/>
      <w:ind w:left="284" w:hanging="284"/>
    </w:pPr>
    <w:rPr>
      <w:rFonts w:ascii="Times New Roman" w:eastAsia="Times New Roman" w:hAnsi="Times New Roman" w:cs="Times New Roman"/>
      <w:noProof/>
      <w:sz w:val="24"/>
      <w:szCs w:val="20"/>
      <w:lang w:eastAsia="de-DE"/>
    </w:rPr>
  </w:style>
  <w:style w:type="paragraph" w:styleId="Verzeichnis2">
    <w:name w:val="toc 2"/>
    <w:basedOn w:val="Verzeichnis1"/>
    <w:next w:val="Verzeichnis3"/>
    <w:uiPriority w:val="39"/>
    <w:rsid w:val="00670612"/>
    <w:pPr>
      <w:keepNext w:val="0"/>
      <w:spacing w:before="40"/>
      <w:ind w:left="709" w:hanging="425"/>
    </w:pPr>
  </w:style>
  <w:style w:type="paragraph" w:styleId="Verzeichnis3">
    <w:name w:val="toc 3"/>
    <w:basedOn w:val="Verzeichnis2"/>
    <w:next w:val="Verzeichnis4"/>
    <w:uiPriority w:val="39"/>
    <w:rsid w:val="00670612"/>
    <w:pPr>
      <w:spacing w:before="0"/>
      <w:ind w:left="1276" w:hanging="567"/>
    </w:pPr>
  </w:style>
  <w:style w:type="paragraph" w:styleId="Verzeichnis4">
    <w:name w:val="toc 4"/>
    <w:basedOn w:val="Verzeichnis3"/>
    <w:next w:val="Verzeichnis5"/>
    <w:semiHidden/>
    <w:rsid w:val="00670612"/>
    <w:pPr>
      <w:ind w:left="1985" w:hanging="709"/>
    </w:pPr>
  </w:style>
  <w:style w:type="paragraph" w:styleId="Verzeichnis5">
    <w:name w:val="toc 5"/>
    <w:basedOn w:val="Verzeichnis4"/>
    <w:next w:val="Verzeichnis6"/>
    <w:semiHidden/>
    <w:rsid w:val="00670612"/>
  </w:style>
  <w:style w:type="paragraph" w:styleId="Verzeichnis6">
    <w:name w:val="toc 6"/>
    <w:basedOn w:val="Standard"/>
    <w:next w:val="Standard"/>
    <w:semiHidden/>
    <w:rsid w:val="00670612"/>
    <w:pPr>
      <w:tabs>
        <w:tab w:val="right" w:leader="dot" w:pos="8505"/>
      </w:tabs>
      <w:ind w:left="1000"/>
    </w:pPr>
  </w:style>
  <w:style w:type="paragraph" w:styleId="Verzeichnis7">
    <w:name w:val="toc 7"/>
    <w:basedOn w:val="Standard"/>
    <w:next w:val="Standard"/>
    <w:semiHidden/>
    <w:rsid w:val="00670612"/>
    <w:pPr>
      <w:tabs>
        <w:tab w:val="right" w:leader="dot" w:pos="8505"/>
      </w:tabs>
      <w:ind w:left="1200"/>
    </w:pPr>
  </w:style>
  <w:style w:type="paragraph" w:styleId="Verzeichnis8">
    <w:name w:val="toc 8"/>
    <w:basedOn w:val="Verzeichnis2"/>
    <w:next w:val="Standard"/>
    <w:semiHidden/>
    <w:rsid w:val="00670612"/>
  </w:style>
  <w:style w:type="paragraph" w:styleId="Verzeichnis9">
    <w:name w:val="toc 9"/>
    <w:basedOn w:val="Verzeichnis3"/>
    <w:next w:val="Standard"/>
    <w:semiHidden/>
    <w:rsid w:val="00670612"/>
    <w:pPr>
      <w:ind w:left="567"/>
    </w:pPr>
  </w:style>
  <w:style w:type="paragraph" w:customStyle="1" w:styleId="Subheading1">
    <w:name w:val="Subheading 1"/>
    <w:next w:val="BasicText"/>
    <w:rsid w:val="00670612"/>
    <w:pPr>
      <w:keepNext/>
      <w:spacing w:before="360" w:after="60" w:line="360" w:lineRule="auto"/>
    </w:pPr>
    <w:rPr>
      <w:rFonts w:ascii="Times New Roman" w:eastAsia="Times New Roman" w:hAnsi="Times New Roman" w:cs="Times New Roman"/>
      <w:i/>
      <w:sz w:val="24"/>
      <w:szCs w:val="20"/>
      <w:lang w:eastAsia="de-DE"/>
    </w:rPr>
  </w:style>
  <w:style w:type="paragraph" w:customStyle="1" w:styleId="Subheading2">
    <w:name w:val="Subheading 2"/>
    <w:basedOn w:val="Subheading1"/>
    <w:next w:val="BasicText"/>
    <w:rsid w:val="00670612"/>
    <w:pPr>
      <w:spacing w:before="240"/>
    </w:pPr>
    <w:rPr>
      <w:i w:val="0"/>
    </w:rPr>
  </w:style>
  <w:style w:type="character" w:customStyle="1" w:styleId="BasicTextZchn">
    <w:name w:val="Basic Text Zchn"/>
    <w:basedOn w:val="Absatz-Standardschriftart"/>
    <w:link w:val="BasicText"/>
    <w:rsid w:val="00297DC8"/>
    <w:rPr>
      <w:rFonts w:ascii="Times New Roman" w:eastAsia="Times New Roman" w:hAnsi="Times New Roman" w:cs="Times New Roman"/>
      <w:sz w:val="24"/>
      <w:szCs w:val="20"/>
      <w:lang w:eastAsia="de-DE"/>
    </w:rPr>
  </w:style>
  <w:style w:type="paragraph" w:styleId="Sprechblasentext">
    <w:name w:val="Balloon Text"/>
    <w:basedOn w:val="Standard"/>
    <w:link w:val="SprechblasentextZchn"/>
    <w:uiPriority w:val="99"/>
    <w:semiHidden/>
    <w:unhideWhenUsed/>
    <w:rsid w:val="009B15B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B15B6"/>
    <w:rPr>
      <w:rFonts w:ascii="Tahoma" w:eastAsia="Times New Roman" w:hAnsi="Tahoma" w:cs="Tahoma"/>
      <w:sz w:val="16"/>
      <w:szCs w:val="16"/>
      <w:lang w:eastAsia="de-DE"/>
    </w:rPr>
  </w:style>
  <w:style w:type="paragraph" w:styleId="KeinLeerraum">
    <w:name w:val="No Spacing"/>
    <w:link w:val="KeinLeerraumZchn"/>
    <w:uiPriority w:val="1"/>
    <w:qFormat/>
    <w:rsid w:val="00F86347"/>
    <w:pPr>
      <w:spacing w:after="0" w:line="240" w:lineRule="auto"/>
    </w:pPr>
    <w:rPr>
      <w:rFonts w:eastAsiaTheme="minorEastAsia"/>
    </w:rPr>
  </w:style>
  <w:style w:type="character" w:customStyle="1" w:styleId="KeinLeerraumZchn">
    <w:name w:val="Kein Leerraum Zchn"/>
    <w:basedOn w:val="Absatz-Standardschriftart"/>
    <w:link w:val="KeinLeerraum"/>
    <w:uiPriority w:val="1"/>
    <w:rsid w:val="00F86347"/>
    <w:rPr>
      <w:rFonts w:eastAsiaTheme="minorEastAsia"/>
    </w:rPr>
  </w:style>
  <w:style w:type="character" w:styleId="Kommentarzeichen">
    <w:name w:val="annotation reference"/>
    <w:basedOn w:val="Absatz-Standardschriftart"/>
    <w:uiPriority w:val="99"/>
    <w:semiHidden/>
    <w:unhideWhenUsed/>
    <w:rsid w:val="00572702"/>
    <w:rPr>
      <w:sz w:val="16"/>
      <w:szCs w:val="16"/>
    </w:rPr>
  </w:style>
  <w:style w:type="paragraph" w:styleId="Kommentartext">
    <w:name w:val="annotation text"/>
    <w:basedOn w:val="Standard"/>
    <w:link w:val="KommentartextZchn"/>
    <w:uiPriority w:val="99"/>
    <w:semiHidden/>
    <w:unhideWhenUsed/>
    <w:rsid w:val="00572702"/>
    <w:pPr>
      <w:spacing w:after="200"/>
    </w:pPr>
    <w:rPr>
      <w:rFonts w:asciiTheme="minorHAnsi" w:eastAsiaTheme="minorHAnsi" w:hAnsiTheme="minorHAnsi" w:cstheme="minorBidi"/>
      <w:lang w:eastAsia="en-US"/>
    </w:rPr>
  </w:style>
  <w:style w:type="character" w:customStyle="1" w:styleId="KommentartextZchn">
    <w:name w:val="Kommentartext Zchn"/>
    <w:basedOn w:val="Absatz-Standardschriftart"/>
    <w:link w:val="Kommentartext"/>
    <w:uiPriority w:val="99"/>
    <w:semiHidden/>
    <w:rsid w:val="00572702"/>
    <w:rPr>
      <w:sz w:val="20"/>
      <w:szCs w:val="20"/>
    </w:rPr>
  </w:style>
  <w:style w:type="paragraph" w:styleId="Kommentarthema">
    <w:name w:val="annotation subject"/>
    <w:basedOn w:val="Kommentartext"/>
    <w:next w:val="Kommentartext"/>
    <w:link w:val="KommentarthemaZchn"/>
    <w:uiPriority w:val="99"/>
    <w:semiHidden/>
    <w:unhideWhenUsed/>
    <w:rsid w:val="00572702"/>
    <w:pPr>
      <w:spacing w:after="0"/>
    </w:pPr>
    <w:rPr>
      <w:rFonts w:ascii="Times New Roman" w:eastAsia="Times New Roman" w:hAnsi="Times New Roman" w:cs="Times New Roman"/>
      <w:b/>
      <w:bCs/>
      <w:lang w:eastAsia="de-DE"/>
    </w:rPr>
  </w:style>
  <w:style w:type="character" w:customStyle="1" w:styleId="KommentarthemaZchn">
    <w:name w:val="Kommentarthema Zchn"/>
    <w:basedOn w:val="KommentartextZchn"/>
    <w:link w:val="Kommentarthema"/>
    <w:uiPriority w:val="99"/>
    <w:semiHidden/>
    <w:rsid w:val="00572702"/>
    <w:rPr>
      <w:rFonts w:ascii="Times New Roman" w:eastAsia="Times New Roman" w:hAnsi="Times New Roman" w:cs="Times New Roman"/>
      <w:b/>
      <w:bCs/>
      <w:sz w:val="20"/>
      <w:szCs w:val="20"/>
      <w:lang w:eastAsia="de-DE"/>
    </w:rPr>
  </w:style>
  <w:style w:type="character" w:styleId="NichtaufgelsteErwhnung">
    <w:name w:val="Unresolved Mention"/>
    <w:basedOn w:val="Absatz-Standardschriftart"/>
    <w:uiPriority w:val="99"/>
    <w:semiHidden/>
    <w:unhideWhenUsed/>
    <w:rsid w:val="005D70D0"/>
    <w:rPr>
      <w:color w:val="605E5C"/>
      <w:shd w:val="clear" w:color="auto" w:fill="E1DFDD"/>
    </w:rPr>
  </w:style>
  <w:style w:type="paragraph" w:styleId="Listenabsatz">
    <w:name w:val="List Paragraph"/>
    <w:basedOn w:val="Standard"/>
    <w:uiPriority w:val="34"/>
    <w:qFormat/>
    <w:rsid w:val="00A86464"/>
    <w:pPr>
      <w:ind w:left="720"/>
      <w:contextualSpacing/>
    </w:pPr>
  </w:style>
  <w:style w:type="character" w:styleId="BesuchterLink">
    <w:name w:val="FollowedHyperlink"/>
    <w:basedOn w:val="Absatz-Standardschriftart"/>
    <w:uiPriority w:val="99"/>
    <w:semiHidden/>
    <w:unhideWhenUsed/>
    <w:rsid w:val="0074536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030411">
      <w:bodyDiv w:val="1"/>
      <w:marLeft w:val="0"/>
      <w:marRight w:val="0"/>
      <w:marTop w:val="0"/>
      <w:marBottom w:val="0"/>
      <w:divBdr>
        <w:top w:val="none" w:sz="0" w:space="0" w:color="auto"/>
        <w:left w:val="none" w:sz="0" w:space="0" w:color="auto"/>
        <w:bottom w:val="none" w:sz="0" w:space="0" w:color="auto"/>
        <w:right w:val="none" w:sz="0" w:space="0" w:color="auto"/>
      </w:divBdr>
      <w:divsChild>
        <w:div w:id="600187226">
          <w:marLeft w:val="0"/>
          <w:marRight w:val="0"/>
          <w:marTop w:val="0"/>
          <w:marBottom w:val="0"/>
          <w:divBdr>
            <w:top w:val="none" w:sz="0" w:space="0" w:color="auto"/>
            <w:left w:val="none" w:sz="0" w:space="0" w:color="auto"/>
            <w:bottom w:val="none" w:sz="0" w:space="0" w:color="auto"/>
            <w:right w:val="none" w:sz="0" w:space="0" w:color="auto"/>
          </w:divBdr>
        </w:div>
      </w:divsChild>
    </w:div>
    <w:div w:id="732654462">
      <w:bodyDiv w:val="1"/>
      <w:marLeft w:val="0"/>
      <w:marRight w:val="0"/>
      <w:marTop w:val="0"/>
      <w:marBottom w:val="0"/>
      <w:divBdr>
        <w:top w:val="none" w:sz="0" w:space="0" w:color="auto"/>
        <w:left w:val="none" w:sz="0" w:space="0" w:color="auto"/>
        <w:bottom w:val="none" w:sz="0" w:space="0" w:color="auto"/>
        <w:right w:val="none" w:sz="0" w:space="0" w:color="auto"/>
      </w:divBdr>
    </w:div>
    <w:div w:id="787971272">
      <w:bodyDiv w:val="1"/>
      <w:marLeft w:val="0"/>
      <w:marRight w:val="0"/>
      <w:marTop w:val="0"/>
      <w:marBottom w:val="0"/>
      <w:divBdr>
        <w:top w:val="none" w:sz="0" w:space="0" w:color="auto"/>
        <w:left w:val="none" w:sz="0" w:space="0" w:color="auto"/>
        <w:bottom w:val="none" w:sz="0" w:space="0" w:color="auto"/>
        <w:right w:val="none" w:sz="0" w:space="0" w:color="auto"/>
      </w:divBdr>
    </w:div>
    <w:div w:id="1212306963">
      <w:bodyDiv w:val="1"/>
      <w:marLeft w:val="0"/>
      <w:marRight w:val="0"/>
      <w:marTop w:val="0"/>
      <w:marBottom w:val="0"/>
      <w:divBdr>
        <w:top w:val="none" w:sz="0" w:space="0" w:color="auto"/>
        <w:left w:val="none" w:sz="0" w:space="0" w:color="auto"/>
        <w:bottom w:val="none" w:sz="0" w:space="0" w:color="auto"/>
        <w:right w:val="none" w:sz="0" w:space="0" w:color="auto"/>
      </w:divBdr>
    </w:div>
    <w:div w:id="1586068811">
      <w:bodyDiv w:val="1"/>
      <w:marLeft w:val="0"/>
      <w:marRight w:val="0"/>
      <w:marTop w:val="0"/>
      <w:marBottom w:val="0"/>
      <w:divBdr>
        <w:top w:val="none" w:sz="0" w:space="0" w:color="auto"/>
        <w:left w:val="none" w:sz="0" w:space="0" w:color="auto"/>
        <w:bottom w:val="none" w:sz="0" w:space="0" w:color="auto"/>
        <w:right w:val="none" w:sz="0" w:space="0" w:color="auto"/>
      </w:divBdr>
      <w:divsChild>
        <w:div w:id="892790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udent@campus.uni-paderborn.de" TargetMode="External"/><Relationship Id="rId13" Type="http://schemas.openxmlformats.org/officeDocument/2006/relationships/hyperlink" Target="https://aisnet.org/page/SeniorScholarBasket" TargetMode="External"/><Relationship Id="rId18" Type="http://schemas.openxmlformats.org/officeDocument/2006/relationships/hyperlink" Target="http://aisel.aisnet.org/jais/vol8/iss5/19"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jstor.org/stable/2628680" TargetMode="External"/><Relationship Id="rId17" Type="http://schemas.openxmlformats.org/officeDocument/2006/relationships/hyperlink" Target="http://www.jstor.org/stable/258557" TargetMode="External"/><Relationship Id="rId2" Type="http://schemas.openxmlformats.org/officeDocument/2006/relationships/numbering" Target="numbering.xml"/><Relationship Id="rId16" Type="http://schemas.openxmlformats.org/officeDocument/2006/relationships/hyperlink" Target="https://doi.org/10.2307/30036550" TargetMode="External"/><Relationship Id="rId20" Type="http://schemas.openxmlformats.org/officeDocument/2006/relationships/hyperlink" Target="https://www.jstor.org/stable/4039889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s://www.jstor.org/stable/4132319" TargetMode="Externa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s://link.springer.com/book/10.1007/978-1-4419-5653-8" TargetMode="External"/><Relationship Id="rId4" Type="http://schemas.openxmlformats.org/officeDocument/2006/relationships/settings" Target="settings.xml"/><Relationship Id="rId9" Type="http://schemas.openxmlformats.org/officeDocument/2006/relationships/hyperlink" Target="mailto:student@campus.uni-paderborn.de" TargetMode="External"/><Relationship Id="rId14" Type="http://schemas.openxmlformats.org/officeDocument/2006/relationships/hyperlink" Target="https://doi.org/10.28945/479"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llr\Desktop\12-Formatvorlagen\Word\wiss_arb_DE.dot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005F20-3BBE-4B1B-8DE8-F9AE2B4EE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wiss_arb_DE</Template>
  <TotalTime>0</TotalTime>
  <Pages>23</Pages>
  <Words>3260</Words>
  <Characters>20544</Characters>
  <Application>Microsoft Office Word</Application>
  <DocSecurity>0</DocSecurity>
  <Lines>171</Lines>
  <Paragraphs>47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Bernd</dc:creator>
  <cp:lastModifiedBy>Simon Hemmrich</cp:lastModifiedBy>
  <cp:revision>2</cp:revision>
  <dcterms:created xsi:type="dcterms:W3CDTF">2023-06-19T12:21:00Z</dcterms:created>
  <dcterms:modified xsi:type="dcterms:W3CDTF">2023-06-19T12:21:00Z</dcterms:modified>
</cp:coreProperties>
</file>

<file path=userCustomization/customUI.xml><?xml version="1.0" encoding="utf-8"?>
<mso:customUI xmlns:doc="http://schemas.microsoft.com/office/2006/01/customui/currentDocument" xmlns:mso="http://schemas.microsoft.com/office/2006/01/customui">
  <mso:ribbon>
    <mso:qat>
      <mso:documentControls>
        <mso:button idQ="doc:AddImageLabel_1" visible="true" label="AddImageLabel (CTRL+ALT+I)" onAction="AddImageLabel" imageMso="SlideMasterClipArtPlaceholderInsert"/>
        <mso:button idQ="doc:AddTableLabel_1" visible="true" label="AddTableLabel (CTRL+ALT+T)" onAction="AddTableLabel" imageMso="TableSelect"/>
        <mso:button idQ="doc:AddFootnote_1" visible="true" label="AddFootnote (CTRL+ALT+F)" onAction="AddFootnote" imageMso="FontSchemes"/>
        <mso:button idQ="doc:AddNonbreakingSpaces_1" visible="true" label="AddNonbreakingSpaces" onAction="AddNonbreakingSpaces" imageMso="AppointmentColor0"/>
      </mso:documentControls>
    </mso:qat>
  </mso:ribbon>
</mso:customUI>
</file>